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B461E" w:rsidRPr="004B461E" w:rsidRDefault="00A428EC" w:rsidP="004B461E">
      <w:pPr>
        <w:keepNext/>
        <w:keepLines/>
        <w:suppressAutoHyphens w:val="0"/>
        <w:jc w:val="right"/>
        <w:rPr>
          <w:lang w:val="ru-RU" w:eastAsia="ru-RU" w:bidi="ar-SA"/>
        </w:rPr>
      </w:pPr>
      <w:r>
        <w:rPr>
          <w:noProof/>
          <w:lang w:val="ru-RU"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Описание: герб_гавям" style="position:absolute;left:0;text-align:left;margin-left:217pt;margin-top:0;width:33.5pt;height:38.1pt;z-index:251657728;visibility:visible">
            <v:imagedata r:id="rId8" o:title="герб_гавям"/>
          </v:shape>
        </w:pict>
      </w:r>
      <w:r w:rsidR="00414D96">
        <w:rPr>
          <w:noProof/>
          <w:lang w:val="ru-RU" w:eastAsia="ru-RU" w:bidi="ar-SA"/>
        </w:rPr>
        <w:t>ПРОЕКТ</w:t>
      </w:r>
      <w:r w:rsidR="004B461E" w:rsidRPr="004B461E">
        <w:rPr>
          <w:noProof/>
          <w:lang w:val="ru-RU" w:eastAsia="ru-RU" w:bidi="ar-SA"/>
        </w:rPr>
        <w:t xml:space="preserve"> </w:t>
      </w:r>
    </w:p>
    <w:p w:rsidR="004B461E" w:rsidRPr="004B461E" w:rsidRDefault="004B461E" w:rsidP="004B461E">
      <w:pPr>
        <w:keepNext/>
        <w:keepLines/>
        <w:suppressAutoHyphens w:val="0"/>
        <w:jc w:val="right"/>
        <w:rPr>
          <w:lang w:val="ru-RU" w:eastAsia="ru-RU" w:bidi="ar-SA"/>
        </w:rPr>
      </w:pPr>
      <w:r w:rsidRPr="004B461E">
        <w:rPr>
          <w:lang w:val="ru-RU" w:eastAsia="ru-RU" w:bidi="ar-SA"/>
        </w:rPr>
        <w:t xml:space="preserve"> </w:t>
      </w:r>
    </w:p>
    <w:p w:rsidR="004B461E" w:rsidRPr="004B461E" w:rsidRDefault="004B461E" w:rsidP="004B461E">
      <w:pPr>
        <w:keepNext/>
        <w:keepLines/>
        <w:suppressAutoHyphens w:val="0"/>
        <w:rPr>
          <w:lang w:val="ru-RU" w:eastAsia="ru-RU" w:bidi="ar-SA"/>
        </w:rPr>
      </w:pPr>
    </w:p>
    <w:p w:rsidR="004B461E" w:rsidRPr="004B461E" w:rsidRDefault="004B461E" w:rsidP="004B461E">
      <w:pPr>
        <w:keepNext/>
        <w:keepLines/>
        <w:suppressAutoHyphens w:val="0"/>
        <w:jc w:val="center"/>
        <w:outlineLvl w:val="0"/>
        <w:rPr>
          <w:sz w:val="30"/>
          <w:szCs w:val="30"/>
          <w:lang w:val="ru-RU" w:eastAsia="ru-RU" w:bidi="ar-SA"/>
        </w:rPr>
      </w:pPr>
    </w:p>
    <w:p w:rsidR="004B461E" w:rsidRPr="004B461E" w:rsidRDefault="004B461E" w:rsidP="004B461E">
      <w:pPr>
        <w:keepNext/>
        <w:keepLines/>
        <w:suppressAutoHyphens w:val="0"/>
        <w:jc w:val="center"/>
        <w:outlineLvl w:val="0"/>
        <w:rPr>
          <w:sz w:val="30"/>
          <w:szCs w:val="30"/>
          <w:lang w:val="ru-RU" w:eastAsia="ru-RU" w:bidi="ar-SA"/>
        </w:rPr>
      </w:pPr>
      <w:r w:rsidRPr="004B461E">
        <w:rPr>
          <w:sz w:val="30"/>
          <w:szCs w:val="30"/>
          <w:lang w:val="ru-RU" w:eastAsia="ru-RU" w:bidi="ar-SA"/>
        </w:rPr>
        <w:t xml:space="preserve">СОБРАНИЕ ПРЕДСТАВИТЕЛЕЙ </w:t>
      </w:r>
    </w:p>
    <w:p w:rsidR="004B461E" w:rsidRPr="004B461E" w:rsidRDefault="004B461E" w:rsidP="004B461E">
      <w:pPr>
        <w:keepNext/>
        <w:keepLines/>
        <w:suppressAutoHyphens w:val="0"/>
        <w:jc w:val="center"/>
        <w:outlineLvl w:val="0"/>
        <w:rPr>
          <w:sz w:val="30"/>
          <w:szCs w:val="30"/>
          <w:lang w:val="ru-RU" w:eastAsia="ru-RU" w:bidi="ar-SA"/>
        </w:rPr>
      </w:pPr>
      <w:proofErr w:type="gramStart"/>
      <w:r w:rsidRPr="004B461E">
        <w:rPr>
          <w:sz w:val="30"/>
          <w:szCs w:val="30"/>
          <w:lang w:val="ru-RU" w:eastAsia="ru-RU" w:bidi="ar-SA"/>
        </w:rPr>
        <w:t>ГАВРИЛОВ-ЯМСКОГО</w:t>
      </w:r>
      <w:proofErr w:type="gramEnd"/>
      <w:r w:rsidRPr="004B461E">
        <w:rPr>
          <w:sz w:val="30"/>
          <w:szCs w:val="30"/>
          <w:lang w:val="ru-RU" w:eastAsia="ru-RU" w:bidi="ar-SA"/>
        </w:rPr>
        <w:t xml:space="preserve"> МУНИЦИПАЛЬНОГО РАЙОНА</w:t>
      </w:r>
    </w:p>
    <w:p w:rsidR="004B461E" w:rsidRPr="004B461E" w:rsidRDefault="004B461E" w:rsidP="004B461E">
      <w:pPr>
        <w:keepNext/>
        <w:keepLines/>
        <w:suppressAutoHyphens w:val="0"/>
        <w:jc w:val="center"/>
        <w:rPr>
          <w:b/>
          <w:sz w:val="40"/>
          <w:szCs w:val="40"/>
          <w:lang w:val="ru-RU" w:eastAsia="ru-RU" w:bidi="ar-SA"/>
        </w:rPr>
      </w:pPr>
      <w:r w:rsidRPr="004B461E">
        <w:rPr>
          <w:sz w:val="28"/>
          <w:szCs w:val="28"/>
          <w:lang w:val="ru-RU" w:eastAsia="ru-RU" w:bidi="ar-SA"/>
        </w:rPr>
        <w:t xml:space="preserve"> </w:t>
      </w:r>
      <w:r w:rsidRPr="004B461E">
        <w:rPr>
          <w:b/>
          <w:sz w:val="40"/>
          <w:szCs w:val="40"/>
          <w:lang w:val="ru-RU" w:eastAsia="ru-RU" w:bidi="ar-SA"/>
        </w:rPr>
        <w:t>РЕШЕНИЕ</w:t>
      </w:r>
    </w:p>
    <w:p w:rsidR="004B461E" w:rsidRPr="004B461E" w:rsidRDefault="004B461E" w:rsidP="004B461E">
      <w:pPr>
        <w:suppressAutoHyphens w:val="0"/>
        <w:jc w:val="both"/>
        <w:rPr>
          <w:sz w:val="26"/>
          <w:szCs w:val="26"/>
          <w:lang w:val="ru-RU" w:eastAsia="ru-RU" w:bidi="ar-SA"/>
        </w:rPr>
      </w:pPr>
    </w:p>
    <w:p w:rsidR="008E3525" w:rsidRPr="00D87EB9" w:rsidRDefault="008E3525" w:rsidP="008E3525">
      <w:pPr>
        <w:jc w:val="both"/>
        <w:rPr>
          <w:sz w:val="28"/>
          <w:szCs w:val="28"/>
          <w:lang w:val="ru-RU"/>
        </w:rPr>
      </w:pPr>
      <w:r w:rsidRPr="00D87EB9">
        <w:rPr>
          <w:sz w:val="28"/>
          <w:szCs w:val="28"/>
          <w:lang w:val="ru-RU"/>
        </w:rPr>
        <w:t xml:space="preserve">О внесении изменений в Генеральный план </w:t>
      </w:r>
      <w:r w:rsidR="009643FC">
        <w:rPr>
          <w:sz w:val="28"/>
          <w:szCs w:val="28"/>
          <w:lang w:val="ru-RU"/>
        </w:rPr>
        <w:t>Заячье-Холмского</w:t>
      </w:r>
      <w:r w:rsidRPr="00D87EB9">
        <w:rPr>
          <w:sz w:val="28"/>
          <w:szCs w:val="28"/>
          <w:lang w:val="ru-RU"/>
        </w:rPr>
        <w:t xml:space="preserve"> сельского поселения</w:t>
      </w:r>
    </w:p>
    <w:p w:rsidR="004B461E" w:rsidRPr="00D87EB9" w:rsidRDefault="004B461E" w:rsidP="004B461E">
      <w:pPr>
        <w:suppressAutoHyphens w:val="0"/>
        <w:rPr>
          <w:sz w:val="28"/>
          <w:szCs w:val="28"/>
          <w:lang w:val="ru-RU" w:eastAsia="ru-RU" w:bidi="ar-SA"/>
        </w:rPr>
      </w:pPr>
    </w:p>
    <w:p w:rsidR="004B461E" w:rsidRPr="00D87EB9" w:rsidRDefault="004B461E" w:rsidP="004B461E">
      <w:pPr>
        <w:suppressAutoHyphens w:val="0"/>
        <w:rPr>
          <w:sz w:val="28"/>
          <w:szCs w:val="28"/>
          <w:lang w:val="ru-RU" w:eastAsia="ru-RU" w:bidi="ar-SA"/>
        </w:rPr>
      </w:pPr>
      <w:r w:rsidRPr="00D87EB9">
        <w:rPr>
          <w:sz w:val="28"/>
          <w:szCs w:val="28"/>
          <w:lang w:val="ru-RU" w:eastAsia="ru-RU" w:bidi="ar-SA"/>
        </w:rPr>
        <w:t xml:space="preserve">Принято Собранием представителей </w:t>
      </w:r>
    </w:p>
    <w:p w:rsidR="004B461E" w:rsidRPr="00D87EB9" w:rsidRDefault="004B461E" w:rsidP="004B461E">
      <w:pPr>
        <w:suppressAutoHyphens w:val="0"/>
        <w:rPr>
          <w:color w:val="000000"/>
          <w:sz w:val="28"/>
          <w:szCs w:val="28"/>
          <w:lang w:val="ru-RU" w:eastAsia="ru-RU" w:bidi="ar-SA"/>
        </w:rPr>
      </w:pPr>
      <w:proofErr w:type="spellStart"/>
      <w:proofErr w:type="gramStart"/>
      <w:r w:rsidRPr="00D87EB9">
        <w:rPr>
          <w:color w:val="000000"/>
          <w:sz w:val="28"/>
          <w:szCs w:val="28"/>
          <w:lang w:val="ru-RU" w:eastAsia="ru-RU" w:bidi="ar-SA"/>
        </w:rPr>
        <w:t>Гаврилов-Ямского</w:t>
      </w:r>
      <w:proofErr w:type="spellEnd"/>
      <w:proofErr w:type="gramEnd"/>
      <w:r w:rsidRPr="00D87EB9">
        <w:rPr>
          <w:color w:val="000000"/>
          <w:sz w:val="28"/>
          <w:szCs w:val="28"/>
          <w:lang w:val="ru-RU" w:eastAsia="ru-RU" w:bidi="ar-SA"/>
        </w:rPr>
        <w:t xml:space="preserve"> муниципального района    </w:t>
      </w:r>
    </w:p>
    <w:p w:rsidR="004B461E" w:rsidRPr="00D87EB9" w:rsidRDefault="00414D96" w:rsidP="004B461E">
      <w:pPr>
        <w:suppressAutoHyphens w:val="0"/>
        <w:rPr>
          <w:color w:val="000000"/>
          <w:sz w:val="28"/>
          <w:szCs w:val="28"/>
          <w:lang w:val="ru-RU" w:eastAsia="ru-RU" w:bidi="ar-SA"/>
        </w:rPr>
      </w:pPr>
      <w:r w:rsidRPr="00D87EB9">
        <w:rPr>
          <w:color w:val="000000"/>
          <w:sz w:val="28"/>
          <w:szCs w:val="28"/>
          <w:lang w:val="ru-RU" w:eastAsia="ru-RU" w:bidi="ar-SA"/>
        </w:rPr>
        <w:t>00</w:t>
      </w:r>
      <w:r w:rsidR="004B461E" w:rsidRPr="00D87EB9">
        <w:rPr>
          <w:color w:val="000000"/>
          <w:sz w:val="28"/>
          <w:szCs w:val="28"/>
          <w:lang w:val="ru-RU" w:eastAsia="ru-RU" w:bidi="ar-SA"/>
        </w:rPr>
        <w:t>.0</w:t>
      </w:r>
      <w:r w:rsidRPr="00D87EB9">
        <w:rPr>
          <w:color w:val="000000"/>
          <w:sz w:val="28"/>
          <w:szCs w:val="28"/>
          <w:lang w:val="ru-RU" w:eastAsia="ru-RU" w:bidi="ar-SA"/>
        </w:rPr>
        <w:t>0</w:t>
      </w:r>
      <w:r w:rsidR="004B461E" w:rsidRPr="00D87EB9">
        <w:rPr>
          <w:color w:val="000000"/>
          <w:sz w:val="28"/>
          <w:szCs w:val="28"/>
          <w:lang w:val="ru-RU" w:eastAsia="ru-RU" w:bidi="ar-SA"/>
        </w:rPr>
        <w:t>.20</w:t>
      </w:r>
      <w:r w:rsidR="009643FC">
        <w:rPr>
          <w:color w:val="000000"/>
          <w:sz w:val="28"/>
          <w:szCs w:val="28"/>
          <w:lang w:val="ru-RU" w:eastAsia="ru-RU" w:bidi="ar-SA"/>
        </w:rPr>
        <w:t>20</w:t>
      </w:r>
      <w:r w:rsidR="004B461E" w:rsidRPr="00D87EB9">
        <w:rPr>
          <w:color w:val="000000"/>
          <w:sz w:val="28"/>
          <w:szCs w:val="28"/>
          <w:lang w:val="ru-RU" w:eastAsia="ru-RU" w:bidi="ar-SA"/>
        </w:rPr>
        <w:t xml:space="preserve">  </w:t>
      </w:r>
    </w:p>
    <w:p w:rsidR="004B461E" w:rsidRPr="00D87EB9" w:rsidRDefault="004B461E" w:rsidP="004B461E">
      <w:pPr>
        <w:suppressAutoHyphens w:val="0"/>
        <w:rPr>
          <w:sz w:val="28"/>
          <w:szCs w:val="28"/>
          <w:lang w:val="ru-RU" w:eastAsia="ru-RU" w:bidi="ar-SA"/>
        </w:rPr>
      </w:pPr>
    </w:p>
    <w:p w:rsidR="004B461E" w:rsidRPr="00D87EB9" w:rsidRDefault="004B461E" w:rsidP="004B461E">
      <w:pPr>
        <w:suppressAutoHyphens w:val="0"/>
        <w:rPr>
          <w:sz w:val="28"/>
          <w:szCs w:val="28"/>
          <w:lang w:val="ru-RU" w:eastAsia="ru-RU" w:bidi="ar-SA"/>
        </w:rPr>
      </w:pPr>
    </w:p>
    <w:p w:rsidR="004B461E" w:rsidRPr="00D87EB9" w:rsidRDefault="004B461E" w:rsidP="004B461E">
      <w:pPr>
        <w:suppressAutoHyphens w:val="0"/>
        <w:jc w:val="both"/>
        <w:rPr>
          <w:sz w:val="28"/>
          <w:szCs w:val="28"/>
          <w:lang w:val="ru-RU" w:eastAsia="ru-RU" w:bidi="ar-SA"/>
        </w:rPr>
      </w:pPr>
      <w:r w:rsidRPr="00D87EB9">
        <w:rPr>
          <w:sz w:val="28"/>
          <w:szCs w:val="28"/>
          <w:lang w:val="ru-RU" w:eastAsia="ru-RU" w:bidi="ar-SA"/>
        </w:rPr>
        <w:tab/>
      </w:r>
      <w:proofErr w:type="gramStart"/>
      <w:r w:rsidRPr="00D87EB9">
        <w:rPr>
          <w:sz w:val="28"/>
          <w:szCs w:val="28"/>
          <w:lang w:val="ru-RU" w:eastAsia="ru-RU" w:bidi="ar-SA"/>
        </w:rPr>
        <w:t>Руководствуясь Градостроительным кодексом Российской Федерации, Федеральным законом от 27.05.2014 №136-ФЗ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 и Федеральный закон «Об общих принципах организации местного самоуправления в Российской Федерации», Федеральным законом от 06.10.2003 №131-ФЗ «Об общих принципах организации местного самоуправления в Российской Федерации», статьями 16</w:t>
      </w:r>
      <w:proofErr w:type="gramEnd"/>
      <w:r w:rsidRPr="00D87EB9">
        <w:rPr>
          <w:sz w:val="28"/>
          <w:szCs w:val="28"/>
          <w:lang w:val="ru-RU" w:eastAsia="ru-RU" w:bidi="ar-SA"/>
        </w:rPr>
        <w:t xml:space="preserve">, 22 Устава </w:t>
      </w:r>
      <w:proofErr w:type="spellStart"/>
      <w:proofErr w:type="gramStart"/>
      <w:r w:rsidRPr="00D87EB9">
        <w:rPr>
          <w:sz w:val="28"/>
          <w:szCs w:val="28"/>
          <w:lang w:val="ru-RU" w:eastAsia="ru-RU" w:bidi="ar-SA"/>
        </w:rPr>
        <w:t>Гаврилов-Ямского</w:t>
      </w:r>
      <w:proofErr w:type="spellEnd"/>
      <w:proofErr w:type="gramEnd"/>
      <w:r w:rsidRPr="00D87EB9">
        <w:rPr>
          <w:sz w:val="28"/>
          <w:szCs w:val="28"/>
          <w:lang w:val="ru-RU" w:eastAsia="ru-RU" w:bidi="ar-SA"/>
        </w:rPr>
        <w:t xml:space="preserve"> муниципального района, </w:t>
      </w:r>
    </w:p>
    <w:p w:rsidR="004B461E" w:rsidRPr="00D87EB9" w:rsidRDefault="004B461E" w:rsidP="004B461E">
      <w:pPr>
        <w:suppressAutoHyphens w:val="0"/>
        <w:jc w:val="both"/>
        <w:rPr>
          <w:sz w:val="28"/>
          <w:szCs w:val="28"/>
          <w:lang w:val="ru-RU" w:eastAsia="ru-RU" w:bidi="ar-SA"/>
        </w:rPr>
      </w:pPr>
    </w:p>
    <w:p w:rsidR="004B461E" w:rsidRPr="00D87EB9" w:rsidRDefault="004B461E" w:rsidP="008E3525">
      <w:pPr>
        <w:suppressAutoHyphens w:val="0"/>
        <w:jc w:val="both"/>
        <w:rPr>
          <w:sz w:val="28"/>
          <w:szCs w:val="28"/>
          <w:lang w:val="ru-RU" w:eastAsia="ru-RU" w:bidi="ar-SA"/>
        </w:rPr>
      </w:pPr>
      <w:r w:rsidRPr="00D87EB9">
        <w:rPr>
          <w:sz w:val="28"/>
          <w:szCs w:val="28"/>
          <w:lang w:val="ru-RU" w:eastAsia="ru-RU" w:bidi="ar-SA"/>
        </w:rPr>
        <w:tab/>
        <w:t xml:space="preserve">Собрание представителей </w:t>
      </w:r>
      <w:proofErr w:type="spellStart"/>
      <w:proofErr w:type="gramStart"/>
      <w:r w:rsidRPr="00D87EB9">
        <w:rPr>
          <w:sz w:val="28"/>
          <w:szCs w:val="28"/>
          <w:lang w:val="ru-RU" w:eastAsia="ru-RU" w:bidi="ar-SA"/>
        </w:rPr>
        <w:t>Гаврилов-Ямского</w:t>
      </w:r>
      <w:proofErr w:type="spellEnd"/>
      <w:proofErr w:type="gramEnd"/>
      <w:r w:rsidRPr="00D87EB9">
        <w:rPr>
          <w:sz w:val="28"/>
          <w:szCs w:val="28"/>
          <w:lang w:val="ru-RU" w:eastAsia="ru-RU" w:bidi="ar-SA"/>
        </w:rPr>
        <w:t xml:space="preserve"> муниципального района  РЕШИЛО: </w:t>
      </w:r>
    </w:p>
    <w:p w:rsidR="008E3525" w:rsidRPr="00B0619F" w:rsidRDefault="008E3525" w:rsidP="008E3525">
      <w:pPr>
        <w:pStyle w:val="24"/>
        <w:spacing w:after="0" w:line="240" w:lineRule="auto"/>
        <w:ind w:right="-143"/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D87EB9">
        <w:rPr>
          <w:rFonts w:cs="Times New Roman"/>
          <w:sz w:val="28"/>
          <w:szCs w:val="28"/>
          <w:lang w:val="ru-RU"/>
        </w:rPr>
        <w:t xml:space="preserve">       </w:t>
      </w:r>
      <w:r w:rsidR="003B4AA3" w:rsidRPr="00D87EB9">
        <w:rPr>
          <w:rFonts w:cs="Times New Roman"/>
          <w:sz w:val="28"/>
          <w:szCs w:val="28"/>
          <w:lang w:val="ru-RU"/>
        </w:rPr>
        <w:t>1.</w:t>
      </w:r>
      <w:r w:rsidRPr="00D87EB9">
        <w:rPr>
          <w:rFonts w:cs="Times New Roman"/>
          <w:sz w:val="28"/>
          <w:szCs w:val="28"/>
          <w:lang w:val="ru-RU"/>
        </w:rPr>
        <w:t xml:space="preserve">Внести в Генеральный план </w:t>
      </w:r>
      <w:r w:rsidR="005B377C">
        <w:rPr>
          <w:rFonts w:cs="Times New Roman"/>
          <w:sz w:val="28"/>
          <w:szCs w:val="28"/>
          <w:lang w:val="ru-RU"/>
        </w:rPr>
        <w:t xml:space="preserve">Заячье-Холмского </w:t>
      </w:r>
      <w:r w:rsidRPr="00D87EB9">
        <w:rPr>
          <w:rFonts w:cs="Times New Roman"/>
          <w:sz w:val="28"/>
          <w:szCs w:val="28"/>
          <w:lang w:val="ru-RU"/>
        </w:rPr>
        <w:t xml:space="preserve"> сельского поселения, утвержденный решением Муниципального совета </w:t>
      </w:r>
      <w:r w:rsidR="00146B0F">
        <w:rPr>
          <w:rFonts w:cs="Times New Roman"/>
          <w:sz w:val="28"/>
          <w:szCs w:val="28"/>
          <w:lang w:val="ru-RU"/>
        </w:rPr>
        <w:t>Заячье-Холмского</w:t>
      </w:r>
      <w:r w:rsidRPr="00D87EB9">
        <w:rPr>
          <w:rFonts w:cs="Times New Roman"/>
          <w:sz w:val="28"/>
          <w:szCs w:val="28"/>
          <w:lang w:val="ru-RU"/>
        </w:rPr>
        <w:t xml:space="preserve"> сельского поселения </w:t>
      </w:r>
      <w:r w:rsidRPr="00B0619F">
        <w:rPr>
          <w:rFonts w:cs="Times New Roman"/>
          <w:color w:val="000000" w:themeColor="text1"/>
          <w:sz w:val="28"/>
          <w:szCs w:val="28"/>
          <w:lang w:val="ru-RU"/>
        </w:rPr>
        <w:t>от 2</w:t>
      </w:r>
      <w:r w:rsidR="00B0619F" w:rsidRPr="00B0619F">
        <w:rPr>
          <w:rFonts w:cs="Times New Roman"/>
          <w:color w:val="000000" w:themeColor="text1"/>
          <w:sz w:val="28"/>
          <w:szCs w:val="28"/>
          <w:lang w:val="ru-RU"/>
        </w:rPr>
        <w:t>1</w:t>
      </w:r>
      <w:r w:rsidRPr="00B0619F">
        <w:rPr>
          <w:rFonts w:cs="Times New Roman"/>
          <w:color w:val="000000" w:themeColor="text1"/>
          <w:sz w:val="28"/>
          <w:szCs w:val="28"/>
          <w:lang w:val="ru-RU"/>
        </w:rPr>
        <w:t>.</w:t>
      </w:r>
      <w:r w:rsidR="00B0619F" w:rsidRPr="00B0619F">
        <w:rPr>
          <w:rFonts w:cs="Times New Roman"/>
          <w:color w:val="000000" w:themeColor="text1"/>
          <w:sz w:val="28"/>
          <w:szCs w:val="28"/>
          <w:lang w:val="ru-RU"/>
        </w:rPr>
        <w:t>07</w:t>
      </w:r>
      <w:r w:rsidRPr="00B0619F">
        <w:rPr>
          <w:rFonts w:cs="Times New Roman"/>
          <w:color w:val="000000" w:themeColor="text1"/>
          <w:sz w:val="28"/>
          <w:szCs w:val="28"/>
          <w:lang w:val="ru-RU"/>
        </w:rPr>
        <w:t>.20</w:t>
      </w:r>
      <w:r w:rsidR="00B0619F" w:rsidRPr="00B0619F">
        <w:rPr>
          <w:rFonts w:cs="Times New Roman"/>
          <w:color w:val="000000" w:themeColor="text1"/>
          <w:sz w:val="28"/>
          <w:szCs w:val="28"/>
          <w:lang w:val="ru-RU"/>
        </w:rPr>
        <w:t>09</w:t>
      </w:r>
      <w:r w:rsidRPr="00B0619F">
        <w:rPr>
          <w:rFonts w:cs="Times New Roman"/>
          <w:color w:val="000000" w:themeColor="text1"/>
          <w:sz w:val="28"/>
          <w:szCs w:val="28"/>
          <w:lang w:val="ru-RU"/>
        </w:rPr>
        <w:t xml:space="preserve"> № </w:t>
      </w:r>
      <w:r w:rsidR="00B0619F" w:rsidRPr="00B0619F">
        <w:rPr>
          <w:rFonts w:cs="Times New Roman"/>
          <w:color w:val="000000" w:themeColor="text1"/>
          <w:sz w:val="28"/>
          <w:szCs w:val="28"/>
          <w:lang w:val="ru-RU"/>
        </w:rPr>
        <w:t>16 «Об утверждении Г</w:t>
      </w:r>
      <w:r w:rsidRPr="00B0619F">
        <w:rPr>
          <w:rFonts w:cs="Times New Roman"/>
          <w:color w:val="000000" w:themeColor="text1"/>
          <w:sz w:val="28"/>
          <w:szCs w:val="28"/>
          <w:lang w:val="ru-RU"/>
        </w:rPr>
        <w:t xml:space="preserve">енерального плана </w:t>
      </w:r>
      <w:r w:rsidR="00B0619F" w:rsidRPr="00B0619F">
        <w:rPr>
          <w:rFonts w:cs="Times New Roman"/>
          <w:color w:val="000000" w:themeColor="text1"/>
          <w:sz w:val="28"/>
          <w:szCs w:val="28"/>
          <w:lang w:val="ru-RU"/>
        </w:rPr>
        <w:t>Заячье-Холмского</w:t>
      </w:r>
      <w:r w:rsidRPr="00B0619F">
        <w:rPr>
          <w:rFonts w:cs="Times New Roman"/>
          <w:color w:val="000000" w:themeColor="text1"/>
          <w:sz w:val="28"/>
          <w:szCs w:val="28"/>
          <w:lang w:val="ru-RU"/>
        </w:rPr>
        <w:t xml:space="preserve"> сельского поселения», следующие изменения:</w:t>
      </w:r>
    </w:p>
    <w:p w:rsidR="008E3525" w:rsidRDefault="00744479" w:rsidP="00D87EB9">
      <w:pPr>
        <w:pStyle w:val="32"/>
        <w:jc w:val="both"/>
        <w:rPr>
          <w:rFonts w:cs="Times New Roman"/>
          <w:sz w:val="28"/>
          <w:szCs w:val="28"/>
          <w:lang w:val="ru-RU"/>
        </w:rPr>
      </w:pPr>
      <w:r w:rsidRPr="00B0619F">
        <w:rPr>
          <w:rFonts w:cs="Times New Roman"/>
          <w:color w:val="000000" w:themeColor="text1"/>
          <w:sz w:val="28"/>
          <w:szCs w:val="28"/>
          <w:lang w:val="ru-RU"/>
        </w:rPr>
        <w:t xml:space="preserve">       </w:t>
      </w:r>
      <w:r w:rsidR="008E3525" w:rsidRPr="00B0619F">
        <w:rPr>
          <w:rFonts w:cs="Times New Roman"/>
          <w:color w:val="000000" w:themeColor="text1"/>
          <w:sz w:val="28"/>
          <w:szCs w:val="28"/>
          <w:lang w:val="ru-RU"/>
        </w:rPr>
        <w:t>1.</w:t>
      </w:r>
      <w:r w:rsidR="00D87EB9" w:rsidRPr="00B0619F">
        <w:rPr>
          <w:rFonts w:cs="Times New Roman"/>
          <w:color w:val="000000" w:themeColor="text1"/>
          <w:sz w:val="28"/>
          <w:szCs w:val="28"/>
          <w:lang w:val="ru-RU"/>
        </w:rPr>
        <w:t>1</w:t>
      </w:r>
      <w:r w:rsidR="008E3525" w:rsidRPr="00B0619F">
        <w:rPr>
          <w:rFonts w:cs="Times New Roman"/>
          <w:color w:val="000000" w:themeColor="text1"/>
          <w:sz w:val="28"/>
          <w:szCs w:val="28"/>
          <w:lang w:val="ru-RU"/>
        </w:rPr>
        <w:t xml:space="preserve">. </w:t>
      </w:r>
      <w:proofErr w:type="gramStart"/>
      <w:r w:rsidR="008E3525" w:rsidRPr="00B0619F">
        <w:rPr>
          <w:rFonts w:cs="Times New Roman"/>
          <w:color w:val="000000" w:themeColor="text1"/>
          <w:sz w:val="28"/>
          <w:szCs w:val="28"/>
          <w:lang w:val="ru-RU"/>
        </w:rPr>
        <w:t>Земельны</w:t>
      </w:r>
      <w:r w:rsidR="00B0619F">
        <w:rPr>
          <w:rFonts w:cs="Times New Roman"/>
          <w:color w:val="000000" w:themeColor="text1"/>
          <w:sz w:val="28"/>
          <w:szCs w:val="28"/>
          <w:lang w:val="ru-RU"/>
        </w:rPr>
        <w:t>е</w:t>
      </w:r>
      <w:r w:rsidR="008E3525" w:rsidRPr="00B0619F">
        <w:rPr>
          <w:rFonts w:cs="Times New Roman"/>
          <w:color w:val="000000" w:themeColor="text1"/>
          <w:sz w:val="28"/>
          <w:szCs w:val="28"/>
          <w:lang w:val="ru-RU"/>
        </w:rPr>
        <w:t xml:space="preserve"> участ</w:t>
      </w:r>
      <w:r w:rsidR="00B0619F">
        <w:rPr>
          <w:rFonts w:cs="Times New Roman"/>
          <w:color w:val="000000" w:themeColor="text1"/>
          <w:sz w:val="28"/>
          <w:szCs w:val="28"/>
          <w:lang w:val="ru-RU"/>
        </w:rPr>
        <w:t>ки</w:t>
      </w:r>
      <w:r w:rsidR="008E3525" w:rsidRPr="00B0619F">
        <w:rPr>
          <w:rFonts w:cs="Times New Roman"/>
          <w:color w:val="000000" w:themeColor="text1"/>
          <w:sz w:val="28"/>
          <w:szCs w:val="28"/>
          <w:lang w:val="ru-RU"/>
        </w:rPr>
        <w:t xml:space="preserve"> с кадастровым № </w:t>
      </w:r>
      <w:r w:rsidR="00B0619F" w:rsidRPr="00B33541">
        <w:rPr>
          <w:sz w:val="28"/>
          <w:lang w:val="ru-RU"/>
        </w:rPr>
        <w:t>76:04:094201:1039, 76:04:094201:1040, 76:04:094201:1041, 76:04:094201:1042</w:t>
      </w:r>
      <w:r w:rsidR="00367F79">
        <w:rPr>
          <w:sz w:val="28"/>
          <w:lang w:val="ru-RU"/>
        </w:rPr>
        <w:t>,</w:t>
      </w:r>
      <w:r w:rsidR="00B0619F" w:rsidRPr="00B33541">
        <w:rPr>
          <w:sz w:val="28"/>
          <w:lang w:val="ru-RU"/>
        </w:rPr>
        <w:t xml:space="preserve"> </w:t>
      </w:r>
      <w:r w:rsidR="00367F79" w:rsidRPr="00386FF4">
        <w:rPr>
          <w:sz w:val="28"/>
          <w:szCs w:val="28"/>
          <w:lang w:val="ru-RU"/>
        </w:rPr>
        <w:t>76:04:000000:921</w:t>
      </w:r>
      <w:r w:rsidR="00367F79">
        <w:rPr>
          <w:sz w:val="28"/>
          <w:szCs w:val="28"/>
          <w:lang w:val="ru-RU"/>
        </w:rPr>
        <w:t xml:space="preserve"> </w:t>
      </w:r>
      <w:r w:rsidR="008E3525" w:rsidRPr="00D87EB9">
        <w:rPr>
          <w:rFonts w:cs="Times New Roman"/>
          <w:sz w:val="28"/>
          <w:szCs w:val="28"/>
          <w:lang w:val="ru-RU"/>
        </w:rPr>
        <w:t xml:space="preserve"> отобразить </w:t>
      </w:r>
      <w:r w:rsidR="00D87EB9" w:rsidRPr="00D87EB9">
        <w:rPr>
          <w:rFonts w:cs="Times New Roman"/>
          <w:sz w:val="28"/>
          <w:szCs w:val="28"/>
          <w:lang w:val="ru-RU"/>
        </w:rPr>
        <w:t>на</w:t>
      </w:r>
      <w:r w:rsidR="008E3525" w:rsidRPr="00D87EB9">
        <w:rPr>
          <w:rFonts w:cs="Times New Roman"/>
          <w:sz w:val="28"/>
          <w:szCs w:val="28"/>
          <w:lang w:val="ru-RU"/>
        </w:rPr>
        <w:t xml:space="preserve"> карт</w:t>
      </w:r>
      <w:r w:rsidR="00D87EB9" w:rsidRPr="00D87EB9">
        <w:rPr>
          <w:rFonts w:cs="Times New Roman"/>
          <w:sz w:val="28"/>
          <w:szCs w:val="28"/>
          <w:lang w:val="ru-RU"/>
        </w:rPr>
        <w:t>ах</w:t>
      </w:r>
      <w:r w:rsidR="008E3525" w:rsidRPr="00D87EB9">
        <w:rPr>
          <w:rFonts w:cs="Times New Roman"/>
          <w:sz w:val="28"/>
          <w:szCs w:val="28"/>
          <w:lang w:val="ru-RU"/>
        </w:rPr>
        <w:t xml:space="preserve"> </w:t>
      </w:r>
      <w:r w:rsidR="00D87EB9" w:rsidRPr="00D87EB9">
        <w:rPr>
          <w:rFonts w:cs="Times New Roman"/>
          <w:sz w:val="28"/>
          <w:szCs w:val="28"/>
          <w:lang w:val="ru-RU"/>
        </w:rPr>
        <w:t>Генерального плана</w:t>
      </w:r>
      <w:r w:rsidR="008E3525" w:rsidRPr="00D87EB9">
        <w:rPr>
          <w:rFonts w:cs="Times New Roman"/>
          <w:sz w:val="28"/>
          <w:szCs w:val="28"/>
          <w:lang w:val="ru-RU"/>
        </w:rPr>
        <w:t xml:space="preserve">  </w:t>
      </w:r>
      <w:proofErr w:type="spellStart"/>
      <w:r w:rsidR="00146B0F">
        <w:rPr>
          <w:rFonts w:cs="Times New Roman"/>
          <w:sz w:val="28"/>
          <w:szCs w:val="28"/>
          <w:lang w:val="ru-RU"/>
        </w:rPr>
        <w:t>Заячь-Холмского</w:t>
      </w:r>
      <w:proofErr w:type="spellEnd"/>
      <w:r w:rsidR="008E3525" w:rsidRPr="00D87EB9">
        <w:rPr>
          <w:rFonts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D87EB9" w:rsidRPr="00D87EB9">
        <w:rPr>
          <w:rFonts w:cs="Times New Roman"/>
          <w:sz w:val="28"/>
          <w:szCs w:val="28"/>
          <w:lang w:val="ru-RU"/>
        </w:rPr>
        <w:t>Гаврилов-Ямского</w:t>
      </w:r>
      <w:proofErr w:type="spellEnd"/>
      <w:r w:rsidR="00D87EB9" w:rsidRPr="00D87EB9">
        <w:rPr>
          <w:rFonts w:cs="Times New Roman"/>
          <w:sz w:val="28"/>
          <w:szCs w:val="28"/>
          <w:lang w:val="ru-RU"/>
        </w:rPr>
        <w:t xml:space="preserve"> муниципального района </w:t>
      </w:r>
      <w:r w:rsidR="008E3525" w:rsidRPr="00D87EB9">
        <w:rPr>
          <w:rFonts w:cs="Times New Roman"/>
          <w:sz w:val="28"/>
          <w:szCs w:val="28"/>
          <w:lang w:val="ru-RU"/>
        </w:rPr>
        <w:t>как предполагаемый к переводу из категории «земли сельскохозяйственного назначения» в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</w:t>
      </w:r>
      <w:proofErr w:type="gramEnd"/>
      <w:r w:rsidR="008E3525" w:rsidRPr="00D87EB9">
        <w:rPr>
          <w:rFonts w:cs="Times New Roman"/>
          <w:sz w:val="28"/>
          <w:szCs w:val="28"/>
          <w:lang w:val="ru-RU"/>
        </w:rPr>
        <w:t xml:space="preserve"> обороны, безопасности и земли иного специального назначения».</w:t>
      </w:r>
    </w:p>
    <w:p w:rsidR="001254F2" w:rsidRPr="001254F2" w:rsidRDefault="001254F2" w:rsidP="00D87EB9">
      <w:pPr>
        <w:pStyle w:val="32"/>
        <w:jc w:val="both"/>
        <w:rPr>
          <w:rFonts w:cs="Times New Roman"/>
          <w:color w:val="000000"/>
          <w:sz w:val="28"/>
          <w:szCs w:val="28"/>
          <w:u w:val="single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1.2.  Утвердить границы населенных пунктов деревни </w:t>
      </w:r>
      <w:proofErr w:type="spellStart"/>
      <w:r>
        <w:rPr>
          <w:rFonts w:cs="Times New Roman"/>
          <w:sz w:val="28"/>
          <w:szCs w:val="28"/>
          <w:lang w:val="ru-RU"/>
        </w:rPr>
        <w:t>Г</w:t>
      </w:r>
      <w:r>
        <w:rPr>
          <w:rFonts w:cs="Times New Roman"/>
          <w:sz w:val="28"/>
          <w:szCs w:val="28"/>
          <w:u w:val="single"/>
          <w:lang w:val="ru-RU"/>
        </w:rPr>
        <w:t>рудцино</w:t>
      </w:r>
      <w:proofErr w:type="spellEnd"/>
      <w:r>
        <w:rPr>
          <w:rFonts w:cs="Times New Roman"/>
          <w:sz w:val="28"/>
          <w:szCs w:val="28"/>
          <w:u w:val="single"/>
          <w:lang w:val="ru-RU"/>
        </w:rPr>
        <w:t xml:space="preserve">, </w:t>
      </w:r>
      <w:proofErr w:type="spellStart"/>
      <w:r>
        <w:rPr>
          <w:rFonts w:cs="Times New Roman"/>
          <w:sz w:val="28"/>
          <w:szCs w:val="28"/>
          <w:u w:val="single"/>
          <w:lang w:val="ru-RU"/>
        </w:rPr>
        <w:t>Кореньково</w:t>
      </w:r>
      <w:proofErr w:type="spellEnd"/>
      <w:r>
        <w:rPr>
          <w:rFonts w:cs="Times New Roman"/>
          <w:sz w:val="28"/>
          <w:szCs w:val="28"/>
          <w:u w:val="single"/>
          <w:lang w:val="ru-RU"/>
        </w:rPr>
        <w:t xml:space="preserve">, </w:t>
      </w:r>
      <w:proofErr w:type="spellStart"/>
      <w:r>
        <w:rPr>
          <w:rFonts w:cs="Times New Roman"/>
          <w:sz w:val="28"/>
          <w:szCs w:val="28"/>
          <w:u w:val="single"/>
          <w:lang w:val="ru-RU"/>
        </w:rPr>
        <w:t>Немерево</w:t>
      </w:r>
      <w:proofErr w:type="spellEnd"/>
      <w:proofErr w:type="gramStart"/>
      <w:r>
        <w:rPr>
          <w:rFonts w:cs="Times New Roman"/>
          <w:sz w:val="28"/>
          <w:szCs w:val="28"/>
          <w:u w:val="single"/>
          <w:lang w:val="ru-RU"/>
        </w:rPr>
        <w:t xml:space="preserve"> .</w:t>
      </w:r>
      <w:proofErr w:type="gramEnd"/>
    </w:p>
    <w:p w:rsidR="008E3525" w:rsidRPr="00D87EB9" w:rsidRDefault="008E3525" w:rsidP="008E3525">
      <w:pPr>
        <w:pStyle w:val="32"/>
        <w:spacing w:after="0"/>
        <w:jc w:val="both"/>
        <w:rPr>
          <w:rFonts w:cs="Times New Roman"/>
          <w:sz w:val="28"/>
          <w:szCs w:val="28"/>
          <w:lang w:val="ru-RU"/>
        </w:rPr>
      </w:pPr>
      <w:r w:rsidRPr="00D87EB9">
        <w:rPr>
          <w:rFonts w:cs="Times New Roman"/>
          <w:sz w:val="28"/>
          <w:szCs w:val="28"/>
          <w:lang w:val="ru-RU"/>
        </w:rPr>
        <w:lastRenderedPageBreak/>
        <w:t xml:space="preserve">        </w:t>
      </w:r>
      <w:r w:rsidR="001254F2">
        <w:rPr>
          <w:rFonts w:cs="Times New Roman"/>
          <w:sz w:val="28"/>
          <w:szCs w:val="28"/>
          <w:lang w:val="ru-RU"/>
        </w:rPr>
        <w:t>1.3</w:t>
      </w:r>
      <w:r w:rsidRPr="00D87EB9">
        <w:rPr>
          <w:rFonts w:cs="Times New Roman"/>
          <w:sz w:val="28"/>
          <w:szCs w:val="28"/>
          <w:lang w:val="ru-RU"/>
        </w:rPr>
        <w:t xml:space="preserve">  Карт</w:t>
      </w:r>
      <w:r w:rsidR="00D87EB9" w:rsidRPr="00D87EB9">
        <w:rPr>
          <w:rFonts w:cs="Times New Roman"/>
          <w:sz w:val="28"/>
          <w:szCs w:val="28"/>
          <w:lang w:val="ru-RU"/>
        </w:rPr>
        <w:t xml:space="preserve">ы Генерального плана </w:t>
      </w:r>
      <w:r w:rsidR="00146B0F">
        <w:rPr>
          <w:rFonts w:cs="Times New Roman"/>
          <w:sz w:val="28"/>
          <w:szCs w:val="28"/>
          <w:lang w:val="ru-RU"/>
        </w:rPr>
        <w:t xml:space="preserve">Заячье-Холмского </w:t>
      </w:r>
      <w:r w:rsidR="00D87EB9" w:rsidRPr="00D87EB9">
        <w:rPr>
          <w:rFonts w:cs="Times New Roman"/>
          <w:sz w:val="28"/>
          <w:szCs w:val="28"/>
          <w:lang w:val="ru-RU"/>
        </w:rPr>
        <w:t>сельского поселения</w:t>
      </w:r>
      <w:r w:rsidR="001254F2">
        <w:rPr>
          <w:rFonts w:cs="Times New Roman"/>
          <w:sz w:val="28"/>
          <w:szCs w:val="28"/>
          <w:lang w:val="ru-RU"/>
        </w:rPr>
        <w:t>: планируемого размещения объектов местного значения поселения, границ населенных пунктов, функциональных зон Заячье-Холмского сельского поселения</w:t>
      </w:r>
      <w:r w:rsidR="00D87EB9" w:rsidRPr="00D87EB9">
        <w:rPr>
          <w:rFonts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D87EB9" w:rsidRPr="00D87EB9">
        <w:rPr>
          <w:rFonts w:cs="Times New Roman"/>
          <w:sz w:val="28"/>
          <w:szCs w:val="28"/>
          <w:lang w:val="ru-RU"/>
        </w:rPr>
        <w:t>Гавр</w:t>
      </w:r>
      <w:r w:rsidR="00146B0F">
        <w:rPr>
          <w:rFonts w:cs="Times New Roman"/>
          <w:sz w:val="28"/>
          <w:szCs w:val="28"/>
          <w:lang w:val="ru-RU"/>
        </w:rPr>
        <w:t>илов</w:t>
      </w:r>
      <w:r w:rsidR="00D87EB9" w:rsidRPr="00D87EB9">
        <w:rPr>
          <w:rFonts w:cs="Times New Roman"/>
          <w:sz w:val="28"/>
          <w:szCs w:val="28"/>
          <w:lang w:val="ru-RU"/>
        </w:rPr>
        <w:t>-Ямского</w:t>
      </w:r>
      <w:proofErr w:type="spellEnd"/>
      <w:proofErr w:type="gramEnd"/>
      <w:r w:rsidR="00D87EB9" w:rsidRPr="00D87EB9">
        <w:rPr>
          <w:rFonts w:cs="Times New Roman"/>
          <w:sz w:val="28"/>
          <w:szCs w:val="28"/>
          <w:lang w:val="ru-RU"/>
        </w:rPr>
        <w:t xml:space="preserve"> муниципального района </w:t>
      </w:r>
      <w:r w:rsidRPr="00D87EB9">
        <w:rPr>
          <w:rFonts w:cs="Times New Roman"/>
          <w:sz w:val="28"/>
          <w:szCs w:val="28"/>
          <w:lang w:val="ru-RU"/>
        </w:rPr>
        <w:t xml:space="preserve"> утвердить в новой редакции (Приложение к решению).</w:t>
      </w:r>
    </w:p>
    <w:p w:rsidR="00D87EB9" w:rsidRPr="00D87EB9" w:rsidRDefault="00D87EB9" w:rsidP="00D87E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EB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B461E" w:rsidRPr="00D87EB9">
        <w:rPr>
          <w:rFonts w:ascii="Times New Roman" w:hAnsi="Times New Roman" w:cs="Times New Roman"/>
          <w:sz w:val="28"/>
          <w:szCs w:val="28"/>
          <w:lang w:eastAsia="ru-RU"/>
        </w:rPr>
        <w:t xml:space="preserve">. Генеральный план </w:t>
      </w:r>
      <w:r w:rsidR="00146B0F">
        <w:rPr>
          <w:rFonts w:ascii="Times New Roman" w:hAnsi="Times New Roman" w:cs="Times New Roman"/>
          <w:sz w:val="28"/>
          <w:szCs w:val="28"/>
          <w:lang w:eastAsia="ru-RU"/>
        </w:rPr>
        <w:t>Заячье-Холмского</w:t>
      </w:r>
      <w:r w:rsidRPr="00D87EB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D87EB9">
        <w:rPr>
          <w:rFonts w:ascii="Times New Roman" w:hAnsi="Times New Roman" w:cs="Times New Roman"/>
          <w:color w:val="000000"/>
          <w:sz w:val="28"/>
          <w:szCs w:val="28"/>
        </w:rPr>
        <w:t xml:space="preserve">с учетом редакции настоящего решения разместить в Федеральной государственной информационной системе территориального планирования и на официальном сайте Администрации </w:t>
      </w:r>
      <w:proofErr w:type="spellStart"/>
      <w:proofErr w:type="gramStart"/>
      <w:r w:rsidRPr="00D87EB9">
        <w:rPr>
          <w:rFonts w:ascii="Times New Roman" w:hAnsi="Times New Roman" w:cs="Times New Roman"/>
          <w:color w:val="000000"/>
          <w:sz w:val="28"/>
          <w:szCs w:val="28"/>
        </w:rPr>
        <w:t>Гаврилов-Ямского</w:t>
      </w:r>
      <w:proofErr w:type="spellEnd"/>
      <w:proofErr w:type="gramEnd"/>
      <w:r w:rsidRPr="00D87EB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4B461E" w:rsidRPr="00D87EB9" w:rsidRDefault="004B461E" w:rsidP="00D87EB9">
      <w:pPr>
        <w:suppressAutoHyphens w:val="0"/>
        <w:jc w:val="both"/>
        <w:rPr>
          <w:sz w:val="28"/>
          <w:szCs w:val="28"/>
          <w:lang w:val="ru-RU" w:eastAsia="ru-RU" w:bidi="ar-SA"/>
        </w:rPr>
      </w:pPr>
      <w:r w:rsidRPr="00D87EB9">
        <w:rPr>
          <w:sz w:val="28"/>
          <w:szCs w:val="28"/>
          <w:lang w:val="ru-RU" w:eastAsia="ru-RU" w:bidi="ar-SA"/>
        </w:rPr>
        <w:t xml:space="preserve">      </w:t>
      </w:r>
      <w:r w:rsidR="00D87EB9" w:rsidRPr="00D87EB9">
        <w:rPr>
          <w:sz w:val="28"/>
          <w:szCs w:val="28"/>
          <w:lang w:val="ru-RU" w:eastAsia="ru-RU" w:bidi="ar-SA"/>
        </w:rPr>
        <w:t xml:space="preserve">    3</w:t>
      </w:r>
      <w:r w:rsidRPr="00D87EB9">
        <w:rPr>
          <w:sz w:val="28"/>
          <w:szCs w:val="28"/>
          <w:lang w:val="ru-RU" w:eastAsia="ru-RU" w:bidi="ar-SA"/>
        </w:rPr>
        <w:t>. Настоящее решение вступает в силу с момента его официального опубликования.</w:t>
      </w:r>
    </w:p>
    <w:p w:rsidR="004B461E" w:rsidRPr="00D87EB9" w:rsidRDefault="004B461E" w:rsidP="004B461E">
      <w:pPr>
        <w:suppressAutoHyphens w:val="0"/>
        <w:spacing w:after="120"/>
        <w:jc w:val="both"/>
        <w:rPr>
          <w:sz w:val="28"/>
          <w:szCs w:val="28"/>
          <w:lang w:val="ru-RU" w:eastAsia="ru-RU" w:bidi="ar-SA"/>
        </w:rPr>
      </w:pPr>
      <w:r w:rsidRPr="00D87EB9">
        <w:rPr>
          <w:sz w:val="28"/>
          <w:szCs w:val="28"/>
          <w:lang w:val="ru-RU" w:eastAsia="ru-RU" w:bidi="ar-SA"/>
        </w:rPr>
        <w:tab/>
      </w:r>
    </w:p>
    <w:p w:rsidR="004B461E" w:rsidRPr="00D87EB9" w:rsidRDefault="004B461E" w:rsidP="004B461E">
      <w:pPr>
        <w:suppressAutoHyphens w:val="0"/>
        <w:rPr>
          <w:color w:val="000000"/>
          <w:sz w:val="28"/>
          <w:szCs w:val="28"/>
          <w:lang w:val="ru-RU" w:eastAsia="ru-RU" w:bidi="ar-SA"/>
        </w:rPr>
      </w:pPr>
      <w:r w:rsidRPr="00D87EB9">
        <w:rPr>
          <w:sz w:val="28"/>
          <w:szCs w:val="28"/>
          <w:lang w:val="ru-RU" w:eastAsia="ru-RU" w:bidi="ar-SA"/>
        </w:rPr>
        <w:t xml:space="preserve">Глава </w:t>
      </w:r>
      <w:proofErr w:type="spellStart"/>
      <w:proofErr w:type="gramStart"/>
      <w:r w:rsidRPr="00D87EB9">
        <w:rPr>
          <w:sz w:val="28"/>
          <w:szCs w:val="28"/>
          <w:lang w:val="ru-RU" w:eastAsia="ru-RU" w:bidi="ar-SA"/>
        </w:rPr>
        <w:t>Гаврилов-</w:t>
      </w:r>
      <w:r w:rsidRPr="00D87EB9">
        <w:rPr>
          <w:color w:val="000000"/>
          <w:sz w:val="28"/>
          <w:szCs w:val="28"/>
          <w:lang w:val="ru-RU" w:eastAsia="ru-RU" w:bidi="ar-SA"/>
        </w:rPr>
        <w:t>Ямского</w:t>
      </w:r>
      <w:proofErr w:type="spellEnd"/>
      <w:proofErr w:type="gramEnd"/>
    </w:p>
    <w:p w:rsidR="004B461E" w:rsidRPr="00D87EB9" w:rsidRDefault="004B461E" w:rsidP="004B461E">
      <w:pPr>
        <w:suppressAutoHyphens w:val="0"/>
        <w:rPr>
          <w:color w:val="000000"/>
          <w:sz w:val="28"/>
          <w:szCs w:val="28"/>
          <w:lang w:val="ru-RU" w:eastAsia="ru-RU" w:bidi="ar-SA"/>
        </w:rPr>
      </w:pPr>
      <w:r w:rsidRPr="00D87EB9">
        <w:rPr>
          <w:color w:val="000000"/>
          <w:sz w:val="28"/>
          <w:szCs w:val="28"/>
          <w:lang w:val="ru-RU" w:eastAsia="ru-RU" w:bidi="ar-SA"/>
        </w:rPr>
        <w:t>муниципального района</w:t>
      </w:r>
      <w:r w:rsidRPr="00D87EB9">
        <w:rPr>
          <w:color w:val="000000"/>
          <w:sz w:val="28"/>
          <w:szCs w:val="28"/>
          <w:lang w:val="ru-RU" w:eastAsia="ru-RU" w:bidi="ar-SA"/>
        </w:rPr>
        <w:tab/>
      </w:r>
      <w:r w:rsidRPr="00D87EB9">
        <w:rPr>
          <w:color w:val="000000"/>
          <w:sz w:val="28"/>
          <w:szCs w:val="28"/>
          <w:lang w:val="ru-RU" w:eastAsia="ru-RU" w:bidi="ar-SA"/>
        </w:rPr>
        <w:tab/>
      </w:r>
      <w:r w:rsidRPr="00D87EB9">
        <w:rPr>
          <w:color w:val="000000"/>
          <w:sz w:val="28"/>
          <w:szCs w:val="28"/>
          <w:lang w:val="ru-RU" w:eastAsia="ru-RU" w:bidi="ar-SA"/>
        </w:rPr>
        <w:tab/>
      </w:r>
      <w:r w:rsidRPr="00D87EB9">
        <w:rPr>
          <w:color w:val="000000"/>
          <w:sz w:val="28"/>
          <w:szCs w:val="28"/>
          <w:lang w:val="ru-RU" w:eastAsia="ru-RU" w:bidi="ar-SA"/>
        </w:rPr>
        <w:tab/>
      </w:r>
      <w:r w:rsidR="00B61D80" w:rsidRPr="00D87EB9">
        <w:rPr>
          <w:color w:val="000000"/>
          <w:sz w:val="28"/>
          <w:szCs w:val="28"/>
          <w:lang w:val="ru-RU" w:eastAsia="ru-RU" w:bidi="ar-SA"/>
        </w:rPr>
        <w:t xml:space="preserve">                </w:t>
      </w:r>
      <w:r w:rsidR="00A85611">
        <w:rPr>
          <w:color w:val="000000"/>
          <w:sz w:val="28"/>
          <w:szCs w:val="28"/>
          <w:lang w:val="ru-RU" w:eastAsia="ru-RU" w:bidi="ar-SA"/>
        </w:rPr>
        <w:t xml:space="preserve">      </w:t>
      </w:r>
      <w:r w:rsidR="00B61D80" w:rsidRPr="00D87EB9">
        <w:rPr>
          <w:color w:val="000000"/>
          <w:sz w:val="28"/>
          <w:szCs w:val="28"/>
          <w:lang w:val="ru-RU" w:eastAsia="ru-RU" w:bidi="ar-SA"/>
        </w:rPr>
        <w:t xml:space="preserve"> </w:t>
      </w:r>
      <w:r w:rsidR="00FF359D" w:rsidRPr="00D87EB9">
        <w:rPr>
          <w:color w:val="000000"/>
          <w:sz w:val="28"/>
          <w:szCs w:val="28"/>
          <w:lang w:val="ru-RU" w:eastAsia="ru-RU" w:bidi="ar-SA"/>
        </w:rPr>
        <w:t>А.А.Комаров</w:t>
      </w:r>
    </w:p>
    <w:p w:rsidR="004B461E" w:rsidRPr="00D87EB9" w:rsidRDefault="004B461E" w:rsidP="004B461E">
      <w:pPr>
        <w:suppressAutoHyphens w:val="0"/>
        <w:rPr>
          <w:color w:val="000000"/>
          <w:sz w:val="28"/>
          <w:szCs w:val="28"/>
          <w:lang w:val="ru-RU" w:eastAsia="ru-RU" w:bidi="ar-SA"/>
        </w:rPr>
      </w:pPr>
    </w:p>
    <w:p w:rsidR="004B461E" w:rsidRPr="00D87EB9" w:rsidRDefault="004B461E" w:rsidP="004B461E">
      <w:pPr>
        <w:suppressAutoHyphens w:val="0"/>
        <w:rPr>
          <w:color w:val="000000"/>
          <w:sz w:val="28"/>
          <w:szCs w:val="28"/>
          <w:lang w:val="ru-RU" w:eastAsia="ru-RU" w:bidi="ar-SA"/>
        </w:rPr>
      </w:pPr>
      <w:r w:rsidRPr="00D87EB9">
        <w:rPr>
          <w:color w:val="000000"/>
          <w:sz w:val="28"/>
          <w:szCs w:val="28"/>
          <w:lang w:val="ru-RU" w:eastAsia="ru-RU" w:bidi="ar-SA"/>
        </w:rPr>
        <w:t xml:space="preserve">Председатель Собрания </w:t>
      </w:r>
    </w:p>
    <w:p w:rsidR="004B461E" w:rsidRPr="00D87EB9" w:rsidRDefault="004B461E" w:rsidP="004B461E">
      <w:pPr>
        <w:suppressAutoHyphens w:val="0"/>
        <w:rPr>
          <w:color w:val="000000"/>
          <w:sz w:val="28"/>
          <w:szCs w:val="28"/>
          <w:lang w:val="ru-RU" w:eastAsia="ru-RU" w:bidi="ar-SA"/>
        </w:rPr>
      </w:pPr>
      <w:r w:rsidRPr="00D87EB9">
        <w:rPr>
          <w:color w:val="000000"/>
          <w:sz w:val="28"/>
          <w:szCs w:val="28"/>
          <w:lang w:val="ru-RU" w:eastAsia="ru-RU" w:bidi="ar-SA"/>
        </w:rPr>
        <w:t xml:space="preserve">представителей </w:t>
      </w:r>
      <w:proofErr w:type="spellStart"/>
      <w:proofErr w:type="gramStart"/>
      <w:r w:rsidRPr="00D87EB9">
        <w:rPr>
          <w:color w:val="000000"/>
          <w:sz w:val="28"/>
          <w:szCs w:val="28"/>
          <w:lang w:val="ru-RU" w:eastAsia="ru-RU" w:bidi="ar-SA"/>
        </w:rPr>
        <w:t>Гаврилов-Ямского</w:t>
      </w:r>
      <w:proofErr w:type="spellEnd"/>
      <w:proofErr w:type="gramEnd"/>
      <w:r w:rsidRPr="00D87EB9">
        <w:rPr>
          <w:color w:val="000000"/>
          <w:sz w:val="28"/>
          <w:szCs w:val="28"/>
          <w:lang w:val="ru-RU" w:eastAsia="ru-RU" w:bidi="ar-SA"/>
        </w:rPr>
        <w:t xml:space="preserve"> </w:t>
      </w:r>
    </w:p>
    <w:p w:rsidR="004B461E" w:rsidRPr="00D87EB9" w:rsidRDefault="004B461E" w:rsidP="004B461E">
      <w:pPr>
        <w:suppressAutoHyphens w:val="0"/>
        <w:rPr>
          <w:color w:val="000000"/>
          <w:sz w:val="28"/>
          <w:szCs w:val="28"/>
          <w:lang w:val="ru-RU" w:eastAsia="ru-RU" w:bidi="ar-SA"/>
        </w:rPr>
      </w:pPr>
      <w:r w:rsidRPr="00D87EB9">
        <w:rPr>
          <w:color w:val="000000"/>
          <w:sz w:val="28"/>
          <w:szCs w:val="28"/>
          <w:lang w:val="ru-RU" w:eastAsia="ru-RU" w:bidi="ar-SA"/>
        </w:rPr>
        <w:t>муниципального района</w:t>
      </w:r>
      <w:r w:rsidRPr="00D87EB9">
        <w:rPr>
          <w:color w:val="000000"/>
          <w:sz w:val="28"/>
          <w:szCs w:val="28"/>
          <w:lang w:val="ru-RU" w:eastAsia="ru-RU" w:bidi="ar-SA"/>
        </w:rPr>
        <w:tab/>
      </w:r>
      <w:r w:rsidRPr="00D87EB9">
        <w:rPr>
          <w:color w:val="000000"/>
          <w:sz w:val="28"/>
          <w:szCs w:val="28"/>
          <w:lang w:val="ru-RU" w:eastAsia="ru-RU" w:bidi="ar-SA"/>
        </w:rPr>
        <w:tab/>
      </w:r>
      <w:r w:rsidRPr="00D87EB9">
        <w:rPr>
          <w:color w:val="000000"/>
          <w:sz w:val="28"/>
          <w:szCs w:val="28"/>
          <w:lang w:val="ru-RU" w:eastAsia="ru-RU" w:bidi="ar-SA"/>
        </w:rPr>
        <w:tab/>
      </w:r>
      <w:r w:rsidR="00B61D80" w:rsidRPr="00D87EB9">
        <w:rPr>
          <w:color w:val="000000"/>
          <w:sz w:val="28"/>
          <w:szCs w:val="28"/>
          <w:lang w:val="ru-RU" w:eastAsia="ru-RU" w:bidi="ar-SA"/>
        </w:rPr>
        <w:t xml:space="preserve">              </w:t>
      </w:r>
      <w:r w:rsidR="00A85611">
        <w:rPr>
          <w:color w:val="000000"/>
          <w:sz w:val="28"/>
          <w:szCs w:val="28"/>
          <w:lang w:val="ru-RU" w:eastAsia="ru-RU" w:bidi="ar-SA"/>
        </w:rPr>
        <w:t xml:space="preserve">                 </w:t>
      </w:r>
      <w:r w:rsidR="00B61D80" w:rsidRPr="00D87EB9">
        <w:rPr>
          <w:color w:val="000000"/>
          <w:sz w:val="28"/>
          <w:szCs w:val="28"/>
          <w:lang w:val="ru-RU" w:eastAsia="ru-RU" w:bidi="ar-SA"/>
        </w:rPr>
        <w:t xml:space="preserve">   </w:t>
      </w:r>
      <w:proofErr w:type="spellStart"/>
      <w:r w:rsidR="00FF359D" w:rsidRPr="00D87EB9">
        <w:rPr>
          <w:color w:val="000000"/>
          <w:sz w:val="28"/>
          <w:szCs w:val="28"/>
          <w:lang w:val="ru-RU" w:eastAsia="ru-RU" w:bidi="ar-SA"/>
        </w:rPr>
        <w:t>А.Б.Сергеичев</w:t>
      </w:r>
      <w:proofErr w:type="spellEnd"/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AD7550" w:rsidRDefault="00AD7550" w:rsidP="00B805E6">
      <w:pPr>
        <w:jc w:val="center"/>
        <w:rPr>
          <w:b/>
          <w:sz w:val="28"/>
          <w:szCs w:val="28"/>
          <w:lang w:val="ru-RU"/>
        </w:rPr>
      </w:pPr>
    </w:p>
    <w:p w:rsidR="00B0619F" w:rsidRPr="00B805E6" w:rsidRDefault="00B0619F" w:rsidP="00B0619F">
      <w:pPr>
        <w:jc w:val="center"/>
        <w:rPr>
          <w:b/>
          <w:sz w:val="28"/>
          <w:szCs w:val="28"/>
          <w:lang w:val="ru-RU"/>
        </w:rPr>
      </w:pPr>
      <w:r w:rsidRPr="00B805E6">
        <w:rPr>
          <w:b/>
          <w:sz w:val="28"/>
          <w:szCs w:val="28"/>
          <w:lang w:val="ru-RU"/>
        </w:rPr>
        <w:t>Тестовое обоснование внесения изменений в Генеральный план</w:t>
      </w:r>
    </w:p>
    <w:p w:rsidR="00B0619F" w:rsidRPr="00B805E6" w:rsidRDefault="00B0619F" w:rsidP="00B0619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Заячье-Холмского</w:t>
      </w:r>
      <w:r w:rsidRPr="00B805E6">
        <w:rPr>
          <w:b/>
          <w:sz w:val="28"/>
          <w:szCs w:val="28"/>
          <w:lang w:val="ru-RU"/>
        </w:rPr>
        <w:t xml:space="preserve"> сельского поселения и перевода категории земель сельскохозяйственного назначения в земли промышленности</w:t>
      </w:r>
    </w:p>
    <w:p w:rsidR="00B0619F" w:rsidRPr="00B805E6" w:rsidRDefault="00B0619F" w:rsidP="00B0619F">
      <w:pPr>
        <w:rPr>
          <w:sz w:val="28"/>
          <w:szCs w:val="28"/>
          <w:lang w:val="ru-RU"/>
        </w:rPr>
      </w:pPr>
    </w:p>
    <w:p w:rsidR="00B0619F" w:rsidRPr="00B805E6" w:rsidRDefault="00B0619F" w:rsidP="00B0619F">
      <w:pPr>
        <w:rPr>
          <w:sz w:val="28"/>
          <w:szCs w:val="28"/>
          <w:lang w:val="ru-RU"/>
        </w:rPr>
      </w:pPr>
    </w:p>
    <w:p w:rsidR="00B0619F" w:rsidRPr="00B805E6" w:rsidRDefault="00B0619F" w:rsidP="00B0619F">
      <w:pPr>
        <w:jc w:val="both"/>
        <w:rPr>
          <w:sz w:val="28"/>
          <w:szCs w:val="28"/>
          <w:lang w:val="ru-RU"/>
        </w:rPr>
      </w:pPr>
      <w:r w:rsidRPr="00B805E6">
        <w:rPr>
          <w:sz w:val="28"/>
          <w:szCs w:val="28"/>
          <w:lang w:val="ru-RU"/>
        </w:rPr>
        <w:t xml:space="preserve">         Земельный участок площадью </w:t>
      </w:r>
      <w:r>
        <w:rPr>
          <w:sz w:val="28"/>
          <w:szCs w:val="28"/>
          <w:lang w:val="ru-RU"/>
        </w:rPr>
        <w:t>12881</w:t>
      </w:r>
      <w:r w:rsidRPr="00B805E6">
        <w:rPr>
          <w:sz w:val="28"/>
          <w:szCs w:val="28"/>
          <w:lang w:val="ru-RU"/>
        </w:rPr>
        <w:t xml:space="preserve"> кв</w:t>
      </w:r>
      <w:proofErr w:type="gramStart"/>
      <w:r w:rsidRPr="00B805E6">
        <w:rPr>
          <w:sz w:val="28"/>
          <w:szCs w:val="28"/>
          <w:lang w:val="ru-RU"/>
        </w:rPr>
        <w:t>.м</w:t>
      </w:r>
      <w:proofErr w:type="gramEnd"/>
      <w:r w:rsidRPr="00B805E6">
        <w:rPr>
          <w:sz w:val="28"/>
          <w:szCs w:val="28"/>
          <w:lang w:val="ru-RU"/>
        </w:rPr>
        <w:t xml:space="preserve">  с </w:t>
      </w:r>
      <w:proofErr w:type="spellStart"/>
      <w:r w:rsidRPr="00B805E6">
        <w:rPr>
          <w:sz w:val="28"/>
          <w:szCs w:val="28"/>
          <w:lang w:val="ru-RU"/>
        </w:rPr>
        <w:t>кад</w:t>
      </w:r>
      <w:proofErr w:type="spellEnd"/>
      <w:r w:rsidRPr="00B805E6">
        <w:rPr>
          <w:sz w:val="28"/>
          <w:szCs w:val="28"/>
          <w:lang w:val="ru-RU"/>
        </w:rPr>
        <w:t>. № 76:04:</w:t>
      </w:r>
      <w:r>
        <w:rPr>
          <w:sz w:val="28"/>
          <w:szCs w:val="28"/>
          <w:lang w:val="ru-RU"/>
        </w:rPr>
        <w:t>094201:1039</w:t>
      </w:r>
      <w:r w:rsidRPr="00B805E6">
        <w:rPr>
          <w:sz w:val="28"/>
          <w:szCs w:val="28"/>
          <w:lang w:val="ru-RU"/>
        </w:rPr>
        <w:t xml:space="preserve">,  расположенный по адресу: Ярославская область, </w:t>
      </w:r>
      <w:proofErr w:type="spellStart"/>
      <w:r w:rsidRPr="00B805E6">
        <w:rPr>
          <w:sz w:val="28"/>
          <w:szCs w:val="28"/>
          <w:lang w:val="ru-RU"/>
        </w:rPr>
        <w:t>Гаврилов-Ямский</w:t>
      </w:r>
      <w:proofErr w:type="spellEnd"/>
      <w:r w:rsidRPr="00B805E6">
        <w:rPr>
          <w:sz w:val="28"/>
          <w:szCs w:val="28"/>
          <w:lang w:val="ru-RU"/>
        </w:rPr>
        <w:t xml:space="preserve"> район, </w:t>
      </w:r>
      <w:proofErr w:type="spellStart"/>
      <w:r>
        <w:rPr>
          <w:sz w:val="28"/>
          <w:szCs w:val="28"/>
          <w:lang w:val="ru-RU"/>
        </w:rPr>
        <w:t>Ставотинский</w:t>
      </w:r>
      <w:proofErr w:type="spellEnd"/>
      <w:r w:rsidRPr="00B805E6">
        <w:rPr>
          <w:sz w:val="28"/>
          <w:szCs w:val="28"/>
          <w:lang w:val="ru-RU"/>
        </w:rPr>
        <w:t xml:space="preserve"> сельский округ, район д. </w:t>
      </w:r>
      <w:proofErr w:type="spellStart"/>
      <w:r>
        <w:rPr>
          <w:sz w:val="28"/>
          <w:szCs w:val="28"/>
          <w:lang w:val="ru-RU"/>
        </w:rPr>
        <w:t>Грудцино</w:t>
      </w:r>
      <w:proofErr w:type="spellEnd"/>
      <w:r>
        <w:rPr>
          <w:sz w:val="28"/>
          <w:szCs w:val="28"/>
          <w:lang w:val="ru-RU"/>
        </w:rPr>
        <w:t>,</w:t>
      </w:r>
      <w:r w:rsidRPr="00CE4B0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</w:t>
      </w:r>
      <w:r w:rsidRPr="00B805E6">
        <w:rPr>
          <w:sz w:val="28"/>
          <w:szCs w:val="28"/>
          <w:lang w:val="ru-RU"/>
        </w:rPr>
        <w:t xml:space="preserve">емельный участок площадью </w:t>
      </w:r>
      <w:r>
        <w:rPr>
          <w:sz w:val="28"/>
          <w:szCs w:val="28"/>
          <w:lang w:val="ru-RU"/>
        </w:rPr>
        <w:t>240000</w:t>
      </w:r>
      <w:r w:rsidRPr="00B805E6">
        <w:rPr>
          <w:sz w:val="28"/>
          <w:szCs w:val="28"/>
          <w:lang w:val="ru-RU"/>
        </w:rPr>
        <w:t xml:space="preserve"> кв</w:t>
      </w:r>
      <w:proofErr w:type="gramStart"/>
      <w:r w:rsidRPr="00B805E6">
        <w:rPr>
          <w:sz w:val="28"/>
          <w:szCs w:val="28"/>
          <w:lang w:val="ru-RU"/>
        </w:rPr>
        <w:t>.м</w:t>
      </w:r>
      <w:proofErr w:type="gramEnd"/>
      <w:r w:rsidRPr="00B805E6">
        <w:rPr>
          <w:sz w:val="28"/>
          <w:szCs w:val="28"/>
          <w:lang w:val="ru-RU"/>
        </w:rPr>
        <w:t xml:space="preserve">  с </w:t>
      </w:r>
      <w:proofErr w:type="spellStart"/>
      <w:r w:rsidRPr="00B805E6">
        <w:rPr>
          <w:sz w:val="28"/>
          <w:szCs w:val="28"/>
          <w:lang w:val="ru-RU"/>
        </w:rPr>
        <w:t>кад</w:t>
      </w:r>
      <w:proofErr w:type="spellEnd"/>
      <w:r w:rsidRPr="00B805E6">
        <w:rPr>
          <w:sz w:val="28"/>
          <w:szCs w:val="28"/>
          <w:lang w:val="ru-RU"/>
        </w:rPr>
        <w:t>. № 76:04:</w:t>
      </w:r>
      <w:r>
        <w:rPr>
          <w:sz w:val="28"/>
          <w:szCs w:val="28"/>
          <w:lang w:val="ru-RU"/>
        </w:rPr>
        <w:t>094201:1042</w:t>
      </w:r>
      <w:r w:rsidRPr="00B805E6">
        <w:rPr>
          <w:sz w:val="28"/>
          <w:szCs w:val="28"/>
          <w:lang w:val="ru-RU"/>
        </w:rPr>
        <w:t xml:space="preserve">,  расположенный по адресу: Ярославская область, </w:t>
      </w:r>
      <w:proofErr w:type="spellStart"/>
      <w:r w:rsidRPr="00B805E6">
        <w:rPr>
          <w:sz w:val="28"/>
          <w:szCs w:val="28"/>
          <w:lang w:val="ru-RU"/>
        </w:rPr>
        <w:t>Гаврилов-Ямский</w:t>
      </w:r>
      <w:proofErr w:type="spellEnd"/>
      <w:r w:rsidRPr="00B805E6">
        <w:rPr>
          <w:sz w:val="28"/>
          <w:szCs w:val="28"/>
          <w:lang w:val="ru-RU"/>
        </w:rPr>
        <w:t xml:space="preserve"> район, </w:t>
      </w:r>
      <w:proofErr w:type="spellStart"/>
      <w:r>
        <w:rPr>
          <w:sz w:val="28"/>
          <w:szCs w:val="28"/>
          <w:lang w:val="ru-RU"/>
        </w:rPr>
        <w:t>Ставотинский</w:t>
      </w:r>
      <w:proofErr w:type="spellEnd"/>
      <w:r w:rsidRPr="00B805E6">
        <w:rPr>
          <w:sz w:val="28"/>
          <w:szCs w:val="28"/>
          <w:lang w:val="ru-RU"/>
        </w:rPr>
        <w:t xml:space="preserve"> сельский округ, район д. </w:t>
      </w:r>
      <w:proofErr w:type="spellStart"/>
      <w:r>
        <w:rPr>
          <w:sz w:val="28"/>
          <w:szCs w:val="28"/>
          <w:lang w:val="ru-RU"/>
        </w:rPr>
        <w:t>Грудцино</w:t>
      </w:r>
      <w:proofErr w:type="spellEnd"/>
      <w:r w:rsidRPr="00B805E6">
        <w:rPr>
          <w:sz w:val="28"/>
          <w:szCs w:val="28"/>
          <w:lang w:val="ru-RU"/>
        </w:rPr>
        <w:t xml:space="preserve"> в настоящее время имеет  категорию земель - земли сельскохозяйственного назначения.</w:t>
      </w:r>
    </w:p>
    <w:p w:rsidR="00B0619F" w:rsidRDefault="00B0619F" w:rsidP="00B0619F">
      <w:pPr>
        <w:pStyle w:val="9"/>
        <w:shd w:val="clear" w:color="auto" w:fill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B199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6B1999">
        <w:rPr>
          <w:sz w:val="28"/>
          <w:szCs w:val="28"/>
        </w:rPr>
        <w:t xml:space="preserve">бщество </w:t>
      </w:r>
      <w:r>
        <w:rPr>
          <w:sz w:val="28"/>
          <w:szCs w:val="28"/>
        </w:rPr>
        <w:t xml:space="preserve">с ограниченной ответственностью «Кварц» действующее предприятие, основным видом деятельности которого является добыча </w:t>
      </w:r>
      <w:proofErr w:type="spellStart"/>
      <w:r>
        <w:rPr>
          <w:sz w:val="28"/>
          <w:szCs w:val="28"/>
        </w:rPr>
        <w:t>валунно-гравийно-песчаной</w:t>
      </w:r>
      <w:proofErr w:type="spellEnd"/>
      <w:r>
        <w:rPr>
          <w:sz w:val="28"/>
          <w:szCs w:val="28"/>
        </w:rPr>
        <w:t xml:space="preserve"> смеси для производства строительных материалов. Лицензии на пользование недрами: ЯРЛ 57570 ТЭ от 03 сентября 2002 года и ЯРО 00039 ТЭ от 07 октября 2008 года.</w:t>
      </w:r>
    </w:p>
    <w:p w:rsidR="00B0619F" w:rsidRDefault="00B0619F" w:rsidP="00B0619F">
      <w:pPr>
        <w:pStyle w:val="9"/>
        <w:shd w:val="clear" w:color="auto" w:fill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Горный отвод был предоставлен Администрацией </w:t>
      </w:r>
      <w:proofErr w:type="spellStart"/>
      <w:proofErr w:type="gramStart"/>
      <w:r>
        <w:rPr>
          <w:sz w:val="28"/>
          <w:szCs w:val="28"/>
        </w:rPr>
        <w:t>Гаврилов-Ямского</w:t>
      </w:r>
      <w:proofErr w:type="spellEnd"/>
      <w:proofErr w:type="gramEnd"/>
      <w:r>
        <w:rPr>
          <w:sz w:val="28"/>
          <w:szCs w:val="28"/>
        </w:rPr>
        <w:t xml:space="preserve"> муниципального района Ярославской области 12 марта 1998г по заявке </w:t>
      </w:r>
      <w:proofErr w:type="spellStart"/>
      <w:r>
        <w:rPr>
          <w:sz w:val="28"/>
          <w:szCs w:val="28"/>
        </w:rPr>
        <w:t>Угличского</w:t>
      </w:r>
      <w:proofErr w:type="spellEnd"/>
      <w:r>
        <w:rPr>
          <w:sz w:val="28"/>
          <w:szCs w:val="28"/>
        </w:rPr>
        <w:t xml:space="preserve"> ТОО «Кварц» площадью 69 га, зарегистрированный под реестровым № 112 Госгортехнадзором Верхневолжского округа 5 августа 1998 года. </w:t>
      </w:r>
    </w:p>
    <w:p w:rsidR="00B0619F" w:rsidRDefault="00B0619F" w:rsidP="00B0619F">
      <w:pPr>
        <w:pStyle w:val="9"/>
        <w:shd w:val="clear" w:color="auto" w:fill="auto"/>
        <w:ind w:firstLine="0"/>
        <w:rPr>
          <w:sz w:val="28"/>
          <w:szCs w:val="28"/>
        </w:rPr>
      </w:pPr>
      <w:r w:rsidRPr="00B805E6">
        <w:rPr>
          <w:sz w:val="28"/>
          <w:szCs w:val="28"/>
        </w:rPr>
        <w:t xml:space="preserve">         Земельны</w:t>
      </w:r>
      <w:r>
        <w:rPr>
          <w:sz w:val="28"/>
          <w:szCs w:val="28"/>
        </w:rPr>
        <w:t>е</w:t>
      </w:r>
      <w:r w:rsidRPr="00B805E6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ки</w:t>
      </w:r>
      <w:r w:rsidRPr="00B805E6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217119</w:t>
      </w:r>
      <w:r w:rsidRPr="00B805E6">
        <w:rPr>
          <w:sz w:val="28"/>
          <w:szCs w:val="28"/>
        </w:rPr>
        <w:t xml:space="preserve"> кв</w:t>
      </w:r>
      <w:proofErr w:type="gramStart"/>
      <w:r w:rsidRPr="00B805E6">
        <w:rPr>
          <w:sz w:val="28"/>
          <w:szCs w:val="28"/>
        </w:rPr>
        <w:t>.м</w:t>
      </w:r>
      <w:proofErr w:type="gramEnd"/>
      <w:r w:rsidRPr="00B805E6">
        <w:rPr>
          <w:sz w:val="28"/>
          <w:szCs w:val="28"/>
        </w:rPr>
        <w:t xml:space="preserve">  с </w:t>
      </w:r>
      <w:proofErr w:type="spellStart"/>
      <w:r w:rsidRPr="00B805E6">
        <w:rPr>
          <w:sz w:val="28"/>
          <w:szCs w:val="28"/>
        </w:rPr>
        <w:t>кад</w:t>
      </w:r>
      <w:proofErr w:type="spellEnd"/>
      <w:r w:rsidRPr="00B805E6">
        <w:rPr>
          <w:sz w:val="28"/>
          <w:szCs w:val="28"/>
        </w:rPr>
        <w:t>. № 76:04:</w:t>
      </w:r>
      <w:r>
        <w:rPr>
          <w:sz w:val="28"/>
          <w:szCs w:val="28"/>
        </w:rPr>
        <w:t>094201:1040</w:t>
      </w:r>
      <w:r w:rsidRPr="00B805E6">
        <w:rPr>
          <w:sz w:val="28"/>
          <w:szCs w:val="28"/>
        </w:rPr>
        <w:t>,</w:t>
      </w:r>
    </w:p>
    <w:p w:rsidR="00B0619F" w:rsidRDefault="00B0619F" w:rsidP="00B0619F">
      <w:pPr>
        <w:pStyle w:val="9"/>
        <w:shd w:val="clear" w:color="auto" w:fill="auto"/>
        <w:ind w:firstLine="0"/>
        <w:rPr>
          <w:sz w:val="28"/>
          <w:szCs w:val="28"/>
        </w:rPr>
      </w:pPr>
      <w:r w:rsidRPr="00B805E6">
        <w:rPr>
          <w:sz w:val="28"/>
          <w:szCs w:val="28"/>
        </w:rPr>
        <w:t xml:space="preserve"> 76:04:</w:t>
      </w:r>
      <w:r>
        <w:rPr>
          <w:sz w:val="28"/>
          <w:szCs w:val="28"/>
        </w:rPr>
        <w:t>094201:1041</w:t>
      </w:r>
      <w:r w:rsidRPr="00B805E6">
        <w:rPr>
          <w:sz w:val="28"/>
          <w:szCs w:val="28"/>
        </w:rPr>
        <w:t xml:space="preserve"> </w:t>
      </w:r>
      <w:proofErr w:type="gramStart"/>
      <w:r w:rsidRPr="00B805E6">
        <w:rPr>
          <w:sz w:val="28"/>
          <w:szCs w:val="28"/>
        </w:rPr>
        <w:t>расположенны</w:t>
      </w:r>
      <w:r>
        <w:rPr>
          <w:sz w:val="28"/>
          <w:szCs w:val="28"/>
        </w:rPr>
        <w:t>е</w:t>
      </w:r>
      <w:proofErr w:type="gramEnd"/>
      <w:r w:rsidRPr="00B805E6">
        <w:rPr>
          <w:sz w:val="28"/>
          <w:szCs w:val="28"/>
        </w:rPr>
        <w:t xml:space="preserve"> по адресу: Ярославская область, </w:t>
      </w:r>
      <w:proofErr w:type="spellStart"/>
      <w:r w:rsidRPr="00B805E6">
        <w:rPr>
          <w:sz w:val="28"/>
          <w:szCs w:val="28"/>
        </w:rPr>
        <w:t>Гаврилов-Ямский</w:t>
      </w:r>
      <w:proofErr w:type="spellEnd"/>
      <w:r w:rsidRPr="00B805E6"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Ставотинский</w:t>
      </w:r>
      <w:proofErr w:type="spellEnd"/>
      <w:r w:rsidRPr="00B805E6">
        <w:rPr>
          <w:sz w:val="28"/>
          <w:szCs w:val="28"/>
        </w:rPr>
        <w:t xml:space="preserve"> сельский округ, район д. </w:t>
      </w:r>
      <w:proofErr w:type="spellStart"/>
      <w:r>
        <w:rPr>
          <w:sz w:val="28"/>
          <w:szCs w:val="28"/>
        </w:rPr>
        <w:t>Грудцино</w:t>
      </w:r>
      <w:proofErr w:type="spellEnd"/>
      <w:r>
        <w:rPr>
          <w:sz w:val="28"/>
          <w:szCs w:val="28"/>
        </w:rPr>
        <w:t>,</w:t>
      </w:r>
      <w:r w:rsidRPr="00271527">
        <w:rPr>
          <w:sz w:val="28"/>
          <w:szCs w:val="28"/>
        </w:rPr>
        <w:t xml:space="preserve"> </w:t>
      </w:r>
      <w:r w:rsidRPr="00B805E6">
        <w:rPr>
          <w:sz w:val="28"/>
          <w:szCs w:val="28"/>
        </w:rPr>
        <w:t>в настоящее время имеет  категорию земель - земли сельскохозяйственного назначения.</w:t>
      </w:r>
    </w:p>
    <w:p w:rsidR="00B0619F" w:rsidRDefault="00B0619F" w:rsidP="00B0619F">
      <w:pPr>
        <w:pStyle w:val="9"/>
        <w:shd w:val="clear" w:color="auto" w:fill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Земельные участки  находятся на праве собственности,  </w:t>
      </w:r>
      <w:proofErr w:type="gramStart"/>
      <w:r>
        <w:rPr>
          <w:sz w:val="28"/>
          <w:szCs w:val="28"/>
        </w:rPr>
        <w:t>согласно  выписки</w:t>
      </w:r>
      <w:proofErr w:type="gramEnd"/>
      <w:r>
        <w:rPr>
          <w:sz w:val="28"/>
          <w:szCs w:val="28"/>
        </w:rPr>
        <w:t xml:space="preserve"> из ЕГРН №76:04:094201:1040-76/002/2019-3 от 18.10.2019, №76:04:094201:1041-76/002/2019-3 от 18.10.2019. Основные виды экономической деятельности индивидуального предпринимателя  являются производство земляных работ  и разработка гравийных и песчаных карьеров, добыча глины и каолина. На данной территории планируется совместная с ООО «Кварц» добыча ПГС на основании лицензии ООО «Кварц».</w:t>
      </w:r>
    </w:p>
    <w:p w:rsidR="00386FF4" w:rsidRDefault="00386FF4" w:rsidP="00386FF4">
      <w:pPr>
        <w:pStyle w:val="9"/>
        <w:shd w:val="clear" w:color="auto" w:fill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Земельный участок площадью 375834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 с 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>. № 76:04:000000:921,</w:t>
      </w:r>
    </w:p>
    <w:p w:rsidR="00386FF4" w:rsidRDefault="00386FF4" w:rsidP="00B0619F">
      <w:pPr>
        <w:pStyle w:val="9"/>
        <w:shd w:val="clear" w:color="auto" w:fill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расположенный</w:t>
      </w:r>
      <w:proofErr w:type="gramEnd"/>
      <w:r>
        <w:rPr>
          <w:sz w:val="28"/>
          <w:szCs w:val="28"/>
        </w:rPr>
        <w:t xml:space="preserve"> по адресу: </w:t>
      </w:r>
      <w:proofErr w:type="gramStart"/>
      <w:r>
        <w:t xml:space="preserve">Ярославская область, </w:t>
      </w:r>
      <w:proofErr w:type="spellStart"/>
      <w:r>
        <w:t>Гаврилов-Ямский</w:t>
      </w:r>
      <w:proofErr w:type="spellEnd"/>
      <w:r>
        <w:t xml:space="preserve"> район, </w:t>
      </w:r>
      <w:proofErr w:type="spellStart"/>
      <w:r>
        <w:t>Ставотинский</w:t>
      </w:r>
      <w:proofErr w:type="spellEnd"/>
      <w:r>
        <w:t xml:space="preserve"> с/о, в районе д. </w:t>
      </w:r>
      <w:proofErr w:type="spellStart"/>
      <w:r>
        <w:t>Кореньково</w:t>
      </w:r>
      <w:proofErr w:type="spellEnd"/>
      <w:r>
        <w:t>, западная граница - а/</w:t>
      </w:r>
      <w:proofErr w:type="spellStart"/>
      <w:r>
        <w:t>д</w:t>
      </w:r>
      <w:proofErr w:type="spellEnd"/>
      <w:r>
        <w:t xml:space="preserve"> "</w:t>
      </w:r>
      <w:proofErr w:type="spellStart"/>
      <w:r>
        <w:t>Ярославль-Заячий</w:t>
      </w:r>
      <w:proofErr w:type="spellEnd"/>
      <w:r>
        <w:t xml:space="preserve"> Холм", восточная граница населенного пункта д. </w:t>
      </w:r>
      <w:proofErr w:type="spellStart"/>
      <w:r>
        <w:t>Кореньково</w:t>
      </w:r>
      <w:proofErr w:type="spellEnd"/>
      <w:r>
        <w:t>, северная, восточная и южная - до границы СПК "Заря"</w:t>
      </w:r>
      <w:r>
        <w:rPr>
          <w:sz w:val="28"/>
          <w:szCs w:val="28"/>
        </w:rPr>
        <w:t>, в настоящее время имеет  категорию земель - земли сельскохозяйственного назначения.</w:t>
      </w:r>
      <w:proofErr w:type="gramEnd"/>
      <w:r>
        <w:rPr>
          <w:sz w:val="28"/>
          <w:szCs w:val="28"/>
        </w:rPr>
        <w:t xml:space="preserve">     Земельный участок  находится на праве собственности,  </w:t>
      </w:r>
      <w:proofErr w:type="gramStart"/>
      <w:r>
        <w:rPr>
          <w:sz w:val="28"/>
          <w:szCs w:val="28"/>
        </w:rPr>
        <w:t>согласно  выписки</w:t>
      </w:r>
      <w:proofErr w:type="gramEnd"/>
      <w:r>
        <w:rPr>
          <w:sz w:val="28"/>
          <w:szCs w:val="28"/>
        </w:rPr>
        <w:t xml:space="preserve"> из ЕГРН №76-76-02/001/2013-892 от 11.07.2013, имеет статус горного отвода. Право пользования недрами на месторождение «</w:t>
      </w:r>
      <w:proofErr w:type="spellStart"/>
      <w:r>
        <w:rPr>
          <w:sz w:val="28"/>
          <w:szCs w:val="28"/>
        </w:rPr>
        <w:t>Кореньковское</w:t>
      </w:r>
      <w:proofErr w:type="spellEnd"/>
      <w:r>
        <w:rPr>
          <w:sz w:val="28"/>
          <w:szCs w:val="28"/>
        </w:rPr>
        <w:t xml:space="preserve">» выдано ООО </w:t>
      </w:r>
      <w:r>
        <w:rPr>
          <w:sz w:val="28"/>
          <w:szCs w:val="28"/>
        </w:rPr>
        <w:lastRenderedPageBreak/>
        <w:t xml:space="preserve">«ЯСК» 10.07.2017 на основании свидетельства об установления факта открытия месторождения полезных ископаемых №ЯРО </w:t>
      </w:r>
      <w:r w:rsidRPr="00386FF4">
        <w:rPr>
          <w:sz w:val="28"/>
          <w:szCs w:val="28"/>
        </w:rPr>
        <w:t>17</w:t>
      </w:r>
      <w:r>
        <w:rPr>
          <w:sz w:val="28"/>
          <w:szCs w:val="28"/>
        </w:rPr>
        <w:t xml:space="preserve"> НЕМ 00024.</w:t>
      </w:r>
    </w:p>
    <w:p w:rsidR="00B0619F" w:rsidRDefault="00B0619F" w:rsidP="00B0619F">
      <w:pPr>
        <w:widowControl w:val="0"/>
        <w:ind w:firstLine="709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Pr="00B805E6">
        <w:rPr>
          <w:sz w:val="28"/>
          <w:szCs w:val="28"/>
          <w:lang w:val="ru-RU"/>
        </w:rPr>
        <w:t xml:space="preserve"> </w:t>
      </w:r>
      <w:r w:rsidRPr="00BB303C">
        <w:rPr>
          <w:sz w:val="28"/>
          <w:lang w:val="ru-RU"/>
        </w:rPr>
        <w:t>Проблемы экономического и территориального развития Заячье-Холмского сельского поселения связаны с растущей необходимостью развития промышленной деятельности поселения, а именно добычи полезных ископаемых.</w:t>
      </w:r>
      <w:r>
        <w:rPr>
          <w:lang w:val="ru-RU"/>
        </w:rPr>
        <w:t xml:space="preserve"> </w:t>
      </w:r>
      <w:r w:rsidRPr="008243FB">
        <w:rPr>
          <w:sz w:val="28"/>
          <w:szCs w:val="28"/>
          <w:lang w:val="ru-RU"/>
        </w:rPr>
        <w:t>З</w:t>
      </w:r>
      <w:r w:rsidRPr="00BB303C">
        <w:rPr>
          <w:sz w:val="28"/>
          <w:lang w:val="ru-RU"/>
        </w:rPr>
        <w:t>а прошлый год поступление налога на добычу полезных ископаемых увеличилось в 2 раза. Это дополнительные финансовые ресурсы для реализации на территории поселения социально значимых проектов, направленных на повышение качества жизни граждан.</w:t>
      </w:r>
    </w:p>
    <w:p w:rsidR="00B0619F" w:rsidRPr="00BB303C" w:rsidRDefault="00B0619F" w:rsidP="00B0619F">
      <w:pPr>
        <w:widowControl w:val="0"/>
        <w:ind w:firstLine="709"/>
        <w:jc w:val="both"/>
        <w:rPr>
          <w:sz w:val="28"/>
          <w:lang w:val="ru-RU"/>
        </w:rPr>
      </w:pPr>
      <w:r w:rsidRPr="00BB303C">
        <w:rPr>
          <w:sz w:val="28"/>
          <w:lang w:val="ru-RU"/>
        </w:rPr>
        <w:t xml:space="preserve">В соответствии с Градостроительным кодексом Российской Федерации генеральный план </w:t>
      </w:r>
      <w:proofErr w:type="gramStart"/>
      <w:r w:rsidRPr="00BB303C">
        <w:rPr>
          <w:sz w:val="28"/>
          <w:lang w:val="ru-RU"/>
        </w:rPr>
        <w:t>определяет стратегию функционально-пространственного развития территории сельского поселения и устанавливает</w:t>
      </w:r>
      <w:proofErr w:type="gramEnd"/>
      <w:r w:rsidRPr="00BB303C">
        <w:rPr>
          <w:sz w:val="28"/>
          <w:lang w:val="ru-RU"/>
        </w:rPr>
        <w:t xml:space="preserve"> перечень основных градостроительных мероприятий по формированию благоприятной среды жизнедеятельности. Наличие генплана поможет грамотно управлять земельными ресурсами, решать актуальные вопросы сельского поселения. </w:t>
      </w:r>
    </w:p>
    <w:p w:rsidR="00B0619F" w:rsidRDefault="00B0619F" w:rsidP="00B0619F">
      <w:pPr>
        <w:widowControl w:val="0"/>
        <w:ind w:firstLine="709"/>
        <w:jc w:val="both"/>
        <w:rPr>
          <w:sz w:val="28"/>
          <w:szCs w:val="28"/>
          <w:lang w:val="ru-RU"/>
        </w:rPr>
      </w:pPr>
      <w:r w:rsidRPr="00B805E6">
        <w:rPr>
          <w:sz w:val="28"/>
          <w:szCs w:val="28"/>
          <w:lang w:val="ru-RU"/>
        </w:rPr>
        <w:t>По своему назначению земельны</w:t>
      </w:r>
      <w:r>
        <w:rPr>
          <w:sz w:val="28"/>
          <w:szCs w:val="28"/>
          <w:lang w:val="ru-RU"/>
        </w:rPr>
        <w:t>е</w:t>
      </w:r>
      <w:r w:rsidRPr="00B805E6">
        <w:rPr>
          <w:sz w:val="28"/>
          <w:szCs w:val="28"/>
          <w:lang w:val="ru-RU"/>
        </w:rPr>
        <w:t xml:space="preserve"> участ</w:t>
      </w:r>
      <w:r>
        <w:rPr>
          <w:sz w:val="28"/>
          <w:szCs w:val="28"/>
          <w:lang w:val="ru-RU"/>
        </w:rPr>
        <w:t>ки</w:t>
      </w:r>
      <w:r w:rsidRPr="00B805E6">
        <w:rPr>
          <w:sz w:val="28"/>
          <w:szCs w:val="28"/>
          <w:lang w:val="ru-RU"/>
        </w:rPr>
        <w:t xml:space="preserve"> в настоящее время уже не </w:t>
      </w:r>
      <w:proofErr w:type="gramStart"/>
      <w:r w:rsidRPr="00B805E6">
        <w:rPr>
          <w:sz w:val="28"/>
          <w:szCs w:val="28"/>
          <w:lang w:val="ru-RU"/>
        </w:rPr>
        <w:t>используется для нужд сельского хозяйства и фактически не является</w:t>
      </w:r>
      <w:proofErr w:type="gramEnd"/>
      <w:r w:rsidRPr="00B805E6">
        <w:rPr>
          <w:sz w:val="28"/>
          <w:szCs w:val="28"/>
          <w:lang w:val="ru-RU"/>
        </w:rPr>
        <w:t xml:space="preserve"> сельхозугодиями, в результате  чего воспроизводство плодородия земель является экономически невыгодным</w:t>
      </w:r>
      <w:r>
        <w:rPr>
          <w:sz w:val="28"/>
          <w:szCs w:val="28"/>
          <w:lang w:val="ru-RU"/>
        </w:rPr>
        <w:t>.</w:t>
      </w:r>
    </w:p>
    <w:p w:rsidR="00B0619F" w:rsidRPr="00B805E6" w:rsidRDefault="00B0619F" w:rsidP="00B0619F">
      <w:pPr>
        <w:jc w:val="both"/>
        <w:rPr>
          <w:sz w:val="28"/>
          <w:szCs w:val="28"/>
          <w:lang w:val="ru-RU"/>
        </w:rPr>
      </w:pPr>
      <w:r w:rsidRPr="00B805E6">
        <w:rPr>
          <w:sz w:val="28"/>
          <w:szCs w:val="28"/>
          <w:lang w:val="ru-RU"/>
        </w:rPr>
        <w:t xml:space="preserve">      Кадастровая стоимость земельного участка не превышает установленного  предела среднего уровня кадастровой стоимости по </w:t>
      </w:r>
      <w:proofErr w:type="spellStart"/>
      <w:proofErr w:type="gramStart"/>
      <w:r w:rsidRPr="00B805E6">
        <w:rPr>
          <w:sz w:val="28"/>
          <w:szCs w:val="28"/>
          <w:lang w:val="ru-RU"/>
        </w:rPr>
        <w:t>Гаврилов-Ямскому</w:t>
      </w:r>
      <w:proofErr w:type="spellEnd"/>
      <w:proofErr w:type="gramEnd"/>
      <w:r w:rsidRPr="00B805E6">
        <w:rPr>
          <w:sz w:val="28"/>
          <w:szCs w:val="28"/>
          <w:lang w:val="ru-RU"/>
        </w:rPr>
        <w:t xml:space="preserve"> муниципальному району.</w:t>
      </w:r>
    </w:p>
    <w:p w:rsidR="00B0619F" w:rsidRPr="00B805E6" w:rsidRDefault="00B0619F" w:rsidP="00B0619F">
      <w:pPr>
        <w:jc w:val="both"/>
        <w:rPr>
          <w:sz w:val="28"/>
          <w:szCs w:val="28"/>
          <w:lang w:val="ru-RU"/>
        </w:rPr>
      </w:pPr>
      <w:r w:rsidRPr="00B805E6">
        <w:rPr>
          <w:sz w:val="28"/>
          <w:szCs w:val="28"/>
          <w:lang w:val="ru-RU"/>
        </w:rPr>
        <w:t xml:space="preserve">       </w:t>
      </w:r>
      <w:proofErr w:type="gramStart"/>
      <w:r w:rsidRPr="00B805E6">
        <w:rPr>
          <w:sz w:val="28"/>
          <w:szCs w:val="28"/>
          <w:lang w:val="ru-RU"/>
        </w:rPr>
        <w:t>На основании изложенного необходим</w:t>
      </w:r>
      <w:r>
        <w:rPr>
          <w:sz w:val="28"/>
          <w:szCs w:val="28"/>
          <w:lang w:val="ru-RU"/>
        </w:rPr>
        <w:t>о</w:t>
      </w:r>
      <w:r w:rsidRPr="00B805E6">
        <w:rPr>
          <w:sz w:val="28"/>
          <w:szCs w:val="28"/>
          <w:lang w:val="ru-RU"/>
        </w:rPr>
        <w:t xml:space="preserve"> и целесообразн</w:t>
      </w:r>
      <w:r>
        <w:rPr>
          <w:sz w:val="28"/>
          <w:szCs w:val="28"/>
          <w:lang w:val="ru-RU"/>
        </w:rPr>
        <w:t xml:space="preserve">о </w:t>
      </w:r>
      <w:r w:rsidRPr="00B805E6">
        <w:rPr>
          <w:sz w:val="28"/>
          <w:szCs w:val="28"/>
          <w:lang w:val="ru-RU"/>
        </w:rPr>
        <w:t xml:space="preserve">внести изменения в Генеральный план </w:t>
      </w:r>
      <w:r>
        <w:rPr>
          <w:sz w:val="28"/>
          <w:szCs w:val="28"/>
          <w:lang w:val="ru-RU"/>
        </w:rPr>
        <w:t>Заячье-Холмского</w:t>
      </w:r>
      <w:r w:rsidRPr="00B805E6">
        <w:rPr>
          <w:sz w:val="28"/>
          <w:szCs w:val="28"/>
          <w:lang w:val="ru-RU"/>
        </w:rPr>
        <w:t xml:space="preserve"> сельского поселения в части отражения земельн</w:t>
      </w:r>
      <w:r>
        <w:rPr>
          <w:sz w:val="28"/>
          <w:szCs w:val="28"/>
          <w:lang w:val="ru-RU"/>
        </w:rPr>
        <w:t>ых</w:t>
      </w:r>
      <w:r w:rsidRPr="00B805E6">
        <w:rPr>
          <w:sz w:val="28"/>
          <w:szCs w:val="28"/>
          <w:lang w:val="ru-RU"/>
        </w:rPr>
        <w:t xml:space="preserve"> участ</w:t>
      </w:r>
      <w:r>
        <w:rPr>
          <w:sz w:val="28"/>
          <w:szCs w:val="28"/>
          <w:lang w:val="ru-RU"/>
        </w:rPr>
        <w:t>ков</w:t>
      </w:r>
      <w:r w:rsidRPr="00B805E6">
        <w:rPr>
          <w:sz w:val="28"/>
          <w:szCs w:val="28"/>
          <w:lang w:val="ru-RU"/>
        </w:rPr>
        <w:t xml:space="preserve"> </w:t>
      </w:r>
      <w:r w:rsidRPr="00B33541">
        <w:rPr>
          <w:sz w:val="28"/>
          <w:lang w:val="ru-RU"/>
        </w:rPr>
        <w:t>с кадастровыми номерами 76:04:094201:1039, 76:04:094201:1040, 76:04:094201:1041, 76:04:094201:1042</w:t>
      </w:r>
      <w:r w:rsidR="00386FF4">
        <w:rPr>
          <w:sz w:val="28"/>
          <w:lang w:val="ru-RU"/>
        </w:rPr>
        <w:t>,</w:t>
      </w:r>
      <w:r w:rsidRPr="00B33541">
        <w:rPr>
          <w:sz w:val="28"/>
          <w:lang w:val="ru-RU"/>
        </w:rPr>
        <w:t xml:space="preserve"> </w:t>
      </w:r>
      <w:r w:rsidR="00386FF4" w:rsidRPr="00386FF4">
        <w:rPr>
          <w:sz w:val="28"/>
          <w:szCs w:val="28"/>
          <w:lang w:val="ru-RU"/>
        </w:rPr>
        <w:t>76:04:000000:921</w:t>
      </w:r>
      <w:r w:rsidR="00386FF4">
        <w:rPr>
          <w:sz w:val="28"/>
          <w:szCs w:val="28"/>
          <w:lang w:val="ru-RU"/>
        </w:rPr>
        <w:t xml:space="preserve"> </w:t>
      </w:r>
      <w:r w:rsidRPr="00B33541">
        <w:rPr>
          <w:sz w:val="28"/>
          <w:lang w:val="ru-RU"/>
        </w:rPr>
        <w:t xml:space="preserve">общей площадью </w:t>
      </w:r>
      <w:r w:rsidR="00367F79">
        <w:rPr>
          <w:sz w:val="28"/>
          <w:lang w:val="ru-RU"/>
        </w:rPr>
        <w:t>845834</w:t>
      </w:r>
      <w:r w:rsidRPr="00B33541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га, </w:t>
      </w:r>
      <w:r w:rsidRPr="00B805E6">
        <w:rPr>
          <w:sz w:val="28"/>
          <w:szCs w:val="28"/>
          <w:lang w:val="ru-RU"/>
        </w:rPr>
        <w:t>как перспективн</w:t>
      </w:r>
      <w:r>
        <w:rPr>
          <w:sz w:val="28"/>
          <w:szCs w:val="28"/>
          <w:lang w:val="ru-RU"/>
        </w:rPr>
        <w:t>ых</w:t>
      </w:r>
      <w:r w:rsidRPr="00B805E6">
        <w:rPr>
          <w:sz w:val="28"/>
          <w:szCs w:val="28"/>
          <w:lang w:val="ru-RU"/>
        </w:rPr>
        <w:t xml:space="preserve"> к переводу в категорию земель «земли промышленности, энергетики, транспорта, связи, радиовещания, телевидения</w:t>
      </w:r>
      <w:proofErr w:type="gramEnd"/>
      <w:r w:rsidRPr="00B805E6">
        <w:rPr>
          <w:sz w:val="28"/>
          <w:szCs w:val="28"/>
          <w:lang w:val="ru-RU"/>
        </w:rPr>
        <w:t>, информатики,</w:t>
      </w:r>
      <w:r w:rsidRPr="00B805E6">
        <w:rPr>
          <w:sz w:val="26"/>
          <w:szCs w:val="26"/>
          <w:lang w:val="ru-RU"/>
        </w:rPr>
        <w:t xml:space="preserve"> </w:t>
      </w:r>
      <w:r w:rsidRPr="00B805E6">
        <w:rPr>
          <w:sz w:val="28"/>
          <w:szCs w:val="28"/>
          <w:lang w:val="ru-RU"/>
        </w:rPr>
        <w:t>земли для обеспечения космической деятельности, земли обороны, безопасности и земли иного специального назначения».</w:t>
      </w:r>
    </w:p>
    <w:p w:rsidR="00B0619F" w:rsidRDefault="00B0619F" w:rsidP="00B0619F">
      <w:pPr>
        <w:jc w:val="both"/>
        <w:rPr>
          <w:sz w:val="28"/>
          <w:szCs w:val="28"/>
          <w:lang w:val="ru-RU"/>
        </w:rPr>
      </w:pPr>
    </w:p>
    <w:p w:rsidR="00B0619F" w:rsidRPr="00B805E6" w:rsidRDefault="00B0619F" w:rsidP="00B0619F">
      <w:pPr>
        <w:jc w:val="both"/>
        <w:rPr>
          <w:sz w:val="28"/>
          <w:szCs w:val="28"/>
          <w:lang w:val="ru-RU"/>
        </w:rPr>
      </w:pPr>
    </w:p>
    <w:p w:rsidR="00B0619F" w:rsidRPr="00B805E6" w:rsidRDefault="00B0619F" w:rsidP="00B0619F">
      <w:pPr>
        <w:jc w:val="both"/>
        <w:rPr>
          <w:sz w:val="28"/>
          <w:szCs w:val="28"/>
          <w:lang w:val="ru-RU"/>
        </w:rPr>
      </w:pPr>
      <w:r w:rsidRPr="00B805E6">
        <w:rPr>
          <w:sz w:val="28"/>
          <w:szCs w:val="28"/>
          <w:lang w:val="ru-RU"/>
        </w:rPr>
        <w:t xml:space="preserve">Глава </w:t>
      </w:r>
      <w:proofErr w:type="spellStart"/>
      <w:proofErr w:type="gramStart"/>
      <w:r w:rsidRPr="00B805E6">
        <w:rPr>
          <w:sz w:val="28"/>
          <w:szCs w:val="28"/>
          <w:lang w:val="ru-RU"/>
        </w:rPr>
        <w:t>Гаврилов-Ямского</w:t>
      </w:r>
      <w:proofErr w:type="spellEnd"/>
      <w:proofErr w:type="gramEnd"/>
      <w:r w:rsidRPr="00B805E6">
        <w:rPr>
          <w:sz w:val="28"/>
          <w:szCs w:val="28"/>
          <w:lang w:val="ru-RU"/>
        </w:rPr>
        <w:t xml:space="preserve"> </w:t>
      </w:r>
    </w:p>
    <w:p w:rsidR="00B0619F" w:rsidRPr="00B805E6" w:rsidRDefault="00B0619F" w:rsidP="00B0619F">
      <w:pPr>
        <w:jc w:val="both"/>
        <w:rPr>
          <w:sz w:val="28"/>
          <w:szCs w:val="28"/>
          <w:lang w:val="ru-RU"/>
        </w:rPr>
      </w:pPr>
      <w:r w:rsidRPr="00B805E6">
        <w:rPr>
          <w:sz w:val="28"/>
          <w:szCs w:val="28"/>
          <w:lang w:val="ru-RU"/>
        </w:rPr>
        <w:t>муниципального района                                                                  А.А.Комаров</w:t>
      </w:r>
    </w:p>
    <w:p w:rsidR="00B0619F" w:rsidRPr="00B805E6" w:rsidRDefault="00B0619F" w:rsidP="00B0619F">
      <w:pPr>
        <w:jc w:val="both"/>
        <w:rPr>
          <w:sz w:val="28"/>
          <w:szCs w:val="28"/>
          <w:lang w:val="ru-RU"/>
        </w:rPr>
      </w:pPr>
      <w:r w:rsidRPr="00B805E6">
        <w:rPr>
          <w:sz w:val="28"/>
          <w:szCs w:val="28"/>
          <w:lang w:val="ru-RU"/>
        </w:rPr>
        <w:t xml:space="preserve">   </w:t>
      </w:r>
    </w:p>
    <w:p w:rsidR="00B0619F" w:rsidRPr="00B805E6" w:rsidRDefault="00B0619F" w:rsidP="00B0619F">
      <w:pPr>
        <w:jc w:val="both"/>
        <w:rPr>
          <w:sz w:val="28"/>
          <w:szCs w:val="28"/>
          <w:lang w:val="ru-RU"/>
        </w:rPr>
      </w:pPr>
      <w:r w:rsidRPr="00B805E6">
        <w:rPr>
          <w:sz w:val="28"/>
          <w:szCs w:val="28"/>
          <w:lang w:val="ru-RU"/>
        </w:rPr>
        <w:t xml:space="preserve">  </w:t>
      </w:r>
    </w:p>
    <w:p w:rsidR="00B805E6" w:rsidRPr="00B805E6" w:rsidRDefault="00B805E6" w:rsidP="00B0619F">
      <w:pPr>
        <w:jc w:val="center"/>
        <w:rPr>
          <w:sz w:val="28"/>
          <w:szCs w:val="28"/>
          <w:lang w:val="ru-RU"/>
        </w:rPr>
      </w:pPr>
    </w:p>
    <w:sectPr w:rsidR="00B805E6" w:rsidRPr="00B805E6" w:rsidSect="00E55B6F">
      <w:pgSz w:w="11906" w:h="16838" w:code="9"/>
      <w:pgMar w:top="1134" w:right="850" w:bottom="1134" w:left="1701" w:header="425" w:footer="30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E1D" w:rsidRDefault="00DC1E1D">
      <w:r>
        <w:separator/>
      </w:r>
    </w:p>
  </w:endnote>
  <w:endnote w:type="continuationSeparator" w:id="0">
    <w:p w:rsidR="00DC1E1D" w:rsidRDefault="00DC1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E1D" w:rsidRDefault="00DC1E1D">
      <w:r>
        <w:separator/>
      </w:r>
    </w:p>
  </w:footnote>
  <w:footnote w:type="continuationSeparator" w:id="0">
    <w:p w:rsidR="00DC1E1D" w:rsidRDefault="00DC1E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</w:abstractNum>
  <w:abstractNum w:abstractNumId="2">
    <w:nsid w:val="088038FA"/>
    <w:multiLevelType w:val="multilevel"/>
    <w:tmpl w:val="F9A6EC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474825"/>
    <w:multiLevelType w:val="hybridMultilevel"/>
    <w:tmpl w:val="D0AE3148"/>
    <w:lvl w:ilvl="0" w:tplc="F6584D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6741271"/>
    <w:multiLevelType w:val="multilevel"/>
    <w:tmpl w:val="47FCE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216D7C"/>
    <w:multiLevelType w:val="hybridMultilevel"/>
    <w:tmpl w:val="D486C3F6"/>
    <w:lvl w:ilvl="0" w:tplc="8F4820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7E59D9"/>
    <w:multiLevelType w:val="hybridMultilevel"/>
    <w:tmpl w:val="78EEC764"/>
    <w:lvl w:ilvl="0" w:tplc="E74854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2C5A13"/>
    <w:multiLevelType w:val="multilevel"/>
    <w:tmpl w:val="F9A6EC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6B5186"/>
    <w:multiLevelType w:val="hybridMultilevel"/>
    <w:tmpl w:val="0090D2CA"/>
    <w:lvl w:ilvl="0" w:tplc="C81C8C8A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D06F1D"/>
    <w:multiLevelType w:val="hybridMultilevel"/>
    <w:tmpl w:val="30FA585E"/>
    <w:lvl w:ilvl="0" w:tplc="AB1E3B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8E96252"/>
    <w:multiLevelType w:val="multilevel"/>
    <w:tmpl w:val="4566B7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D24C8A"/>
    <w:multiLevelType w:val="hybridMultilevel"/>
    <w:tmpl w:val="0A2A5824"/>
    <w:lvl w:ilvl="0" w:tplc="C1E043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9E028AF"/>
    <w:multiLevelType w:val="hybridMultilevel"/>
    <w:tmpl w:val="A23671A4"/>
    <w:lvl w:ilvl="0" w:tplc="04209EC0">
      <w:start w:val="17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5CAD2C7A"/>
    <w:multiLevelType w:val="hybridMultilevel"/>
    <w:tmpl w:val="B5B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786E4F"/>
    <w:multiLevelType w:val="hybridMultilevel"/>
    <w:tmpl w:val="B54E03D0"/>
    <w:lvl w:ilvl="0" w:tplc="86587F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11"/>
  </w:num>
  <w:num w:numId="6">
    <w:abstractNumId w:val="5"/>
  </w:num>
  <w:num w:numId="7">
    <w:abstractNumId w:val="10"/>
  </w:num>
  <w:num w:numId="8">
    <w:abstractNumId w:val="2"/>
  </w:num>
  <w:num w:numId="9">
    <w:abstractNumId w:val="14"/>
  </w:num>
  <w:num w:numId="10">
    <w:abstractNumId w:val="6"/>
  </w:num>
  <w:num w:numId="11">
    <w:abstractNumId w:val="7"/>
  </w:num>
  <w:num w:numId="12">
    <w:abstractNumId w:val="12"/>
  </w:num>
  <w:num w:numId="13">
    <w:abstractNumId w:val="8"/>
  </w:num>
  <w:num w:numId="14">
    <w:abstractNumId w:val="4"/>
  </w:num>
  <w:num w:numId="15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embedSystemFonts/>
  <w:proofState w:spelling="clean" w:grammar="clean"/>
  <w:stylePaneFormatFilter w:val="000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19C6"/>
    <w:rsid w:val="0000074E"/>
    <w:rsid w:val="00001336"/>
    <w:rsid w:val="00001C6D"/>
    <w:rsid w:val="00001D54"/>
    <w:rsid w:val="00002155"/>
    <w:rsid w:val="000031FC"/>
    <w:rsid w:val="00004046"/>
    <w:rsid w:val="00004E89"/>
    <w:rsid w:val="000122CF"/>
    <w:rsid w:val="000126A3"/>
    <w:rsid w:val="00012E52"/>
    <w:rsid w:val="00012FB0"/>
    <w:rsid w:val="00013428"/>
    <w:rsid w:val="0001383A"/>
    <w:rsid w:val="000144BE"/>
    <w:rsid w:val="00014C20"/>
    <w:rsid w:val="000165B2"/>
    <w:rsid w:val="0001684A"/>
    <w:rsid w:val="00020B88"/>
    <w:rsid w:val="000212FB"/>
    <w:rsid w:val="00021EA0"/>
    <w:rsid w:val="00022BD8"/>
    <w:rsid w:val="00023C86"/>
    <w:rsid w:val="000253D9"/>
    <w:rsid w:val="000322BD"/>
    <w:rsid w:val="00033D06"/>
    <w:rsid w:val="000401D2"/>
    <w:rsid w:val="0004230D"/>
    <w:rsid w:val="00042C53"/>
    <w:rsid w:val="00045A51"/>
    <w:rsid w:val="000470EB"/>
    <w:rsid w:val="0005090A"/>
    <w:rsid w:val="00050EFD"/>
    <w:rsid w:val="00051987"/>
    <w:rsid w:val="00051E8D"/>
    <w:rsid w:val="000525EB"/>
    <w:rsid w:val="000539DE"/>
    <w:rsid w:val="00053ACC"/>
    <w:rsid w:val="00055A02"/>
    <w:rsid w:val="00055F6F"/>
    <w:rsid w:val="00057A24"/>
    <w:rsid w:val="00057A5A"/>
    <w:rsid w:val="0006082E"/>
    <w:rsid w:val="00060DED"/>
    <w:rsid w:val="00061E5B"/>
    <w:rsid w:val="000621FF"/>
    <w:rsid w:val="0006256E"/>
    <w:rsid w:val="000628C9"/>
    <w:rsid w:val="000628EB"/>
    <w:rsid w:val="00064904"/>
    <w:rsid w:val="00064AF9"/>
    <w:rsid w:val="00064BDD"/>
    <w:rsid w:val="00066CDB"/>
    <w:rsid w:val="00066F9B"/>
    <w:rsid w:val="00067C53"/>
    <w:rsid w:val="00067EBF"/>
    <w:rsid w:val="00070267"/>
    <w:rsid w:val="00070CB8"/>
    <w:rsid w:val="00071966"/>
    <w:rsid w:val="00072B78"/>
    <w:rsid w:val="000749F3"/>
    <w:rsid w:val="000768D1"/>
    <w:rsid w:val="00076A36"/>
    <w:rsid w:val="00077A2E"/>
    <w:rsid w:val="00080B04"/>
    <w:rsid w:val="00080F02"/>
    <w:rsid w:val="0008278B"/>
    <w:rsid w:val="000842BB"/>
    <w:rsid w:val="000852E2"/>
    <w:rsid w:val="00087C3A"/>
    <w:rsid w:val="00093771"/>
    <w:rsid w:val="000944C3"/>
    <w:rsid w:val="00094CE1"/>
    <w:rsid w:val="00094E72"/>
    <w:rsid w:val="00095643"/>
    <w:rsid w:val="00097A04"/>
    <w:rsid w:val="000A00E1"/>
    <w:rsid w:val="000A145D"/>
    <w:rsid w:val="000A14AD"/>
    <w:rsid w:val="000A1730"/>
    <w:rsid w:val="000A1E06"/>
    <w:rsid w:val="000A3B1A"/>
    <w:rsid w:val="000A56EF"/>
    <w:rsid w:val="000A5863"/>
    <w:rsid w:val="000A58C0"/>
    <w:rsid w:val="000A67D6"/>
    <w:rsid w:val="000A699B"/>
    <w:rsid w:val="000A78D3"/>
    <w:rsid w:val="000B17E2"/>
    <w:rsid w:val="000B3319"/>
    <w:rsid w:val="000B44CB"/>
    <w:rsid w:val="000B478F"/>
    <w:rsid w:val="000C0866"/>
    <w:rsid w:val="000C22DA"/>
    <w:rsid w:val="000C295F"/>
    <w:rsid w:val="000C5E11"/>
    <w:rsid w:val="000D15B7"/>
    <w:rsid w:val="000D220D"/>
    <w:rsid w:val="000D338F"/>
    <w:rsid w:val="000D3CB0"/>
    <w:rsid w:val="000D4848"/>
    <w:rsid w:val="000D499E"/>
    <w:rsid w:val="000D4F1F"/>
    <w:rsid w:val="000D6C69"/>
    <w:rsid w:val="000D788C"/>
    <w:rsid w:val="000E0001"/>
    <w:rsid w:val="000E6936"/>
    <w:rsid w:val="000F109A"/>
    <w:rsid w:val="000F180A"/>
    <w:rsid w:val="000F2D79"/>
    <w:rsid w:val="000F3173"/>
    <w:rsid w:val="000F37B1"/>
    <w:rsid w:val="000F71BC"/>
    <w:rsid w:val="000F7F8C"/>
    <w:rsid w:val="00101075"/>
    <w:rsid w:val="00101513"/>
    <w:rsid w:val="00101F92"/>
    <w:rsid w:val="001060AC"/>
    <w:rsid w:val="00106530"/>
    <w:rsid w:val="001065E4"/>
    <w:rsid w:val="00107B8D"/>
    <w:rsid w:val="00110CF9"/>
    <w:rsid w:val="00111FAB"/>
    <w:rsid w:val="00112A90"/>
    <w:rsid w:val="001133C0"/>
    <w:rsid w:val="001141E4"/>
    <w:rsid w:val="00114344"/>
    <w:rsid w:val="00116EAB"/>
    <w:rsid w:val="001211D9"/>
    <w:rsid w:val="00124DE0"/>
    <w:rsid w:val="0012514F"/>
    <w:rsid w:val="001254F2"/>
    <w:rsid w:val="00125B03"/>
    <w:rsid w:val="00125E74"/>
    <w:rsid w:val="001310E5"/>
    <w:rsid w:val="001314C1"/>
    <w:rsid w:val="00131BD3"/>
    <w:rsid w:val="00133166"/>
    <w:rsid w:val="00133F50"/>
    <w:rsid w:val="00133F86"/>
    <w:rsid w:val="00134448"/>
    <w:rsid w:val="00134C5A"/>
    <w:rsid w:val="00134D36"/>
    <w:rsid w:val="00134F0A"/>
    <w:rsid w:val="0013533F"/>
    <w:rsid w:val="00136AB7"/>
    <w:rsid w:val="001409E8"/>
    <w:rsid w:val="00140B3C"/>
    <w:rsid w:val="00140F37"/>
    <w:rsid w:val="001418DB"/>
    <w:rsid w:val="00142C61"/>
    <w:rsid w:val="00144938"/>
    <w:rsid w:val="001453BC"/>
    <w:rsid w:val="00146B0F"/>
    <w:rsid w:val="00147ACA"/>
    <w:rsid w:val="00153041"/>
    <w:rsid w:val="00154DF4"/>
    <w:rsid w:val="00155A02"/>
    <w:rsid w:val="001561D3"/>
    <w:rsid w:val="00156895"/>
    <w:rsid w:val="00160EDC"/>
    <w:rsid w:val="001634BD"/>
    <w:rsid w:val="001650FD"/>
    <w:rsid w:val="00165C66"/>
    <w:rsid w:val="0016721E"/>
    <w:rsid w:val="00167779"/>
    <w:rsid w:val="001708DF"/>
    <w:rsid w:val="0017187B"/>
    <w:rsid w:val="001727B0"/>
    <w:rsid w:val="001734E2"/>
    <w:rsid w:val="00174183"/>
    <w:rsid w:val="00174886"/>
    <w:rsid w:val="00177739"/>
    <w:rsid w:val="00180BCB"/>
    <w:rsid w:val="00182B8F"/>
    <w:rsid w:val="001830C5"/>
    <w:rsid w:val="00183299"/>
    <w:rsid w:val="001859C4"/>
    <w:rsid w:val="00186446"/>
    <w:rsid w:val="00187BB2"/>
    <w:rsid w:val="00187F6A"/>
    <w:rsid w:val="0019143D"/>
    <w:rsid w:val="001925A2"/>
    <w:rsid w:val="001960A0"/>
    <w:rsid w:val="00196522"/>
    <w:rsid w:val="00197541"/>
    <w:rsid w:val="001A123D"/>
    <w:rsid w:val="001A1DCA"/>
    <w:rsid w:val="001A1EC5"/>
    <w:rsid w:val="001A2144"/>
    <w:rsid w:val="001A31CD"/>
    <w:rsid w:val="001A3B24"/>
    <w:rsid w:val="001A51E5"/>
    <w:rsid w:val="001A579C"/>
    <w:rsid w:val="001A59DC"/>
    <w:rsid w:val="001A762E"/>
    <w:rsid w:val="001A7E10"/>
    <w:rsid w:val="001B0FDF"/>
    <w:rsid w:val="001B29E2"/>
    <w:rsid w:val="001B2ED6"/>
    <w:rsid w:val="001B42DD"/>
    <w:rsid w:val="001B452F"/>
    <w:rsid w:val="001B5285"/>
    <w:rsid w:val="001B6591"/>
    <w:rsid w:val="001B676C"/>
    <w:rsid w:val="001B7EBC"/>
    <w:rsid w:val="001C23FB"/>
    <w:rsid w:val="001C3991"/>
    <w:rsid w:val="001C5459"/>
    <w:rsid w:val="001C5885"/>
    <w:rsid w:val="001C67A7"/>
    <w:rsid w:val="001D31B1"/>
    <w:rsid w:val="001D3368"/>
    <w:rsid w:val="001D3CDA"/>
    <w:rsid w:val="001D4703"/>
    <w:rsid w:val="001D5A0D"/>
    <w:rsid w:val="001D5C5E"/>
    <w:rsid w:val="001D61F1"/>
    <w:rsid w:val="001E0394"/>
    <w:rsid w:val="001E0980"/>
    <w:rsid w:val="001E1687"/>
    <w:rsid w:val="001E1DE6"/>
    <w:rsid w:val="001E221C"/>
    <w:rsid w:val="001E2864"/>
    <w:rsid w:val="001E3685"/>
    <w:rsid w:val="001E7F83"/>
    <w:rsid w:val="001F20E1"/>
    <w:rsid w:val="001F25E1"/>
    <w:rsid w:val="001F2F5C"/>
    <w:rsid w:val="001F3A35"/>
    <w:rsid w:val="001F467F"/>
    <w:rsid w:val="001F535F"/>
    <w:rsid w:val="001F674C"/>
    <w:rsid w:val="001F7522"/>
    <w:rsid w:val="00200B13"/>
    <w:rsid w:val="00201D5C"/>
    <w:rsid w:val="00201D78"/>
    <w:rsid w:val="002026E4"/>
    <w:rsid w:val="00203E0B"/>
    <w:rsid w:val="00204A77"/>
    <w:rsid w:val="00205451"/>
    <w:rsid w:val="00206175"/>
    <w:rsid w:val="002071B5"/>
    <w:rsid w:val="002116AA"/>
    <w:rsid w:val="00212C72"/>
    <w:rsid w:val="00212F10"/>
    <w:rsid w:val="00214F07"/>
    <w:rsid w:val="00215D9B"/>
    <w:rsid w:val="0022008F"/>
    <w:rsid w:val="00220257"/>
    <w:rsid w:val="002206ED"/>
    <w:rsid w:val="00220DB2"/>
    <w:rsid w:val="002218E1"/>
    <w:rsid w:val="00223CC7"/>
    <w:rsid w:val="00223D41"/>
    <w:rsid w:val="00224464"/>
    <w:rsid w:val="002249B6"/>
    <w:rsid w:val="002254F8"/>
    <w:rsid w:val="00226971"/>
    <w:rsid w:val="002279B8"/>
    <w:rsid w:val="00227A39"/>
    <w:rsid w:val="00227AB8"/>
    <w:rsid w:val="0023179B"/>
    <w:rsid w:val="00231A2D"/>
    <w:rsid w:val="00232D50"/>
    <w:rsid w:val="00233766"/>
    <w:rsid w:val="0023523C"/>
    <w:rsid w:val="002362A5"/>
    <w:rsid w:val="00237348"/>
    <w:rsid w:val="002413C5"/>
    <w:rsid w:val="00241C0B"/>
    <w:rsid w:val="00242AD3"/>
    <w:rsid w:val="00242F9F"/>
    <w:rsid w:val="00243B86"/>
    <w:rsid w:val="00245EAB"/>
    <w:rsid w:val="0024641C"/>
    <w:rsid w:val="0024671B"/>
    <w:rsid w:val="00247F1D"/>
    <w:rsid w:val="0025033C"/>
    <w:rsid w:val="002506C5"/>
    <w:rsid w:val="002518BF"/>
    <w:rsid w:val="00251C15"/>
    <w:rsid w:val="0025284A"/>
    <w:rsid w:val="0025542C"/>
    <w:rsid w:val="002576C2"/>
    <w:rsid w:val="00257A95"/>
    <w:rsid w:val="00257E64"/>
    <w:rsid w:val="00260466"/>
    <w:rsid w:val="00260DDA"/>
    <w:rsid w:val="00260EB3"/>
    <w:rsid w:val="00262D4D"/>
    <w:rsid w:val="002631BC"/>
    <w:rsid w:val="0026417A"/>
    <w:rsid w:val="00264F2B"/>
    <w:rsid w:val="00265104"/>
    <w:rsid w:val="0026748E"/>
    <w:rsid w:val="0027013B"/>
    <w:rsid w:val="0027132E"/>
    <w:rsid w:val="00271527"/>
    <w:rsid w:val="002715B2"/>
    <w:rsid w:val="002719E9"/>
    <w:rsid w:val="00271CB7"/>
    <w:rsid w:val="00274D85"/>
    <w:rsid w:val="00274EDE"/>
    <w:rsid w:val="00275C8F"/>
    <w:rsid w:val="00275E91"/>
    <w:rsid w:val="002768B0"/>
    <w:rsid w:val="00276F00"/>
    <w:rsid w:val="00277328"/>
    <w:rsid w:val="00277712"/>
    <w:rsid w:val="00280E90"/>
    <w:rsid w:val="00281AB8"/>
    <w:rsid w:val="002820F0"/>
    <w:rsid w:val="00282579"/>
    <w:rsid w:val="00282948"/>
    <w:rsid w:val="00284F8B"/>
    <w:rsid w:val="00286A32"/>
    <w:rsid w:val="00287533"/>
    <w:rsid w:val="0029070B"/>
    <w:rsid w:val="002918A9"/>
    <w:rsid w:val="00291AF8"/>
    <w:rsid w:val="002954FF"/>
    <w:rsid w:val="00296D91"/>
    <w:rsid w:val="00296EFB"/>
    <w:rsid w:val="00297219"/>
    <w:rsid w:val="0029746D"/>
    <w:rsid w:val="00297ED6"/>
    <w:rsid w:val="002A03E3"/>
    <w:rsid w:val="002A2801"/>
    <w:rsid w:val="002A30BF"/>
    <w:rsid w:val="002A467A"/>
    <w:rsid w:val="002A4D63"/>
    <w:rsid w:val="002A57E3"/>
    <w:rsid w:val="002A5EC9"/>
    <w:rsid w:val="002B0161"/>
    <w:rsid w:val="002B1486"/>
    <w:rsid w:val="002B1C60"/>
    <w:rsid w:val="002B5BB0"/>
    <w:rsid w:val="002C0988"/>
    <w:rsid w:val="002C2FEA"/>
    <w:rsid w:val="002C3BB0"/>
    <w:rsid w:val="002C5F9B"/>
    <w:rsid w:val="002C67C6"/>
    <w:rsid w:val="002C7330"/>
    <w:rsid w:val="002D3F20"/>
    <w:rsid w:val="002D45C5"/>
    <w:rsid w:val="002E0758"/>
    <w:rsid w:val="002E22CF"/>
    <w:rsid w:val="002E4A88"/>
    <w:rsid w:val="002E55F8"/>
    <w:rsid w:val="002F04C3"/>
    <w:rsid w:val="002F42F7"/>
    <w:rsid w:val="002F515C"/>
    <w:rsid w:val="00300BD9"/>
    <w:rsid w:val="003016B4"/>
    <w:rsid w:val="00301B4F"/>
    <w:rsid w:val="003022A8"/>
    <w:rsid w:val="00303FEB"/>
    <w:rsid w:val="00304BA5"/>
    <w:rsid w:val="003059F3"/>
    <w:rsid w:val="00307EFC"/>
    <w:rsid w:val="0031001E"/>
    <w:rsid w:val="00310442"/>
    <w:rsid w:val="00310EE3"/>
    <w:rsid w:val="00311B80"/>
    <w:rsid w:val="00313BA0"/>
    <w:rsid w:val="003143B4"/>
    <w:rsid w:val="00314A5B"/>
    <w:rsid w:val="003150C0"/>
    <w:rsid w:val="00316BF2"/>
    <w:rsid w:val="003200E0"/>
    <w:rsid w:val="0032056E"/>
    <w:rsid w:val="003205D1"/>
    <w:rsid w:val="00321982"/>
    <w:rsid w:val="00321B5A"/>
    <w:rsid w:val="003248B6"/>
    <w:rsid w:val="0032796D"/>
    <w:rsid w:val="00327B9F"/>
    <w:rsid w:val="0033405B"/>
    <w:rsid w:val="00334F8C"/>
    <w:rsid w:val="00335366"/>
    <w:rsid w:val="00335B19"/>
    <w:rsid w:val="00335B38"/>
    <w:rsid w:val="00336998"/>
    <w:rsid w:val="0033760A"/>
    <w:rsid w:val="0034194F"/>
    <w:rsid w:val="00341B07"/>
    <w:rsid w:val="003420E8"/>
    <w:rsid w:val="0034227C"/>
    <w:rsid w:val="00342717"/>
    <w:rsid w:val="00343AC6"/>
    <w:rsid w:val="00343F39"/>
    <w:rsid w:val="00344C24"/>
    <w:rsid w:val="003454BC"/>
    <w:rsid w:val="0034614E"/>
    <w:rsid w:val="00346457"/>
    <w:rsid w:val="003509D6"/>
    <w:rsid w:val="0035231D"/>
    <w:rsid w:val="00352529"/>
    <w:rsid w:val="00357898"/>
    <w:rsid w:val="00360192"/>
    <w:rsid w:val="00361233"/>
    <w:rsid w:val="003618CA"/>
    <w:rsid w:val="00361D9E"/>
    <w:rsid w:val="00362798"/>
    <w:rsid w:val="00363AF6"/>
    <w:rsid w:val="00364953"/>
    <w:rsid w:val="0036538F"/>
    <w:rsid w:val="0036544C"/>
    <w:rsid w:val="00367F79"/>
    <w:rsid w:val="00370396"/>
    <w:rsid w:val="00370BFB"/>
    <w:rsid w:val="003718DB"/>
    <w:rsid w:val="0037199C"/>
    <w:rsid w:val="00374209"/>
    <w:rsid w:val="003743B1"/>
    <w:rsid w:val="00374E2A"/>
    <w:rsid w:val="003762DB"/>
    <w:rsid w:val="00376897"/>
    <w:rsid w:val="00377196"/>
    <w:rsid w:val="003771B7"/>
    <w:rsid w:val="00377FA9"/>
    <w:rsid w:val="00381B6F"/>
    <w:rsid w:val="00381D32"/>
    <w:rsid w:val="00383F12"/>
    <w:rsid w:val="0038619C"/>
    <w:rsid w:val="00386FF4"/>
    <w:rsid w:val="003914B1"/>
    <w:rsid w:val="00391E41"/>
    <w:rsid w:val="0039282F"/>
    <w:rsid w:val="0039560D"/>
    <w:rsid w:val="00395AB7"/>
    <w:rsid w:val="00397089"/>
    <w:rsid w:val="003A0488"/>
    <w:rsid w:val="003A06B7"/>
    <w:rsid w:val="003A0B0E"/>
    <w:rsid w:val="003A130D"/>
    <w:rsid w:val="003A1B78"/>
    <w:rsid w:val="003A21F1"/>
    <w:rsid w:val="003A3922"/>
    <w:rsid w:val="003A49E6"/>
    <w:rsid w:val="003A4E86"/>
    <w:rsid w:val="003A597C"/>
    <w:rsid w:val="003A6856"/>
    <w:rsid w:val="003A7726"/>
    <w:rsid w:val="003A7B49"/>
    <w:rsid w:val="003B0050"/>
    <w:rsid w:val="003B0508"/>
    <w:rsid w:val="003B125E"/>
    <w:rsid w:val="003B42A6"/>
    <w:rsid w:val="003B4AA3"/>
    <w:rsid w:val="003B5D1F"/>
    <w:rsid w:val="003C01CA"/>
    <w:rsid w:val="003C0B3F"/>
    <w:rsid w:val="003C18AC"/>
    <w:rsid w:val="003C2F53"/>
    <w:rsid w:val="003C35D2"/>
    <w:rsid w:val="003C49A4"/>
    <w:rsid w:val="003C65CC"/>
    <w:rsid w:val="003C7B02"/>
    <w:rsid w:val="003D2A94"/>
    <w:rsid w:val="003D45C8"/>
    <w:rsid w:val="003D54AA"/>
    <w:rsid w:val="003D64F9"/>
    <w:rsid w:val="003D6635"/>
    <w:rsid w:val="003D6AA9"/>
    <w:rsid w:val="003D733C"/>
    <w:rsid w:val="003D79DB"/>
    <w:rsid w:val="003D7AED"/>
    <w:rsid w:val="003E280C"/>
    <w:rsid w:val="003E2AA0"/>
    <w:rsid w:val="003E5A9D"/>
    <w:rsid w:val="003E75F0"/>
    <w:rsid w:val="003E7ED8"/>
    <w:rsid w:val="003F07D1"/>
    <w:rsid w:val="003F2660"/>
    <w:rsid w:val="003F4B97"/>
    <w:rsid w:val="003F5CD6"/>
    <w:rsid w:val="003F6E33"/>
    <w:rsid w:val="003F7006"/>
    <w:rsid w:val="003F785A"/>
    <w:rsid w:val="00400C17"/>
    <w:rsid w:val="00402A98"/>
    <w:rsid w:val="00403075"/>
    <w:rsid w:val="00403840"/>
    <w:rsid w:val="004038A1"/>
    <w:rsid w:val="00404D0C"/>
    <w:rsid w:val="00406C1E"/>
    <w:rsid w:val="00406E1D"/>
    <w:rsid w:val="00410B7B"/>
    <w:rsid w:val="00412AB8"/>
    <w:rsid w:val="00412AD6"/>
    <w:rsid w:val="00413E78"/>
    <w:rsid w:val="00413FA6"/>
    <w:rsid w:val="00414D96"/>
    <w:rsid w:val="00415826"/>
    <w:rsid w:val="0041656C"/>
    <w:rsid w:val="00416CF5"/>
    <w:rsid w:val="004211C8"/>
    <w:rsid w:val="004219C9"/>
    <w:rsid w:val="0042267B"/>
    <w:rsid w:val="0042269A"/>
    <w:rsid w:val="00422838"/>
    <w:rsid w:val="00422ECB"/>
    <w:rsid w:val="00422F33"/>
    <w:rsid w:val="004230D7"/>
    <w:rsid w:val="00423C5F"/>
    <w:rsid w:val="00423FC1"/>
    <w:rsid w:val="00425209"/>
    <w:rsid w:val="0042663B"/>
    <w:rsid w:val="00426DB5"/>
    <w:rsid w:val="00427689"/>
    <w:rsid w:val="004308F1"/>
    <w:rsid w:val="0043125F"/>
    <w:rsid w:val="00431388"/>
    <w:rsid w:val="004314C7"/>
    <w:rsid w:val="00432153"/>
    <w:rsid w:val="00434D27"/>
    <w:rsid w:val="00436434"/>
    <w:rsid w:val="00436793"/>
    <w:rsid w:val="00437AB3"/>
    <w:rsid w:val="0044150D"/>
    <w:rsid w:val="00441697"/>
    <w:rsid w:val="0044172B"/>
    <w:rsid w:val="00442CBB"/>
    <w:rsid w:val="004437E8"/>
    <w:rsid w:val="00444208"/>
    <w:rsid w:val="0044497D"/>
    <w:rsid w:val="00444C41"/>
    <w:rsid w:val="0044577D"/>
    <w:rsid w:val="00446BE1"/>
    <w:rsid w:val="00447ECE"/>
    <w:rsid w:val="00450A7E"/>
    <w:rsid w:val="00450E68"/>
    <w:rsid w:val="00451183"/>
    <w:rsid w:val="00451B9D"/>
    <w:rsid w:val="00453A44"/>
    <w:rsid w:val="00455778"/>
    <w:rsid w:val="00456099"/>
    <w:rsid w:val="00456BC3"/>
    <w:rsid w:val="00456CAF"/>
    <w:rsid w:val="004574CE"/>
    <w:rsid w:val="00460DF4"/>
    <w:rsid w:val="00461799"/>
    <w:rsid w:val="00462334"/>
    <w:rsid w:val="004654E1"/>
    <w:rsid w:val="00465A73"/>
    <w:rsid w:val="0046682C"/>
    <w:rsid w:val="00466FA7"/>
    <w:rsid w:val="00470744"/>
    <w:rsid w:val="004707D3"/>
    <w:rsid w:val="00470A2D"/>
    <w:rsid w:val="00470F22"/>
    <w:rsid w:val="00471A09"/>
    <w:rsid w:val="00472B43"/>
    <w:rsid w:val="00472CDB"/>
    <w:rsid w:val="0047359E"/>
    <w:rsid w:val="004767CE"/>
    <w:rsid w:val="004774BE"/>
    <w:rsid w:val="00480BB5"/>
    <w:rsid w:val="00480C40"/>
    <w:rsid w:val="004822AD"/>
    <w:rsid w:val="00484E83"/>
    <w:rsid w:val="004855B8"/>
    <w:rsid w:val="004864BF"/>
    <w:rsid w:val="004865B5"/>
    <w:rsid w:val="00487086"/>
    <w:rsid w:val="00487D3C"/>
    <w:rsid w:val="00491031"/>
    <w:rsid w:val="00491673"/>
    <w:rsid w:val="004920A4"/>
    <w:rsid w:val="00492CE2"/>
    <w:rsid w:val="004941E7"/>
    <w:rsid w:val="00497039"/>
    <w:rsid w:val="004A04EB"/>
    <w:rsid w:val="004A0955"/>
    <w:rsid w:val="004A114A"/>
    <w:rsid w:val="004A11FA"/>
    <w:rsid w:val="004A237B"/>
    <w:rsid w:val="004A2594"/>
    <w:rsid w:val="004A3E96"/>
    <w:rsid w:val="004A3EEF"/>
    <w:rsid w:val="004A62B6"/>
    <w:rsid w:val="004B07F4"/>
    <w:rsid w:val="004B0F1D"/>
    <w:rsid w:val="004B16C0"/>
    <w:rsid w:val="004B24DE"/>
    <w:rsid w:val="004B2CD2"/>
    <w:rsid w:val="004B2DF0"/>
    <w:rsid w:val="004B461E"/>
    <w:rsid w:val="004B6003"/>
    <w:rsid w:val="004B63F5"/>
    <w:rsid w:val="004C166C"/>
    <w:rsid w:val="004C5668"/>
    <w:rsid w:val="004C5820"/>
    <w:rsid w:val="004C5BC7"/>
    <w:rsid w:val="004C6049"/>
    <w:rsid w:val="004C6EC9"/>
    <w:rsid w:val="004C7888"/>
    <w:rsid w:val="004C7FFD"/>
    <w:rsid w:val="004D1C82"/>
    <w:rsid w:val="004D2BDA"/>
    <w:rsid w:val="004D32E5"/>
    <w:rsid w:val="004D4F7E"/>
    <w:rsid w:val="004D613C"/>
    <w:rsid w:val="004D6797"/>
    <w:rsid w:val="004D69FC"/>
    <w:rsid w:val="004E137E"/>
    <w:rsid w:val="004E26AC"/>
    <w:rsid w:val="004E2BB8"/>
    <w:rsid w:val="004E2F5F"/>
    <w:rsid w:val="004E2FD5"/>
    <w:rsid w:val="004E3747"/>
    <w:rsid w:val="004E3CDF"/>
    <w:rsid w:val="004E41E2"/>
    <w:rsid w:val="004E5581"/>
    <w:rsid w:val="004E640A"/>
    <w:rsid w:val="004E7D9B"/>
    <w:rsid w:val="004F19C5"/>
    <w:rsid w:val="004F25A5"/>
    <w:rsid w:val="004F37DF"/>
    <w:rsid w:val="004F596E"/>
    <w:rsid w:val="004F635E"/>
    <w:rsid w:val="004F73C9"/>
    <w:rsid w:val="004F78B8"/>
    <w:rsid w:val="00501F27"/>
    <w:rsid w:val="00501F30"/>
    <w:rsid w:val="005024B8"/>
    <w:rsid w:val="005025EC"/>
    <w:rsid w:val="00502AE3"/>
    <w:rsid w:val="00502C88"/>
    <w:rsid w:val="00506812"/>
    <w:rsid w:val="005070A1"/>
    <w:rsid w:val="00515C77"/>
    <w:rsid w:val="005165AA"/>
    <w:rsid w:val="005202FD"/>
    <w:rsid w:val="00522DBE"/>
    <w:rsid w:val="00523687"/>
    <w:rsid w:val="005237BB"/>
    <w:rsid w:val="00525C0B"/>
    <w:rsid w:val="00525E15"/>
    <w:rsid w:val="0052657D"/>
    <w:rsid w:val="005272A0"/>
    <w:rsid w:val="005306F6"/>
    <w:rsid w:val="0053196D"/>
    <w:rsid w:val="00534530"/>
    <w:rsid w:val="00535467"/>
    <w:rsid w:val="0053556B"/>
    <w:rsid w:val="005358B8"/>
    <w:rsid w:val="00535A91"/>
    <w:rsid w:val="005361F1"/>
    <w:rsid w:val="0054064A"/>
    <w:rsid w:val="005409B6"/>
    <w:rsid w:val="005409C0"/>
    <w:rsid w:val="00541C9E"/>
    <w:rsid w:val="005426BC"/>
    <w:rsid w:val="00542C72"/>
    <w:rsid w:val="0054386D"/>
    <w:rsid w:val="005440A0"/>
    <w:rsid w:val="00544398"/>
    <w:rsid w:val="00544BD0"/>
    <w:rsid w:val="005450C4"/>
    <w:rsid w:val="00546952"/>
    <w:rsid w:val="0054698C"/>
    <w:rsid w:val="0056012C"/>
    <w:rsid w:val="00560D4B"/>
    <w:rsid w:val="00563DAD"/>
    <w:rsid w:val="005642BB"/>
    <w:rsid w:val="00566F44"/>
    <w:rsid w:val="00570B35"/>
    <w:rsid w:val="00571340"/>
    <w:rsid w:val="00572266"/>
    <w:rsid w:val="0057325A"/>
    <w:rsid w:val="00574641"/>
    <w:rsid w:val="00574F34"/>
    <w:rsid w:val="0057551F"/>
    <w:rsid w:val="00575CC2"/>
    <w:rsid w:val="0057763F"/>
    <w:rsid w:val="005776D0"/>
    <w:rsid w:val="0058073B"/>
    <w:rsid w:val="005808BB"/>
    <w:rsid w:val="00586B5C"/>
    <w:rsid w:val="005902B2"/>
    <w:rsid w:val="00592403"/>
    <w:rsid w:val="005929D8"/>
    <w:rsid w:val="005941DC"/>
    <w:rsid w:val="0059432E"/>
    <w:rsid w:val="00595EC3"/>
    <w:rsid w:val="00597334"/>
    <w:rsid w:val="00597513"/>
    <w:rsid w:val="005A00A1"/>
    <w:rsid w:val="005A02B2"/>
    <w:rsid w:val="005A18E6"/>
    <w:rsid w:val="005A3177"/>
    <w:rsid w:val="005A5482"/>
    <w:rsid w:val="005A54A0"/>
    <w:rsid w:val="005A5DCC"/>
    <w:rsid w:val="005A6A55"/>
    <w:rsid w:val="005A7902"/>
    <w:rsid w:val="005B0006"/>
    <w:rsid w:val="005B1CD4"/>
    <w:rsid w:val="005B3464"/>
    <w:rsid w:val="005B3652"/>
    <w:rsid w:val="005B3697"/>
    <w:rsid w:val="005B377C"/>
    <w:rsid w:val="005B39BC"/>
    <w:rsid w:val="005B3B6E"/>
    <w:rsid w:val="005B4EB8"/>
    <w:rsid w:val="005B567C"/>
    <w:rsid w:val="005C016F"/>
    <w:rsid w:val="005C03B4"/>
    <w:rsid w:val="005C0AA7"/>
    <w:rsid w:val="005C2066"/>
    <w:rsid w:val="005C2282"/>
    <w:rsid w:val="005C2787"/>
    <w:rsid w:val="005C2A50"/>
    <w:rsid w:val="005C37DD"/>
    <w:rsid w:val="005C3E5C"/>
    <w:rsid w:val="005C58B4"/>
    <w:rsid w:val="005C7C4D"/>
    <w:rsid w:val="005D10AB"/>
    <w:rsid w:val="005D344C"/>
    <w:rsid w:val="005D42A9"/>
    <w:rsid w:val="005D446F"/>
    <w:rsid w:val="005D4C8C"/>
    <w:rsid w:val="005D52E2"/>
    <w:rsid w:val="005D5B39"/>
    <w:rsid w:val="005D767A"/>
    <w:rsid w:val="005D77E6"/>
    <w:rsid w:val="005D7D96"/>
    <w:rsid w:val="005E03F3"/>
    <w:rsid w:val="005E2204"/>
    <w:rsid w:val="005E348B"/>
    <w:rsid w:val="005E3FDC"/>
    <w:rsid w:val="005E4215"/>
    <w:rsid w:val="005E5ECF"/>
    <w:rsid w:val="005E71C6"/>
    <w:rsid w:val="005E720E"/>
    <w:rsid w:val="005E7803"/>
    <w:rsid w:val="005F0CEB"/>
    <w:rsid w:val="005F1519"/>
    <w:rsid w:val="005F2944"/>
    <w:rsid w:val="005F2B3A"/>
    <w:rsid w:val="005F3D95"/>
    <w:rsid w:val="005F5709"/>
    <w:rsid w:val="0060016C"/>
    <w:rsid w:val="00601CEB"/>
    <w:rsid w:val="0060301A"/>
    <w:rsid w:val="006039DF"/>
    <w:rsid w:val="0060434B"/>
    <w:rsid w:val="00604FFA"/>
    <w:rsid w:val="006062FC"/>
    <w:rsid w:val="0061082E"/>
    <w:rsid w:val="0061206D"/>
    <w:rsid w:val="00612A01"/>
    <w:rsid w:val="00613579"/>
    <w:rsid w:val="006137D5"/>
    <w:rsid w:val="006138A0"/>
    <w:rsid w:val="00613F71"/>
    <w:rsid w:val="0061430A"/>
    <w:rsid w:val="006150B1"/>
    <w:rsid w:val="00622A28"/>
    <w:rsid w:val="00626E74"/>
    <w:rsid w:val="0063000C"/>
    <w:rsid w:val="006326A1"/>
    <w:rsid w:val="00633964"/>
    <w:rsid w:val="00633E6A"/>
    <w:rsid w:val="00635019"/>
    <w:rsid w:val="00640183"/>
    <w:rsid w:val="00640380"/>
    <w:rsid w:val="0064070B"/>
    <w:rsid w:val="0064079B"/>
    <w:rsid w:val="0064206D"/>
    <w:rsid w:val="006450B3"/>
    <w:rsid w:val="00645F94"/>
    <w:rsid w:val="006464EA"/>
    <w:rsid w:val="00647B06"/>
    <w:rsid w:val="00651B7B"/>
    <w:rsid w:val="006531C9"/>
    <w:rsid w:val="0065531C"/>
    <w:rsid w:val="006564D9"/>
    <w:rsid w:val="00656825"/>
    <w:rsid w:val="00656D69"/>
    <w:rsid w:val="006576DC"/>
    <w:rsid w:val="0066158A"/>
    <w:rsid w:val="006615B3"/>
    <w:rsid w:val="0066585B"/>
    <w:rsid w:val="0066589F"/>
    <w:rsid w:val="00665A1E"/>
    <w:rsid w:val="00666A0A"/>
    <w:rsid w:val="006708DB"/>
    <w:rsid w:val="006736A5"/>
    <w:rsid w:val="00675103"/>
    <w:rsid w:val="00676CAE"/>
    <w:rsid w:val="006770A6"/>
    <w:rsid w:val="006777A5"/>
    <w:rsid w:val="00677FD8"/>
    <w:rsid w:val="006818CD"/>
    <w:rsid w:val="0068459B"/>
    <w:rsid w:val="00686BC4"/>
    <w:rsid w:val="0068774D"/>
    <w:rsid w:val="0069227D"/>
    <w:rsid w:val="006940B7"/>
    <w:rsid w:val="00694D7F"/>
    <w:rsid w:val="00697216"/>
    <w:rsid w:val="006A0202"/>
    <w:rsid w:val="006A4AE7"/>
    <w:rsid w:val="006A6D57"/>
    <w:rsid w:val="006B03F5"/>
    <w:rsid w:val="006B0882"/>
    <w:rsid w:val="006B0C1C"/>
    <w:rsid w:val="006B1F83"/>
    <w:rsid w:val="006B30FC"/>
    <w:rsid w:val="006B3676"/>
    <w:rsid w:val="006B39AD"/>
    <w:rsid w:val="006B6757"/>
    <w:rsid w:val="006B6A82"/>
    <w:rsid w:val="006C068F"/>
    <w:rsid w:val="006C086E"/>
    <w:rsid w:val="006C1027"/>
    <w:rsid w:val="006C124F"/>
    <w:rsid w:val="006C439B"/>
    <w:rsid w:val="006C474D"/>
    <w:rsid w:val="006C50BA"/>
    <w:rsid w:val="006C5B62"/>
    <w:rsid w:val="006C69DC"/>
    <w:rsid w:val="006C6CF3"/>
    <w:rsid w:val="006D10B5"/>
    <w:rsid w:val="006D254E"/>
    <w:rsid w:val="006D37CB"/>
    <w:rsid w:val="006D44AD"/>
    <w:rsid w:val="006D5C22"/>
    <w:rsid w:val="006D6140"/>
    <w:rsid w:val="006D7BEB"/>
    <w:rsid w:val="006E2396"/>
    <w:rsid w:val="006E46F6"/>
    <w:rsid w:val="006E4C6A"/>
    <w:rsid w:val="006E64CD"/>
    <w:rsid w:val="006F1DEC"/>
    <w:rsid w:val="006F6045"/>
    <w:rsid w:val="006F609C"/>
    <w:rsid w:val="006F6772"/>
    <w:rsid w:val="006F7D06"/>
    <w:rsid w:val="00700122"/>
    <w:rsid w:val="00700BE5"/>
    <w:rsid w:val="00701425"/>
    <w:rsid w:val="00701A9B"/>
    <w:rsid w:val="00701BC4"/>
    <w:rsid w:val="00701F3B"/>
    <w:rsid w:val="0070386D"/>
    <w:rsid w:val="00704DA5"/>
    <w:rsid w:val="00707A7E"/>
    <w:rsid w:val="0071006F"/>
    <w:rsid w:val="00711725"/>
    <w:rsid w:val="00713947"/>
    <w:rsid w:val="00714242"/>
    <w:rsid w:val="00714CE9"/>
    <w:rsid w:val="0071629C"/>
    <w:rsid w:val="0072146C"/>
    <w:rsid w:val="0072197A"/>
    <w:rsid w:val="007267FD"/>
    <w:rsid w:val="00730F1D"/>
    <w:rsid w:val="007340CA"/>
    <w:rsid w:val="00735BAB"/>
    <w:rsid w:val="007371AD"/>
    <w:rsid w:val="00741D30"/>
    <w:rsid w:val="00741EEA"/>
    <w:rsid w:val="00742327"/>
    <w:rsid w:val="0074284D"/>
    <w:rsid w:val="00742A9C"/>
    <w:rsid w:val="0074404D"/>
    <w:rsid w:val="00744450"/>
    <w:rsid w:val="00744479"/>
    <w:rsid w:val="0074726A"/>
    <w:rsid w:val="0075164D"/>
    <w:rsid w:val="00752FAE"/>
    <w:rsid w:val="007530A1"/>
    <w:rsid w:val="007536F6"/>
    <w:rsid w:val="007539AD"/>
    <w:rsid w:val="007543C5"/>
    <w:rsid w:val="00755B05"/>
    <w:rsid w:val="0075680D"/>
    <w:rsid w:val="00760EA4"/>
    <w:rsid w:val="007631E7"/>
    <w:rsid w:val="0076352E"/>
    <w:rsid w:val="0076354F"/>
    <w:rsid w:val="00764A01"/>
    <w:rsid w:val="0076501C"/>
    <w:rsid w:val="0076566E"/>
    <w:rsid w:val="007666D4"/>
    <w:rsid w:val="00767D2C"/>
    <w:rsid w:val="00770660"/>
    <w:rsid w:val="0077087F"/>
    <w:rsid w:val="00774E26"/>
    <w:rsid w:val="00775A50"/>
    <w:rsid w:val="007800B4"/>
    <w:rsid w:val="00780EB2"/>
    <w:rsid w:val="007811C0"/>
    <w:rsid w:val="007817E5"/>
    <w:rsid w:val="00782C42"/>
    <w:rsid w:val="00783065"/>
    <w:rsid w:val="00791B6B"/>
    <w:rsid w:val="00792118"/>
    <w:rsid w:val="00792936"/>
    <w:rsid w:val="007934A6"/>
    <w:rsid w:val="00793609"/>
    <w:rsid w:val="00794768"/>
    <w:rsid w:val="007956AF"/>
    <w:rsid w:val="00796E55"/>
    <w:rsid w:val="007971E6"/>
    <w:rsid w:val="007A24ED"/>
    <w:rsid w:val="007A3D34"/>
    <w:rsid w:val="007A783C"/>
    <w:rsid w:val="007A78C7"/>
    <w:rsid w:val="007A79D8"/>
    <w:rsid w:val="007A7D84"/>
    <w:rsid w:val="007B0141"/>
    <w:rsid w:val="007B1FAE"/>
    <w:rsid w:val="007B3170"/>
    <w:rsid w:val="007B5496"/>
    <w:rsid w:val="007B5D3C"/>
    <w:rsid w:val="007C0359"/>
    <w:rsid w:val="007C09E6"/>
    <w:rsid w:val="007C5694"/>
    <w:rsid w:val="007C5D59"/>
    <w:rsid w:val="007C5F4B"/>
    <w:rsid w:val="007C691A"/>
    <w:rsid w:val="007D09DE"/>
    <w:rsid w:val="007D1F9C"/>
    <w:rsid w:val="007D3380"/>
    <w:rsid w:val="007D35E8"/>
    <w:rsid w:val="007D69F7"/>
    <w:rsid w:val="007E0921"/>
    <w:rsid w:val="007E4969"/>
    <w:rsid w:val="007E4D7A"/>
    <w:rsid w:val="007E567D"/>
    <w:rsid w:val="007E68D3"/>
    <w:rsid w:val="007E6B40"/>
    <w:rsid w:val="007E74F9"/>
    <w:rsid w:val="007F08CD"/>
    <w:rsid w:val="007F1AD5"/>
    <w:rsid w:val="007F1B30"/>
    <w:rsid w:val="007F2552"/>
    <w:rsid w:val="007F2981"/>
    <w:rsid w:val="007F2AC5"/>
    <w:rsid w:val="007F2E6E"/>
    <w:rsid w:val="007F4378"/>
    <w:rsid w:val="007F62BF"/>
    <w:rsid w:val="007F6981"/>
    <w:rsid w:val="008004AA"/>
    <w:rsid w:val="008021CA"/>
    <w:rsid w:val="00802DC5"/>
    <w:rsid w:val="00803507"/>
    <w:rsid w:val="00803C49"/>
    <w:rsid w:val="00804CD1"/>
    <w:rsid w:val="00807114"/>
    <w:rsid w:val="0080740A"/>
    <w:rsid w:val="00807544"/>
    <w:rsid w:val="00807A32"/>
    <w:rsid w:val="00807BE4"/>
    <w:rsid w:val="00810C74"/>
    <w:rsid w:val="00811559"/>
    <w:rsid w:val="00811ABC"/>
    <w:rsid w:val="008158E1"/>
    <w:rsid w:val="00816785"/>
    <w:rsid w:val="00820B16"/>
    <w:rsid w:val="00821180"/>
    <w:rsid w:val="00821D61"/>
    <w:rsid w:val="0082247C"/>
    <w:rsid w:val="00823F93"/>
    <w:rsid w:val="00824C17"/>
    <w:rsid w:val="00824DE7"/>
    <w:rsid w:val="00825CC6"/>
    <w:rsid w:val="00825F69"/>
    <w:rsid w:val="0082744C"/>
    <w:rsid w:val="00827DB2"/>
    <w:rsid w:val="0083345E"/>
    <w:rsid w:val="00835CB9"/>
    <w:rsid w:val="00836405"/>
    <w:rsid w:val="0083650B"/>
    <w:rsid w:val="008372E1"/>
    <w:rsid w:val="0083777B"/>
    <w:rsid w:val="00841139"/>
    <w:rsid w:val="00841A58"/>
    <w:rsid w:val="00843B2C"/>
    <w:rsid w:val="00845D12"/>
    <w:rsid w:val="00846D80"/>
    <w:rsid w:val="0084763B"/>
    <w:rsid w:val="0085240E"/>
    <w:rsid w:val="0085261F"/>
    <w:rsid w:val="00853AFE"/>
    <w:rsid w:val="00856A0D"/>
    <w:rsid w:val="0085749D"/>
    <w:rsid w:val="00860E4D"/>
    <w:rsid w:val="00867B70"/>
    <w:rsid w:val="00870125"/>
    <w:rsid w:val="008716FF"/>
    <w:rsid w:val="00872E95"/>
    <w:rsid w:val="00873F30"/>
    <w:rsid w:val="0087465B"/>
    <w:rsid w:val="00874EB3"/>
    <w:rsid w:val="0087532F"/>
    <w:rsid w:val="0087556E"/>
    <w:rsid w:val="008770A3"/>
    <w:rsid w:val="00883163"/>
    <w:rsid w:val="00886606"/>
    <w:rsid w:val="008871E0"/>
    <w:rsid w:val="00892387"/>
    <w:rsid w:val="00892935"/>
    <w:rsid w:val="008937F9"/>
    <w:rsid w:val="008939F7"/>
    <w:rsid w:val="00895599"/>
    <w:rsid w:val="00895BE0"/>
    <w:rsid w:val="00897404"/>
    <w:rsid w:val="0089758B"/>
    <w:rsid w:val="0089781E"/>
    <w:rsid w:val="008A01F1"/>
    <w:rsid w:val="008A03A9"/>
    <w:rsid w:val="008A2E5A"/>
    <w:rsid w:val="008A43EA"/>
    <w:rsid w:val="008A4612"/>
    <w:rsid w:val="008A49C0"/>
    <w:rsid w:val="008A53A4"/>
    <w:rsid w:val="008B0F52"/>
    <w:rsid w:val="008B13AA"/>
    <w:rsid w:val="008B289A"/>
    <w:rsid w:val="008B3A4A"/>
    <w:rsid w:val="008B49BA"/>
    <w:rsid w:val="008B55A8"/>
    <w:rsid w:val="008B5634"/>
    <w:rsid w:val="008B6809"/>
    <w:rsid w:val="008B75D9"/>
    <w:rsid w:val="008C00B9"/>
    <w:rsid w:val="008C0267"/>
    <w:rsid w:val="008C082A"/>
    <w:rsid w:val="008C0C96"/>
    <w:rsid w:val="008C497E"/>
    <w:rsid w:val="008C4D6C"/>
    <w:rsid w:val="008C4D9E"/>
    <w:rsid w:val="008C7F1D"/>
    <w:rsid w:val="008D0006"/>
    <w:rsid w:val="008D2541"/>
    <w:rsid w:val="008D2E70"/>
    <w:rsid w:val="008D2ED7"/>
    <w:rsid w:val="008D3CA3"/>
    <w:rsid w:val="008D443E"/>
    <w:rsid w:val="008D4BBD"/>
    <w:rsid w:val="008D4E5E"/>
    <w:rsid w:val="008D57B9"/>
    <w:rsid w:val="008D5868"/>
    <w:rsid w:val="008D6CF0"/>
    <w:rsid w:val="008E0F07"/>
    <w:rsid w:val="008E1DBE"/>
    <w:rsid w:val="008E1E9C"/>
    <w:rsid w:val="008E2FB0"/>
    <w:rsid w:val="008E30B9"/>
    <w:rsid w:val="008E3525"/>
    <w:rsid w:val="008E3FC8"/>
    <w:rsid w:val="008E40C4"/>
    <w:rsid w:val="008E42C0"/>
    <w:rsid w:val="008E439D"/>
    <w:rsid w:val="008E7CAC"/>
    <w:rsid w:val="008E7F31"/>
    <w:rsid w:val="008F0139"/>
    <w:rsid w:val="008F0424"/>
    <w:rsid w:val="008F12D2"/>
    <w:rsid w:val="008F175D"/>
    <w:rsid w:val="008F1A73"/>
    <w:rsid w:val="008F2692"/>
    <w:rsid w:val="008F4029"/>
    <w:rsid w:val="008F4399"/>
    <w:rsid w:val="008F685C"/>
    <w:rsid w:val="00901544"/>
    <w:rsid w:val="009019F9"/>
    <w:rsid w:val="009028FA"/>
    <w:rsid w:val="009037F0"/>
    <w:rsid w:val="00905D77"/>
    <w:rsid w:val="00905F12"/>
    <w:rsid w:val="00907919"/>
    <w:rsid w:val="009101BA"/>
    <w:rsid w:val="00911A5E"/>
    <w:rsid w:val="009130A3"/>
    <w:rsid w:val="00914A51"/>
    <w:rsid w:val="00914BFD"/>
    <w:rsid w:val="00915477"/>
    <w:rsid w:val="009154A2"/>
    <w:rsid w:val="0091615A"/>
    <w:rsid w:val="00920611"/>
    <w:rsid w:val="0092406C"/>
    <w:rsid w:val="00925BE6"/>
    <w:rsid w:val="00925CDD"/>
    <w:rsid w:val="00925D28"/>
    <w:rsid w:val="0092671C"/>
    <w:rsid w:val="00926FF3"/>
    <w:rsid w:val="00930611"/>
    <w:rsid w:val="009306A3"/>
    <w:rsid w:val="00930FE6"/>
    <w:rsid w:val="009343E9"/>
    <w:rsid w:val="009363C2"/>
    <w:rsid w:val="0093696E"/>
    <w:rsid w:val="00937ACA"/>
    <w:rsid w:val="009414D2"/>
    <w:rsid w:val="00941A74"/>
    <w:rsid w:val="00941CDB"/>
    <w:rsid w:val="00942562"/>
    <w:rsid w:val="009425EB"/>
    <w:rsid w:val="0094303C"/>
    <w:rsid w:val="00944184"/>
    <w:rsid w:val="00944F23"/>
    <w:rsid w:val="00945101"/>
    <w:rsid w:val="0094640F"/>
    <w:rsid w:val="00951BB4"/>
    <w:rsid w:val="009527B3"/>
    <w:rsid w:val="0095299B"/>
    <w:rsid w:val="00952C9D"/>
    <w:rsid w:val="00953599"/>
    <w:rsid w:val="009544C3"/>
    <w:rsid w:val="00954814"/>
    <w:rsid w:val="00961911"/>
    <w:rsid w:val="00962F65"/>
    <w:rsid w:val="00963300"/>
    <w:rsid w:val="00963303"/>
    <w:rsid w:val="0096348A"/>
    <w:rsid w:val="009643FC"/>
    <w:rsid w:val="00966B2D"/>
    <w:rsid w:val="00967880"/>
    <w:rsid w:val="00970207"/>
    <w:rsid w:val="009709F5"/>
    <w:rsid w:val="00972FBF"/>
    <w:rsid w:val="009733F7"/>
    <w:rsid w:val="00974463"/>
    <w:rsid w:val="00976B6F"/>
    <w:rsid w:val="00976EFE"/>
    <w:rsid w:val="009813A4"/>
    <w:rsid w:val="00985BB4"/>
    <w:rsid w:val="009879F1"/>
    <w:rsid w:val="00990D77"/>
    <w:rsid w:val="009942EC"/>
    <w:rsid w:val="00994345"/>
    <w:rsid w:val="009948D5"/>
    <w:rsid w:val="00994FE4"/>
    <w:rsid w:val="00995730"/>
    <w:rsid w:val="009A05D3"/>
    <w:rsid w:val="009A1A17"/>
    <w:rsid w:val="009A36B6"/>
    <w:rsid w:val="009A4342"/>
    <w:rsid w:val="009A4BF6"/>
    <w:rsid w:val="009A57DC"/>
    <w:rsid w:val="009B145B"/>
    <w:rsid w:val="009B303D"/>
    <w:rsid w:val="009B44FB"/>
    <w:rsid w:val="009B4FB1"/>
    <w:rsid w:val="009B5ABA"/>
    <w:rsid w:val="009B5B55"/>
    <w:rsid w:val="009B5C28"/>
    <w:rsid w:val="009B6AAF"/>
    <w:rsid w:val="009B7263"/>
    <w:rsid w:val="009C099D"/>
    <w:rsid w:val="009C09CC"/>
    <w:rsid w:val="009C1200"/>
    <w:rsid w:val="009C1749"/>
    <w:rsid w:val="009C437A"/>
    <w:rsid w:val="009C5ECC"/>
    <w:rsid w:val="009C64AC"/>
    <w:rsid w:val="009C7D23"/>
    <w:rsid w:val="009D0001"/>
    <w:rsid w:val="009D0547"/>
    <w:rsid w:val="009D0A11"/>
    <w:rsid w:val="009D0CCB"/>
    <w:rsid w:val="009D1B9B"/>
    <w:rsid w:val="009D3215"/>
    <w:rsid w:val="009D490D"/>
    <w:rsid w:val="009D55DB"/>
    <w:rsid w:val="009D5DFD"/>
    <w:rsid w:val="009D641C"/>
    <w:rsid w:val="009D71CC"/>
    <w:rsid w:val="009E0AD8"/>
    <w:rsid w:val="009E2A03"/>
    <w:rsid w:val="009E44A4"/>
    <w:rsid w:val="009E61FE"/>
    <w:rsid w:val="009E630F"/>
    <w:rsid w:val="009E79AC"/>
    <w:rsid w:val="009F0334"/>
    <w:rsid w:val="009F0F51"/>
    <w:rsid w:val="009F17F2"/>
    <w:rsid w:val="009F433A"/>
    <w:rsid w:val="009F5F9C"/>
    <w:rsid w:val="009F7427"/>
    <w:rsid w:val="009F7C42"/>
    <w:rsid w:val="00A009E0"/>
    <w:rsid w:val="00A018B7"/>
    <w:rsid w:val="00A02054"/>
    <w:rsid w:val="00A04158"/>
    <w:rsid w:val="00A051A6"/>
    <w:rsid w:val="00A074E9"/>
    <w:rsid w:val="00A07A35"/>
    <w:rsid w:val="00A10101"/>
    <w:rsid w:val="00A104E7"/>
    <w:rsid w:val="00A1050F"/>
    <w:rsid w:val="00A10AE4"/>
    <w:rsid w:val="00A110CB"/>
    <w:rsid w:val="00A14391"/>
    <w:rsid w:val="00A167F4"/>
    <w:rsid w:val="00A17719"/>
    <w:rsid w:val="00A1799F"/>
    <w:rsid w:val="00A17EF1"/>
    <w:rsid w:val="00A21B69"/>
    <w:rsid w:val="00A24BB7"/>
    <w:rsid w:val="00A24FF7"/>
    <w:rsid w:val="00A26313"/>
    <w:rsid w:val="00A27EE6"/>
    <w:rsid w:val="00A31DA4"/>
    <w:rsid w:val="00A32979"/>
    <w:rsid w:val="00A32C23"/>
    <w:rsid w:val="00A346E6"/>
    <w:rsid w:val="00A3670F"/>
    <w:rsid w:val="00A36816"/>
    <w:rsid w:val="00A40382"/>
    <w:rsid w:val="00A414E8"/>
    <w:rsid w:val="00A428EC"/>
    <w:rsid w:val="00A42B23"/>
    <w:rsid w:val="00A42B81"/>
    <w:rsid w:val="00A43D5B"/>
    <w:rsid w:val="00A449FC"/>
    <w:rsid w:val="00A451EC"/>
    <w:rsid w:val="00A46E6B"/>
    <w:rsid w:val="00A47E11"/>
    <w:rsid w:val="00A5223B"/>
    <w:rsid w:val="00A52500"/>
    <w:rsid w:val="00A54674"/>
    <w:rsid w:val="00A546C2"/>
    <w:rsid w:val="00A54F25"/>
    <w:rsid w:val="00A56E95"/>
    <w:rsid w:val="00A600B7"/>
    <w:rsid w:val="00A60EDD"/>
    <w:rsid w:val="00A62BA6"/>
    <w:rsid w:val="00A62EE5"/>
    <w:rsid w:val="00A64C17"/>
    <w:rsid w:val="00A667AD"/>
    <w:rsid w:val="00A67D94"/>
    <w:rsid w:val="00A67E1D"/>
    <w:rsid w:val="00A67E91"/>
    <w:rsid w:val="00A67EEA"/>
    <w:rsid w:val="00A709E9"/>
    <w:rsid w:val="00A710B9"/>
    <w:rsid w:val="00A710C7"/>
    <w:rsid w:val="00A725AB"/>
    <w:rsid w:val="00A73A44"/>
    <w:rsid w:val="00A74FE4"/>
    <w:rsid w:val="00A75BA3"/>
    <w:rsid w:val="00A77D0E"/>
    <w:rsid w:val="00A807DB"/>
    <w:rsid w:val="00A81289"/>
    <w:rsid w:val="00A825D0"/>
    <w:rsid w:val="00A82B56"/>
    <w:rsid w:val="00A83EB9"/>
    <w:rsid w:val="00A85611"/>
    <w:rsid w:val="00A8570F"/>
    <w:rsid w:val="00A8638F"/>
    <w:rsid w:val="00A86D6C"/>
    <w:rsid w:val="00A86F18"/>
    <w:rsid w:val="00A8730C"/>
    <w:rsid w:val="00A9286F"/>
    <w:rsid w:val="00A9446E"/>
    <w:rsid w:val="00A957D2"/>
    <w:rsid w:val="00A96C75"/>
    <w:rsid w:val="00A97FB3"/>
    <w:rsid w:val="00AA3028"/>
    <w:rsid w:val="00AA435A"/>
    <w:rsid w:val="00AA4F38"/>
    <w:rsid w:val="00AA4F96"/>
    <w:rsid w:val="00AA60D0"/>
    <w:rsid w:val="00AA6B2E"/>
    <w:rsid w:val="00AA7CBC"/>
    <w:rsid w:val="00AB0B21"/>
    <w:rsid w:val="00AB288B"/>
    <w:rsid w:val="00AB3B5E"/>
    <w:rsid w:val="00AB4AB3"/>
    <w:rsid w:val="00AB4FAA"/>
    <w:rsid w:val="00AB5069"/>
    <w:rsid w:val="00AB57C8"/>
    <w:rsid w:val="00AB7086"/>
    <w:rsid w:val="00AB7259"/>
    <w:rsid w:val="00AB778A"/>
    <w:rsid w:val="00AC0C67"/>
    <w:rsid w:val="00AC2E02"/>
    <w:rsid w:val="00AC397F"/>
    <w:rsid w:val="00AC39E4"/>
    <w:rsid w:val="00AC3B3F"/>
    <w:rsid w:val="00AC487B"/>
    <w:rsid w:val="00AC575D"/>
    <w:rsid w:val="00AC597E"/>
    <w:rsid w:val="00AC5C0D"/>
    <w:rsid w:val="00AC7A47"/>
    <w:rsid w:val="00AC7EC6"/>
    <w:rsid w:val="00AD0769"/>
    <w:rsid w:val="00AD1612"/>
    <w:rsid w:val="00AD1CE5"/>
    <w:rsid w:val="00AD25AA"/>
    <w:rsid w:val="00AD3D5F"/>
    <w:rsid w:val="00AD5A8D"/>
    <w:rsid w:val="00AD5FD7"/>
    <w:rsid w:val="00AD6048"/>
    <w:rsid w:val="00AD62AA"/>
    <w:rsid w:val="00AD7392"/>
    <w:rsid w:val="00AD7550"/>
    <w:rsid w:val="00AD7627"/>
    <w:rsid w:val="00AE08F3"/>
    <w:rsid w:val="00AE1200"/>
    <w:rsid w:val="00AE12FF"/>
    <w:rsid w:val="00AE3C92"/>
    <w:rsid w:val="00AE6581"/>
    <w:rsid w:val="00AE71D2"/>
    <w:rsid w:val="00AE75DD"/>
    <w:rsid w:val="00AE7F91"/>
    <w:rsid w:val="00AF031E"/>
    <w:rsid w:val="00AF0863"/>
    <w:rsid w:val="00AF2CB0"/>
    <w:rsid w:val="00B01819"/>
    <w:rsid w:val="00B02B8C"/>
    <w:rsid w:val="00B03804"/>
    <w:rsid w:val="00B043AF"/>
    <w:rsid w:val="00B0519C"/>
    <w:rsid w:val="00B05C46"/>
    <w:rsid w:val="00B05CF3"/>
    <w:rsid w:val="00B0619F"/>
    <w:rsid w:val="00B06673"/>
    <w:rsid w:val="00B10A0F"/>
    <w:rsid w:val="00B112A8"/>
    <w:rsid w:val="00B134FD"/>
    <w:rsid w:val="00B137EA"/>
    <w:rsid w:val="00B13F15"/>
    <w:rsid w:val="00B14098"/>
    <w:rsid w:val="00B16911"/>
    <w:rsid w:val="00B174A7"/>
    <w:rsid w:val="00B20360"/>
    <w:rsid w:val="00B223ED"/>
    <w:rsid w:val="00B22452"/>
    <w:rsid w:val="00B22F44"/>
    <w:rsid w:val="00B239EB"/>
    <w:rsid w:val="00B24E88"/>
    <w:rsid w:val="00B2591C"/>
    <w:rsid w:val="00B27007"/>
    <w:rsid w:val="00B27FA5"/>
    <w:rsid w:val="00B30E19"/>
    <w:rsid w:val="00B3189A"/>
    <w:rsid w:val="00B31B5B"/>
    <w:rsid w:val="00B324AA"/>
    <w:rsid w:val="00B33541"/>
    <w:rsid w:val="00B42E64"/>
    <w:rsid w:val="00B4316D"/>
    <w:rsid w:val="00B43406"/>
    <w:rsid w:val="00B449CA"/>
    <w:rsid w:val="00B45700"/>
    <w:rsid w:val="00B45E92"/>
    <w:rsid w:val="00B463CB"/>
    <w:rsid w:val="00B50008"/>
    <w:rsid w:val="00B50626"/>
    <w:rsid w:val="00B52966"/>
    <w:rsid w:val="00B54F7E"/>
    <w:rsid w:val="00B552CC"/>
    <w:rsid w:val="00B5731F"/>
    <w:rsid w:val="00B60B30"/>
    <w:rsid w:val="00B616A7"/>
    <w:rsid w:val="00B61D80"/>
    <w:rsid w:val="00B65E8B"/>
    <w:rsid w:val="00B67094"/>
    <w:rsid w:val="00B670CD"/>
    <w:rsid w:val="00B671D3"/>
    <w:rsid w:val="00B67374"/>
    <w:rsid w:val="00B67D33"/>
    <w:rsid w:val="00B7054A"/>
    <w:rsid w:val="00B7206F"/>
    <w:rsid w:val="00B726F5"/>
    <w:rsid w:val="00B7420C"/>
    <w:rsid w:val="00B7437C"/>
    <w:rsid w:val="00B74C0E"/>
    <w:rsid w:val="00B756EB"/>
    <w:rsid w:val="00B759B3"/>
    <w:rsid w:val="00B75C47"/>
    <w:rsid w:val="00B77231"/>
    <w:rsid w:val="00B77D9C"/>
    <w:rsid w:val="00B77EFC"/>
    <w:rsid w:val="00B803A3"/>
    <w:rsid w:val="00B805E6"/>
    <w:rsid w:val="00B805F7"/>
    <w:rsid w:val="00B806A8"/>
    <w:rsid w:val="00B84188"/>
    <w:rsid w:val="00B843CB"/>
    <w:rsid w:val="00B84DB5"/>
    <w:rsid w:val="00B854A9"/>
    <w:rsid w:val="00B8729D"/>
    <w:rsid w:val="00B901D2"/>
    <w:rsid w:val="00B909C6"/>
    <w:rsid w:val="00B9116B"/>
    <w:rsid w:val="00B9346B"/>
    <w:rsid w:val="00B94095"/>
    <w:rsid w:val="00B940DB"/>
    <w:rsid w:val="00B940EE"/>
    <w:rsid w:val="00B96901"/>
    <w:rsid w:val="00B96978"/>
    <w:rsid w:val="00B9702C"/>
    <w:rsid w:val="00BA0E59"/>
    <w:rsid w:val="00BA1BD8"/>
    <w:rsid w:val="00BA1D14"/>
    <w:rsid w:val="00BA25B2"/>
    <w:rsid w:val="00BA5378"/>
    <w:rsid w:val="00BA54A9"/>
    <w:rsid w:val="00BA5AE5"/>
    <w:rsid w:val="00BA5FCD"/>
    <w:rsid w:val="00BB23F3"/>
    <w:rsid w:val="00BB25C0"/>
    <w:rsid w:val="00BB303C"/>
    <w:rsid w:val="00BB33A3"/>
    <w:rsid w:val="00BB5B7E"/>
    <w:rsid w:val="00BB5DC0"/>
    <w:rsid w:val="00BC2A5F"/>
    <w:rsid w:val="00BC591B"/>
    <w:rsid w:val="00BD1F71"/>
    <w:rsid w:val="00BD24E1"/>
    <w:rsid w:val="00BD2C2B"/>
    <w:rsid w:val="00BD3301"/>
    <w:rsid w:val="00BD53E8"/>
    <w:rsid w:val="00BD546C"/>
    <w:rsid w:val="00BD5A29"/>
    <w:rsid w:val="00BD5D7B"/>
    <w:rsid w:val="00BD62A7"/>
    <w:rsid w:val="00BD63C9"/>
    <w:rsid w:val="00BE0C29"/>
    <w:rsid w:val="00BE0EE8"/>
    <w:rsid w:val="00BE1753"/>
    <w:rsid w:val="00BE3E09"/>
    <w:rsid w:val="00BE458E"/>
    <w:rsid w:val="00BE6A93"/>
    <w:rsid w:val="00BE6D48"/>
    <w:rsid w:val="00BF103D"/>
    <w:rsid w:val="00BF1989"/>
    <w:rsid w:val="00BF2EF6"/>
    <w:rsid w:val="00BF2F72"/>
    <w:rsid w:val="00BF3AD3"/>
    <w:rsid w:val="00BF4E61"/>
    <w:rsid w:val="00BF5178"/>
    <w:rsid w:val="00BF6002"/>
    <w:rsid w:val="00BF67E3"/>
    <w:rsid w:val="00C01EDB"/>
    <w:rsid w:val="00C066F1"/>
    <w:rsid w:val="00C06D66"/>
    <w:rsid w:val="00C07A12"/>
    <w:rsid w:val="00C10BCB"/>
    <w:rsid w:val="00C125E2"/>
    <w:rsid w:val="00C13118"/>
    <w:rsid w:val="00C14224"/>
    <w:rsid w:val="00C14870"/>
    <w:rsid w:val="00C14FEF"/>
    <w:rsid w:val="00C16D1F"/>
    <w:rsid w:val="00C17224"/>
    <w:rsid w:val="00C21C49"/>
    <w:rsid w:val="00C221EC"/>
    <w:rsid w:val="00C23075"/>
    <w:rsid w:val="00C26885"/>
    <w:rsid w:val="00C277C5"/>
    <w:rsid w:val="00C278CE"/>
    <w:rsid w:val="00C27BEF"/>
    <w:rsid w:val="00C306AC"/>
    <w:rsid w:val="00C324C3"/>
    <w:rsid w:val="00C339DE"/>
    <w:rsid w:val="00C3469D"/>
    <w:rsid w:val="00C356D8"/>
    <w:rsid w:val="00C35ADD"/>
    <w:rsid w:val="00C3641E"/>
    <w:rsid w:val="00C365EA"/>
    <w:rsid w:val="00C36C6A"/>
    <w:rsid w:val="00C411F9"/>
    <w:rsid w:val="00C4209D"/>
    <w:rsid w:val="00C421F7"/>
    <w:rsid w:val="00C43876"/>
    <w:rsid w:val="00C45B98"/>
    <w:rsid w:val="00C50A8A"/>
    <w:rsid w:val="00C51CD5"/>
    <w:rsid w:val="00C5266C"/>
    <w:rsid w:val="00C526C2"/>
    <w:rsid w:val="00C526D4"/>
    <w:rsid w:val="00C5405C"/>
    <w:rsid w:val="00C5510A"/>
    <w:rsid w:val="00C562BA"/>
    <w:rsid w:val="00C573D2"/>
    <w:rsid w:val="00C63065"/>
    <w:rsid w:val="00C6349F"/>
    <w:rsid w:val="00C63623"/>
    <w:rsid w:val="00C64E12"/>
    <w:rsid w:val="00C65D0A"/>
    <w:rsid w:val="00C66276"/>
    <w:rsid w:val="00C70527"/>
    <w:rsid w:val="00C70609"/>
    <w:rsid w:val="00C708B0"/>
    <w:rsid w:val="00C71F6F"/>
    <w:rsid w:val="00C7424F"/>
    <w:rsid w:val="00C74499"/>
    <w:rsid w:val="00C755C0"/>
    <w:rsid w:val="00C76109"/>
    <w:rsid w:val="00C76A7A"/>
    <w:rsid w:val="00C829D5"/>
    <w:rsid w:val="00C8391B"/>
    <w:rsid w:val="00C86C9D"/>
    <w:rsid w:val="00C87FDE"/>
    <w:rsid w:val="00C922F4"/>
    <w:rsid w:val="00C93CC7"/>
    <w:rsid w:val="00C93D88"/>
    <w:rsid w:val="00C94098"/>
    <w:rsid w:val="00C94536"/>
    <w:rsid w:val="00C95396"/>
    <w:rsid w:val="00C95D8E"/>
    <w:rsid w:val="00CA384A"/>
    <w:rsid w:val="00CA3955"/>
    <w:rsid w:val="00CA53E4"/>
    <w:rsid w:val="00CA5BC6"/>
    <w:rsid w:val="00CA6570"/>
    <w:rsid w:val="00CA6CF5"/>
    <w:rsid w:val="00CA7638"/>
    <w:rsid w:val="00CB2D89"/>
    <w:rsid w:val="00CB3F53"/>
    <w:rsid w:val="00CB42D1"/>
    <w:rsid w:val="00CB4482"/>
    <w:rsid w:val="00CB455D"/>
    <w:rsid w:val="00CB4E3E"/>
    <w:rsid w:val="00CB5DA2"/>
    <w:rsid w:val="00CB6FC4"/>
    <w:rsid w:val="00CB75C6"/>
    <w:rsid w:val="00CC170E"/>
    <w:rsid w:val="00CC330C"/>
    <w:rsid w:val="00CC397D"/>
    <w:rsid w:val="00CC4A94"/>
    <w:rsid w:val="00CC6BEE"/>
    <w:rsid w:val="00CC7CD6"/>
    <w:rsid w:val="00CD0513"/>
    <w:rsid w:val="00CD09EF"/>
    <w:rsid w:val="00CD0F28"/>
    <w:rsid w:val="00CD1A5F"/>
    <w:rsid w:val="00CD4F00"/>
    <w:rsid w:val="00CD5E3B"/>
    <w:rsid w:val="00CE040E"/>
    <w:rsid w:val="00CE1FD6"/>
    <w:rsid w:val="00CE2C6F"/>
    <w:rsid w:val="00CE3CF5"/>
    <w:rsid w:val="00CE4561"/>
    <w:rsid w:val="00CE4B06"/>
    <w:rsid w:val="00CE5855"/>
    <w:rsid w:val="00CE5BBB"/>
    <w:rsid w:val="00CE68DD"/>
    <w:rsid w:val="00CE7312"/>
    <w:rsid w:val="00CE7372"/>
    <w:rsid w:val="00CF02B9"/>
    <w:rsid w:val="00CF06DA"/>
    <w:rsid w:val="00CF0905"/>
    <w:rsid w:val="00CF0B4F"/>
    <w:rsid w:val="00CF0EBF"/>
    <w:rsid w:val="00CF142B"/>
    <w:rsid w:val="00CF164D"/>
    <w:rsid w:val="00CF3A90"/>
    <w:rsid w:val="00CF3D51"/>
    <w:rsid w:val="00CF5C9E"/>
    <w:rsid w:val="00CF624B"/>
    <w:rsid w:val="00CF6914"/>
    <w:rsid w:val="00D01243"/>
    <w:rsid w:val="00D01362"/>
    <w:rsid w:val="00D02ADB"/>
    <w:rsid w:val="00D03881"/>
    <w:rsid w:val="00D0587A"/>
    <w:rsid w:val="00D059D2"/>
    <w:rsid w:val="00D05CF8"/>
    <w:rsid w:val="00D073D9"/>
    <w:rsid w:val="00D101B0"/>
    <w:rsid w:val="00D10E9F"/>
    <w:rsid w:val="00D12B1B"/>
    <w:rsid w:val="00D14FF2"/>
    <w:rsid w:val="00D15A4F"/>
    <w:rsid w:val="00D173AA"/>
    <w:rsid w:val="00D2285A"/>
    <w:rsid w:val="00D2546D"/>
    <w:rsid w:val="00D27F24"/>
    <w:rsid w:val="00D302D6"/>
    <w:rsid w:val="00D305CE"/>
    <w:rsid w:val="00D346A9"/>
    <w:rsid w:val="00D35E86"/>
    <w:rsid w:val="00D43C32"/>
    <w:rsid w:val="00D443CE"/>
    <w:rsid w:val="00D44C79"/>
    <w:rsid w:val="00D46276"/>
    <w:rsid w:val="00D46309"/>
    <w:rsid w:val="00D46BC3"/>
    <w:rsid w:val="00D46EAA"/>
    <w:rsid w:val="00D4750F"/>
    <w:rsid w:val="00D512D3"/>
    <w:rsid w:val="00D518C7"/>
    <w:rsid w:val="00D522A5"/>
    <w:rsid w:val="00D52426"/>
    <w:rsid w:val="00D52D16"/>
    <w:rsid w:val="00D53021"/>
    <w:rsid w:val="00D55432"/>
    <w:rsid w:val="00D555F2"/>
    <w:rsid w:val="00D556DD"/>
    <w:rsid w:val="00D558FC"/>
    <w:rsid w:val="00D56F6B"/>
    <w:rsid w:val="00D60C79"/>
    <w:rsid w:val="00D60C92"/>
    <w:rsid w:val="00D634FA"/>
    <w:rsid w:val="00D64018"/>
    <w:rsid w:val="00D6427E"/>
    <w:rsid w:val="00D6738A"/>
    <w:rsid w:val="00D719C6"/>
    <w:rsid w:val="00D71FF7"/>
    <w:rsid w:val="00D726A6"/>
    <w:rsid w:val="00D743C7"/>
    <w:rsid w:val="00D75CAD"/>
    <w:rsid w:val="00D76785"/>
    <w:rsid w:val="00D7773C"/>
    <w:rsid w:val="00D80809"/>
    <w:rsid w:val="00D813FE"/>
    <w:rsid w:val="00D83000"/>
    <w:rsid w:val="00D832DE"/>
    <w:rsid w:val="00D834A9"/>
    <w:rsid w:val="00D85D6E"/>
    <w:rsid w:val="00D86164"/>
    <w:rsid w:val="00D86DFB"/>
    <w:rsid w:val="00D86FE3"/>
    <w:rsid w:val="00D87EB9"/>
    <w:rsid w:val="00D914C2"/>
    <w:rsid w:val="00D92532"/>
    <w:rsid w:val="00D930AE"/>
    <w:rsid w:val="00D938AE"/>
    <w:rsid w:val="00D93F42"/>
    <w:rsid w:val="00D97AFC"/>
    <w:rsid w:val="00DA0772"/>
    <w:rsid w:val="00DA1592"/>
    <w:rsid w:val="00DA17D6"/>
    <w:rsid w:val="00DA1947"/>
    <w:rsid w:val="00DA2F5C"/>
    <w:rsid w:val="00DA2F9D"/>
    <w:rsid w:val="00DA3DB1"/>
    <w:rsid w:val="00DA4540"/>
    <w:rsid w:val="00DB5D32"/>
    <w:rsid w:val="00DB5D55"/>
    <w:rsid w:val="00DB6C23"/>
    <w:rsid w:val="00DB6C69"/>
    <w:rsid w:val="00DC07F7"/>
    <w:rsid w:val="00DC0987"/>
    <w:rsid w:val="00DC0ED0"/>
    <w:rsid w:val="00DC101E"/>
    <w:rsid w:val="00DC1398"/>
    <w:rsid w:val="00DC1E1D"/>
    <w:rsid w:val="00DC23B7"/>
    <w:rsid w:val="00DC23FA"/>
    <w:rsid w:val="00DC248D"/>
    <w:rsid w:val="00DC4DFD"/>
    <w:rsid w:val="00DC6578"/>
    <w:rsid w:val="00DC65FE"/>
    <w:rsid w:val="00DC688D"/>
    <w:rsid w:val="00DD0441"/>
    <w:rsid w:val="00DD0680"/>
    <w:rsid w:val="00DD1561"/>
    <w:rsid w:val="00DD18CB"/>
    <w:rsid w:val="00DD278C"/>
    <w:rsid w:val="00DD6207"/>
    <w:rsid w:val="00DD70EE"/>
    <w:rsid w:val="00DD7D64"/>
    <w:rsid w:val="00DE14A9"/>
    <w:rsid w:val="00DE1F34"/>
    <w:rsid w:val="00DE3A3D"/>
    <w:rsid w:val="00DE3E79"/>
    <w:rsid w:val="00DE52DD"/>
    <w:rsid w:val="00DE6B6A"/>
    <w:rsid w:val="00DE7A47"/>
    <w:rsid w:val="00DF04BA"/>
    <w:rsid w:val="00DF1B32"/>
    <w:rsid w:val="00DF47EA"/>
    <w:rsid w:val="00DF49D1"/>
    <w:rsid w:val="00DF568E"/>
    <w:rsid w:val="00DF7985"/>
    <w:rsid w:val="00E006AA"/>
    <w:rsid w:val="00E03C64"/>
    <w:rsid w:val="00E04DF2"/>
    <w:rsid w:val="00E05061"/>
    <w:rsid w:val="00E054AE"/>
    <w:rsid w:val="00E06639"/>
    <w:rsid w:val="00E06BA9"/>
    <w:rsid w:val="00E14954"/>
    <w:rsid w:val="00E1526B"/>
    <w:rsid w:val="00E175DB"/>
    <w:rsid w:val="00E20A0E"/>
    <w:rsid w:val="00E20FF3"/>
    <w:rsid w:val="00E21E4B"/>
    <w:rsid w:val="00E24056"/>
    <w:rsid w:val="00E24150"/>
    <w:rsid w:val="00E2445E"/>
    <w:rsid w:val="00E24E9B"/>
    <w:rsid w:val="00E25BC8"/>
    <w:rsid w:val="00E264EE"/>
    <w:rsid w:val="00E3067A"/>
    <w:rsid w:val="00E30FD4"/>
    <w:rsid w:val="00E30FE6"/>
    <w:rsid w:val="00E3187B"/>
    <w:rsid w:val="00E33D7A"/>
    <w:rsid w:val="00E3514B"/>
    <w:rsid w:val="00E35D74"/>
    <w:rsid w:val="00E402F0"/>
    <w:rsid w:val="00E40458"/>
    <w:rsid w:val="00E41721"/>
    <w:rsid w:val="00E445A8"/>
    <w:rsid w:val="00E44620"/>
    <w:rsid w:val="00E446A8"/>
    <w:rsid w:val="00E4669A"/>
    <w:rsid w:val="00E46A17"/>
    <w:rsid w:val="00E47424"/>
    <w:rsid w:val="00E50451"/>
    <w:rsid w:val="00E50877"/>
    <w:rsid w:val="00E51C12"/>
    <w:rsid w:val="00E5243F"/>
    <w:rsid w:val="00E541BC"/>
    <w:rsid w:val="00E55B6F"/>
    <w:rsid w:val="00E56DF6"/>
    <w:rsid w:val="00E60CB2"/>
    <w:rsid w:val="00E63115"/>
    <w:rsid w:val="00E6328D"/>
    <w:rsid w:val="00E63AA9"/>
    <w:rsid w:val="00E63BDE"/>
    <w:rsid w:val="00E65368"/>
    <w:rsid w:val="00E705D8"/>
    <w:rsid w:val="00E7150E"/>
    <w:rsid w:val="00E7270A"/>
    <w:rsid w:val="00E74066"/>
    <w:rsid w:val="00E74BC4"/>
    <w:rsid w:val="00E76550"/>
    <w:rsid w:val="00E806C1"/>
    <w:rsid w:val="00E819C6"/>
    <w:rsid w:val="00E81E9D"/>
    <w:rsid w:val="00E8273B"/>
    <w:rsid w:val="00E86E47"/>
    <w:rsid w:val="00E904D1"/>
    <w:rsid w:val="00E90911"/>
    <w:rsid w:val="00E90CC0"/>
    <w:rsid w:val="00E915EF"/>
    <w:rsid w:val="00E94BDF"/>
    <w:rsid w:val="00E9552A"/>
    <w:rsid w:val="00E96061"/>
    <w:rsid w:val="00E971C4"/>
    <w:rsid w:val="00E97658"/>
    <w:rsid w:val="00EA1393"/>
    <w:rsid w:val="00EA3000"/>
    <w:rsid w:val="00EA3589"/>
    <w:rsid w:val="00EA3C38"/>
    <w:rsid w:val="00EA400C"/>
    <w:rsid w:val="00EA465F"/>
    <w:rsid w:val="00EA4CB2"/>
    <w:rsid w:val="00EA74A1"/>
    <w:rsid w:val="00EA7AAA"/>
    <w:rsid w:val="00EB0133"/>
    <w:rsid w:val="00EB2792"/>
    <w:rsid w:val="00EB2B72"/>
    <w:rsid w:val="00EB31E5"/>
    <w:rsid w:val="00EB32C0"/>
    <w:rsid w:val="00EB35A4"/>
    <w:rsid w:val="00EB4673"/>
    <w:rsid w:val="00EB58D8"/>
    <w:rsid w:val="00EB6555"/>
    <w:rsid w:val="00EB6DAD"/>
    <w:rsid w:val="00EB6DB3"/>
    <w:rsid w:val="00EC0E34"/>
    <w:rsid w:val="00EC14B9"/>
    <w:rsid w:val="00EC4C60"/>
    <w:rsid w:val="00EC4DAA"/>
    <w:rsid w:val="00EC75C5"/>
    <w:rsid w:val="00ED0461"/>
    <w:rsid w:val="00ED11F1"/>
    <w:rsid w:val="00ED1251"/>
    <w:rsid w:val="00ED1C1F"/>
    <w:rsid w:val="00ED30DF"/>
    <w:rsid w:val="00ED3CD1"/>
    <w:rsid w:val="00ED41B0"/>
    <w:rsid w:val="00ED48E6"/>
    <w:rsid w:val="00ED5F87"/>
    <w:rsid w:val="00ED6882"/>
    <w:rsid w:val="00ED7B93"/>
    <w:rsid w:val="00EE0305"/>
    <w:rsid w:val="00EE0AF6"/>
    <w:rsid w:val="00EE51FD"/>
    <w:rsid w:val="00EE550F"/>
    <w:rsid w:val="00EE5A6F"/>
    <w:rsid w:val="00EE7211"/>
    <w:rsid w:val="00EF1DF7"/>
    <w:rsid w:val="00EF28D1"/>
    <w:rsid w:val="00EF462D"/>
    <w:rsid w:val="00EF4941"/>
    <w:rsid w:val="00EF6CBE"/>
    <w:rsid w:val="00EF7634"/>
    <w:rsid w:val="00F01F8A"/>
    <w:rsid w:val="00F024A8"/>
    <w:rsid w:val="00F0423F"/>
    <w:rsid w:val="00F04669"/>
    <w:rsid w:val="00F05785"/>
    <w:rsid w:val="00F06A4E"/>
    <w:rsid w:val="00F06F40"/>
    <w:rsid w:val="00F07FBC"/>
    <w:rsid w:val="00F10A42"/>
    <w:rsid w:val="00F1106B"/>
    <w:rsid w:val="00F1217C"/>
    <w:rsid w:val="00F121E9"/>
    <w:rsid w:val="00F124B3"/>
    <w:rsid w:val="00F126DC"/>
    <w:rsid w:val="00F12C03"/>
    <w:rsid w:val="00F130DF"/>
    <w:rsid w:val="00F13D1B"/>
    <w:rsid w:val="00F15297"/>
    <w:rsid w:val="00F15D14"/>
    <w:rsid w:val="00F1795C"/>
    <w:rsid w:val="00F236C4"/>
    <w:rsid w:val="00F238BD"/>
    <w:rsid w:val="00F24996"/>
    <w:rsid w:val="00F25FA6"/>
    <w:rsid w:val="00F31E0D"/>
    <w:rsid w:val="00F329EE"/>
    <w:rsid w:val="00F359F4"/>
    <w:rsid w:val="00F35A91"/>
    <w:rsid w:val="00F3645B"/>
    <w:rsid w:val="00F40EF2"/>
    <w:rsid w:val="00F41D9A"/>
    <w:rsid w:val="00F41FC4"/>
    <w:rsid w:val="00F42956"/>
    <w:rsid w:val="00F4487B"/>
    <w:rsid w:val="00F4551F"/>
    <w:rsid w:val="00F45677"/>
    <w:rsid w:val="00F46380"/>
    <w:rsid w:val="00F4787D"/>
    <w:rsid w:val="00F5025B"/>
    <w:rsid w:val="00F50AEA"/>
    <w:rsid w:val="00F52B93"/>
    <w:rsid w:val="00F54156"/>
    <w:rsid w:val="00F5487A"/>
    <w:rsid w:val="00F55ABB"/>
    <w:rsid w:val="00F577AC"/>
    <w:rsid w:val="00F57BFA"/>
    <w:rsid w:val="00F57DF2"/>
    <w:rsid w:val="00F60831"/>
    <w:rsid w:val="00F608BC"/>
    <w:rsid w:val="00F63AFE"/>
    <w:rsid w:val="00F65012"/>
    <w:rsid w:val="00F652B2"/>
    <w:rsid w:val="00F6718C"/>
    <w:rsid w:val="00F6726C"/>
    <w:rsid w:val="00F67A76"/>
    <w:rsid w:val="00F7061B"/>
    <w:rsid w:val="00F71798"/>
    <w:rsid w:val="00F717A2"/>
    <w:rsid w:val="00F7468E"/>
    <w:rsid w:val="00F77328"/>
    <w:rsid w:val="00F80C93"/>
    <w:rsid w:val="00F81DDE"/>
    <w:rsid w:val="00F825AE"/>
    <w:rsid w:val="00F82BD1"/>
    <w:rsid w:val="00F82E78"/>
    <w:rsid w:val="00F82F34"/>
    <w:rsid w:val="00F83126"/>
    <w:rsid w:val="00F839C4"/>
    <w:rsid w:val="00F8440A"/>
    <w:rsid w:val="00F878E7"/>
    <w:rsid w:val="00F904A0"/>
    <w:rsid w:val="00F9095D"/>
    <w:rsid w:val="00F90BCA"/>
    <w:rsid w:val="00F90D2E"/>
    <w:rsid w:val="00F91554"/>
    <w:rsid w:val="00F94F7D"/>
    <w:rsid w:val="00F954AA"/>
    <w:rsid w:val="00F9563E"/>
    <w:rsid w:val="00F95A90"/>
    <w:rsid w:val="00F96606"/>
    <w:rsid w:val="00F9704B"/>
    <w:rsid w:val="00FA08EF"/>
    <w:rsid w:val="00FA1966"/>
    <w:rsid w:val="00FA24EB"/>
    <w:rsid w:val="00FA278A"/>
    <w:rsid w:val="00FA4366"/>
    <w:rsid w:val="00FA5410"/>
    <w:rsid w:val="00FA6F7D"/>
    <w:rsid w:val="00FA6FDA"/>
    <w:rsid w:val="00FA706F"/>
    <w:rsid w:val="00FA78C8"/>
    <w:rsid w:val="00FB007C"/>
    <w:rsid w:val="00FB0B00"/>
    <w:rsid w:val="00FB0E81"/>
    <w:rsid w:val="00FB11A0"/>
    <w:rsid w:val="00FB1819"/>
    <w:rsid w:val="00FB216C"/>
    <w:rsid w:val="00FB3E39"/>
    <w:rsid w:val="00FB4573"/>
    <w:rsid w:val="00FB459C"/>
    <w:rsid w:val="00FB4A66"/>
    <w:rsid w:val="00FB5280"/>
    <w:rsid w:val="00FB5E3C"/>
    <w:rsid w:val="00FB7965"/>
    <w:rsid w:val="00FB7EBD"/>
    <w:rsid w:val="00FC08A2"/>
    <w:rsid w:val="00FC18BE"/>
    <w:rsid w:val="00FC2AFA"/>
    <w:rsid w:val="00FC55F7"/>
    <w:rsid w:val="00FC7342"/>
    <w:rsid w:val="00FD0973"/>
    <w:rsid w:val="00FD14CB"/>
    <w:rsid w:val="00FD2EA0"/>
    <w:rsid w:val="00FD30C3"/>
    <w:rsid w:val="00FD4DB5"/>
    <w:rsid w:val="00FD542D"/>
    <w:rsid w:val="00FD6F27"/>
    <w:rsid w:val="00FE2702"/>
    <w:rsid w:val="00FE2A6F"/>
    <w:rsid w:val="00FE3AEC"/>
    <w:rsid w:val="00FE687A"/>
    <w:rsid w:val="00FE69D7"/>
    <w:rsid w:val="00FF189A"/>
    <w:rsid w:val="00FF1F6C"/>
    <w:rsid w:val="00FF209A"/>
    <w:rsid w:val="00FF359D"/>
    <w:rsid w:val="00FF3888"/>
    <w:rsid w:val="00FF4DB2"/>
    <w:rsid w:val="00FF54D5"/>
    <w:rsid w:val="00FF6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1D"/>
    <w:pPr>
      <w:suppressAutoHyphens/>
    </w:pPr>
    <w:rPr>
      <w:lang w:val="en-US" w:eastAsia="hi-IN" w:bidi="hi-IN"/>
    </w:rPr>
  </w:style>
  <w:style w:type="paragraph" w:styleId="1">
    <w:name w:val="heading 1"/>
    <w:basedOn w:val="a"/>
    <w:next w:val="a"/>
    <w:qFormat/>
    <w:rsid w:val="00247F1D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247F1D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rsid w:val="00247F1D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247F1D"/>
  </w:style>
  <w:style w:type="character" w:customStyle="1" w:styleId="10">
    <w:name w:val="Основной шрифт абзаца1"/>
    <w:rsid w:val="00247F1D"/>
  </w:style>
  <w:style w:type="character" w:customStyle="1" w:styleId="11">
    <w:name w:val="Основной шрифт абзаца1"/>
    <w:rsid w:val="00247F1D"/>
  </w:style>
  <w:style w:type="character" w:styleId="a3">
    <w:name w:val="page number"/>
    <w:basedOn w:val="11"/>
    <w:rsid w:val="00247F1D"/>
  </w:style>
  <w:style w:type="character" w:styleId="a4">
    <w:name w:val="Hyperlink"/>
    <w:rsid w:val="00247F1D"/>
    <w:rPr>
      <w:color w:val="000080"/>
      <w:u w:val="single"/>
    </w:rPr>
  </w:style>
  <w:style w:type="character" w:customStyle="1" w:styleId="a5">
    <w:name w:val="Знак Знак"/>
    <w:rsid w:val="00247F1D"/>
    <w:rPr>
      <w:b/>
      <w:sz w:val="28"/>
    </w:rPr>
  </w:style>
  <w:style w:type="paragraph" w:styleId="a6">
    <w:name w:val="Title"/>
    <w:basedOn w:val="a"/>
    <w:next w:val="a7"/>
    <w:qFormat/>
    <w:rsid w:val="00247F1D"/>
    <w:pPr>
      <w:suppressAutoHyphens w:val="0"/>
      <w:jc w:val="center"/>
    </w:pPr>
    <w:rPr>
      <w:b/>
      <w:sz w:val="28"/>
      <w:lang w:val="ru-RU" w:eastAsia="ar-SA" w:bidi="ar-SA"/>
    </w:rPr>
  </w:style>
  <w:style w:type="paragraph" w:styleId="a8">
    <w:name w:val="Body Text"/>
    <w:basedOn w:val="a"/>
    <w:rsid w:val="00247F1D"/>
    <w:pPr>
      <w:spacing w:after="120"/>
    </w:pPr>
  </w:style>
  <w:style w:type="paragraph" w:styleId="a9">
    <w:name w:val="List"/>
    <w:basedOn w:val="a8"/>
    <w:rsid w:val="00247F1D"/>
    <w:rPr>
      <w:rFonts w:cs="Tahoma"/>
    </w:rPr>
  </w:style>
  <w:style w:type="paragraph" w:customStyle="1" w:styleId="21">
    <w:name w:val="Название2"/>
    <w:basedOn w:val="a"/>
    <w:rsid w:val="00247F1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2">
    <w:name w:val="Указатель2"/>
    <w:basedOn w:val="a"/>
    <w:rsid w:val="00247F1D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247F1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247F1D"/>
    <w:pPr>
      <w:suppressLineNumbers/>
    </w:pPr>
    <w:rPr>
      <w:rFonts w:cs="Tahoma"/>
    </w:rPr>
  </w:style>
  <w:style w:type="paragraph" w:customStyle="1" w:styleId="ConsTitle">
    <w:name w:val="ConsTitle"/>
    <w:rsid w:val="00247F1D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a">
    <w:name w:val="Body Text Indent"/>
    <w:basedOn w:val="a"/>
    <w:link w:val="ab"/>
    <w:rsid w:val="00247F1D"/>
    <w:pPr>
      <w:ind w:firstLine="708"/>
      <w:jc w:val="both"/>
    </w:pPr>
    <w:rPr>
      <w:rFonts w:cs="Arial"/>
      <w:bCs/>
      <w:sz w:val="28"/>
      <w:szCs w:val="16"/>
    </w:rPr>
  </w:style>
  <w:style w:type="paragraph" w:styleId="ac">
    <w:name w:val="header"/>
    <w:basedOn w:val="a"/>
    <w:link w:val="ad"/>
    <w:uiPriority w:val="99"/>
    <w:rsid w:val="00247F1D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247F1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247F1D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Normal (Web)"/>
    <w:basedOn w:val="a"/>
    <w:rsid w:val="00247F1D"/>
    <w:pPr>
      <w:spacing w:before="280" w:after="280"/>
      <w:ind w:firstLine="567"/>
    </w:pPr>
  </w:style>
  <w:style w:type="paragraph" w:styleId="a7">
    <w:name w:val="Subtitle"/>
    <w:basedOn w:val="a6"/>
    <w:next w:val="a8"/>
    <w:qFormat/>
    <w:rsid w:val="00247F1D"/>
    <w:rPr>
      <w:i/>
      <w:iCs/>
    </w:rPr>
  </w:style>
  <w:style w:type="paragraph" w:customStyle="1" w:styleId="ConsPlusTitle">
    <w:name w:val="ConsPlusTitle"/>
    <w:rsid w:val="00247F1D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f0">
    <w:name w:val="Balloon Text"/>
    <w:basedOn w:val="a"/>
    <w:rsid w:val="00247F1D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247F1D"/>
    <w:pPr>
      <w:suppressLineNumbers/>
    </w:pPr>
  </w:style>
  <w:style w:type="paragraph" w:customStyle="1" w:styleId="af2">
    <w:name w:val="Заголовок таблицы"/>
    <w:basedOn w:val="af1"/>
    <w:rsid w:val="00247F1D"/>
    <w:pPr>
      <w:jc w:val="center"/>
    </w:pPr>
    <w:rPr>
      <w:b/>
      <w:bCs/>
    </w:rPr>
  </w:style>
  <w:style w:type="paragraph" w:customStyle="1" w:styleId="af3">
    <w:name w:val="Содержимое врезки"/>
    <w:basedOn w:val="a8"/>
    <w:rsid w:val="00247F1D"/>
  </w:style>
  <w:style w:type="character" w:customStyle="1" w:styleId="ab">
    <w:name w:val="Основной текст с отступом Знак"/>
    <w:link w:val="aa"/>
    <w:rsid w:val="005E03F3"/>
    <w:rPr>
      <w:rFonts w:cs="Arial"/>
      <w:bCs/>
      <w:sz w:val="28"/>
      <w:szCs w:val="16"/>
      <w:lang w:val="en-US" w:eastAsia="hi-IN" w:bidi="hi-IN"/>
    </w:rPr>
  </w:style>
  <w:style w:type="character" w:customStyle="1" w:styleId="af4">
    <w:name w:val="Основной текст_"/>
    <w:link w:val="14"/>
    <w:rsid w:val="0029070B"/>
    <w:rPr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4"/>
    <w:rsid w:val="0029070B"/>
    <w:pPr>
      <w:widowControl w:val="0"/>
      <w:shd w:val="clear" w:color="auto" w:fill="FFFFFF"/>
      <w:suppressAutoHyphens w:val="0"/>
      <w:spacing w:line="312" w:lineRule="exact"/>
      <w:jc w:val="both"/>
    </w:pPr>
    <w:rPr>
      <w:sz w:val="26"/>
      <w:szCs w:val="26"/>
      <w:lang w:bidi="ar-SA"/>
    </w:rPr>
  </w:style>
  <w:style w:type="paragraph" w:customStyle="1" w:styleId="23">
    <w:name w:val="Основной текст2"/>
    <w:basedOn w:val="a"/>
    <w:rsid w:val="00633964"/>
    <w:pPr>
      <w:widowControl w:val="0"/>
      <w:shd w:val="clear" w:color="auto" w:fill="FFFFFF"/>
      <w:suppressAutoHyphens w:val="0"/>
      <w:spacing w:line="317" w:lineRule="exact"/>
      <w:jc w:val="both"/>
    </w:pPr>
    <w:rPr>
      <w:color w:val="000000"/>
      <w:sz w:val="26"/>
      <w:szCs w:val="26"/>
      <w:lang w:val="ru-RU" w:eastAsia="ru-RU" w:bidi="ru-RU"/>
    </w:rPr>
  </w:style>
  <w:style w:type="table" w:styleId="af5">
    <w:name w:val="Table Grid"/>
    <w:basedOn w:val="a1"/>
    <w:rsid w:val="005A1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link w:val="ac"/>
    <w:uiPriority w:val="99"/>
    <w:rsid w:val="00586B5C"/>
    <w:rPr>
      <w:lang w:val="en-US" w:eastAsia="hi-IN" w:bidi="hi-IN"/>
    </w:rPr>
  </w:style>
  <w:style w:type="paragraph" w:customStyle="1" w:styleId="af6">
    <w:name w:val="Абзац_пост"/>
    <w:basedOn w:val="a"/>
    <w:rsid w:val="003B4AA3"/>
    <w:pPr>
      <w:suppressAutoHyphens w:val="0"/>
      <w:spacing w:before="120"/>
      <w:ind w:firstLine="720"/>
      <w:jc w:val="both"/>
    </w:pPr>
    <w:rPr>
      <w:sz w:val="26"/>
      <w:szCs w:val="24"/>
      <w:lang w:val="ru-RU" w:eastAsia="ru-RU" w:bidi="ar-SA"/>
    </w:rPr>
  </w:style>
  <w:style w:type="character" w:customStyle="1" w:styleId="13pt">
    <w:name w:val="Основной текст + 13 pt"/>
    <w:rsid w:val="00BA25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30">
    <w:name w:val="Body Text Indent 3"/>
    <w:basedOn w:val="a"/>
    <w:link w:val="31"/>
    <w:rsid w:val="007956AF"/>
    <w:pPr>
      <w:spacing w:after="120"/>
      <w:ind w:left="283"/>
    </w:pPr>
    <w:rPr>
      <w:rFonts w:cs="Mangal"/>
      <w:sz w:val="16"/>
      <w:szCs w:val="14"/>
    </w:rPr>
  </w:style>
  <w:style w:type="character" w:customStyle="1" w:styleId="31">
    <w:name w:val="Основной текст с отступом 3 Знак"/>
    <w:link w:val="30"/>
    <w:rsid w:val="007956AF"/>
    <w:rPr>
      <w:rFonts w:cs="Mangal"/>
      <w:sz w:val="16"/>
      <w:szCs w:val="14"/>
      <w:lang w:val="en-US" w:eastAsia="hi-IN" w:bidi="hi-IN"/>
    </w:rPr>
  </w:style>
  <w:style w:type="paragraph" w:styleId="af7">
    <w:name w:val="caption"/>
    <w:basedOn w:val="a"/>
    <w:next w:val="a"/>
    <w:qFormat/>
    <w:rsid w:val="009E61FE"/>
    <w:pPr>
      <w:suppressAutoHyphens w:val="0"/>
      <w:jc w:val="right"/>
    </w:pPr>
    <w:rPr>
      <w:sz w:val="28"/>
      <w:szCs w:val="28"/>
      <w:lang w:val="ru-RU" w:eastAsia="ru-RU" w:bidi="ar-SA"/>
    </w:rPr>
  </w:style>
  <w:style w:type="paragraph" w:styleId="32">
    <w:name w:val="Body Text 3"/>
    <w:basedOn w:val="a"/>
    <w:link w:val="33"/>
    <w:rsid w:val="00470F22"/>
    <w:pPr>
      <w:spacing w:after="120"/>
    </w:pPr>
    <w:rPr>
      <w:rFonts w:cs="Mangal"/>
      <w:sz w:val="16"/>
      <w:szCs w:val="14"/>
    </w:rPr>
  </w:style>
  <w:style w:type="character" w:customStyle="1" w:styleId="33">
    <w:name w:val="Основной текст 3 Знак"/>
    <w:link w:val="32"/>
    <w:rsid w:val="00470F22"/>
    <w:rPr>
      <w:rFonts w:cs="Mangal"/>
      <w:sz w:val="16"/>
      <w:szCs w:val="14"/>
      <w:lang w:val="en-US" w:eastAsia="hi-IN" w:bidi="hi-IN"/>
    </w:rPr>
  </w:style>
  <w:style w:type="paragraph" w:styleId="24">
    <w:name w:val="Body Text 2"/>
    <w:basedOn w:val="a"/>
    <w:link w:val="25"/>
    <w:rsid w:val="008E3525"/>
    <w:pPr>
      <w:spacing w:after="120" w:line="480" w:lineRule="auto"/>
    </w:pPr>
    <w:rPr>
      <w:rFonts w:cs="Mangal"/>
      <w:szCs w:val="18"/>
    </w:rPr>
  </w:style>
  <w:style w:type="character" w:customStyle="1" w:styleId="25">
    <w:name w:val="Основной текст 2 Знак"/>
    <w:basedOn w:val="a0"/>
    <w:link w:val="24"/>
    <w:rsid w:val="008E3525"/>
    <w:rPr>
      <w:rFonts w:cs="Mangal"/>
      <w:szCs w:val="18"/>
      <w:lang w:val="en-US" w:eastAsia="hi-IN" w:bidi="hi-IN"/>
    </w:rPr>
  </w:style>
  <w:style w:type="paragraph" w:customStyle="1" w:styleId="Style1">
    <w:name w:val="Style1"/>
    <w:basedOn w:val="a"/>
    <w:rsid w:val="008E3525"/>
    <w:pPr>
      <w:widowControl w:val="0"/>
      <w:suppressAutoHyphens w:val="0"/>
      <w:autoSpaceDE w:val="0"/>
      <w:autoSpaceDN w:val="0"/>
      <w:adjustRightInd w:val="0"/>
    </w:pPr>
    <w:rPr>
      <w:rFonts w:ascii="Century Gothic" w:hAnsi="Century Gothic"/>
      <w:sz w:val="24"/>
      <w:szCs w:val="24"/>
      <w:lang w:val="ru-RU" w:eastAsia="ru-RU" w:bidi="ar-SA"/>
    </w:rPr>
  </w:style>
  <w:style w:type="paragraph" w:customStyle="1" w:styleId="Style2">
    <w:name w:val="Style2"/>
    <w:basedOn w:val="a"/>
    <w:rsid w:val="008E3525"/>
    <w:pPr>
      <w:widowControl w:val="0"/>
      <w:suppressAutoHyphens w:val="0"/>
      <w:autoSpaceDE w:val="0"/>
      <w:autoSpaceDN w:val="0"/>
      <w:adjustRightInd w:val="0"/>
      <w:spacing w:line="425" w:lineRule="exact"/>
      <w:jc w:val="center"/>
    </w:pPr>
    <w:rPr>
      <w:rFonts w:ascii="Century Gothic" w:hAnsi="Century Gothic"/>
      <w:sz w:val="24"/>
      <w:szCs w:val="24"/>
      <w:lang w:val="ru-RU" w:eastAsia="ru-RU" w:bidi="ar-SA"/>
    </w:rPr>
  </w:style>
  <w:style w:type="character" w:customStyle="1" w:styleId="FontStyle11">
    <w:name w:val="Font Style11"/>
    <w:basedOn w:val="a0"/>
    <w:rsid w:val="008E3525"/>
    <w:rPr>
      <w:rFonts w:ascii="Century Gothic" w:hAnsi="Century Gothic" w:cs="Century Gothic"/>
      <w:sz w:val="42"/>
      <w:szCs w:val="42"/>
    </w:rPr>
  </w:style>
  <w:style w:type="character" w:customStyle="1" w:styleId="FontStyle12">
    <w:name w:val="Font Style12"/>
    <w:basedOn w:val="a0"/>
    <w:rsid w:val="008E3525"/>
    <w:rPr>
      <w:rFonts w:ascii="Century Gothic" w:hAnsi="Century Gothic" w:cs="Century Gothic"/>
      <w:sz w:val="34"/>
      <w:szCs w:val="34"/>
    </w:rPr>
  </w:style>
  <w:style w:type="paragraph" w:customStyle="1" w:styleId="9">
    <w:name w:val="Основной текст9"/>
    <w:basedOn w:val="a"/>
    <w:rsid w:val="00B805E6"/>
    <w:pPr>
      <w:widowControl w:val="0"/>
      <w:shd w:val="clear" w:color="auto" w:fill="FFFFFF"/>
      <w:suppressAutoHyphens w:val="0"/>
      <w:spacing w:line="0" w:lineRule="atLeast"/>
      <w:ind w:hanging="340"/>
      <w:jc w:val="both"/>
    </w:pPr>
    <w:rPr>
      <w:color w:val="000000"/>
      <w:sz w:val="27"/>
      <w:szCs w:val="27"/>
      <w:lang w:val="ru-RU" w:eastAsia="ru-RU" w:bidi="ar-SA"/>
    </w:rPr>
  </w:style>
  <w:style w:type="paragraph" w:customStyle="1" w:styleId="msonormalmailrucssattributepostfix">
    <w:name w:val="msonormal_mailru_css_attribute_postfix"/>
    <w:basedOn w:val="a"/>
    <w:rsid w:val="00B805E6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0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7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88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03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8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8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394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329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030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65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1440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099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9130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0930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2785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64425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230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6309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5309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8943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60738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75704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01695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55920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78794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436131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488134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886237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74349631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15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single" w:sz="6" w:space="8" w:color="0857A6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544319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561656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430104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3833161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4278682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F43E3-5236-415D-88F5-D705976B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User</Company>
  <LinksUpToDate>false</LinksUpToDate>
  <CharactersWithSpaces>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User2018</cp:lastModifiedBy>
  <cp:revision>2</cp:revision>
  <cp:lastPrinted>2015-09-29T12:59:00Z</cp:lastPrinted>
  <dcterms:created xsi:type="dcterms:W3CDTF">2020-07-23T09:13:00Z</dcterms:created>
  <dcterms:modified xsi:type="dcterms:W3CDTF">2020-07-23T09:13:00Z</dcterms:modified>
</cp:coreProperties>
</file>