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733" w:rsidRPr="00DA58F4" w:rsidRDefault="005337CF" w:rsidP="00407D3F">
      <w:pPr>
        <w:ind w:right="-143" w:firstLine="5103"/>
        <w:rPr>
          <w:rFonts w:cs="Times New Roman"/>
          <w:szCs w:val="28"/>
        </w:rPr>
      </w:pPr>
      <w:r>
        <w:rPr>
          <w:rFonts w:cs="Times New Roman"/>
          <w:szCs w:val="28"/>
        </w:rPr>
        <w:t>Приложение к</w:t>
      </w:r>
      <w:r w:rsidR="000D5733" w:rsidRPr="00DA58F4">
        <w:rPr>
          <w:rFonts w:cs="Times New Roman"/>
          <w:szCs w:val="28"/>
        </w:rPr>
        <w:t xml:space="preserve"> постановлени</w:t>
      </w:r>
      <w:r>
        <w:rPr>
          <w:rFonts w:cs="Times New Roman"/>
          <w:szCs w:val="28"/>
        </w:rPr>
        <w:t>ю</w:t>
      </w:r>
    </w:p>
    <w:p w:rsidR="000D5733" w:rsidRPr="00DA58F4" w:rsidRDefault="00C227FE" w:rsidP="000D5733">
      <w:pPr>
        <w:ind w:left="5103" w:firstLine="0"/>
        <w:rPr>
          <w:rFonts w:cs="Times New Roman"/>
          <w:szCs w:val="28"/>
        </w:rPr>
      </w:pPr>
      <w:r>
        <w:rPr>
          <w:rFonts w:cs="Times New Roman"/>
          <w:szCs w:val="28"/>
        </w:rPr>
        <w:t>Администрации района</w:t>
      </w:r>
      <w:r w:rsidR="000D5733" w:rsidRPr="00DA58F4">
        <w:rPr>
          <w:rFonts w:cs="Times New Roman"/>
          <w:szCs w:val="28"/>
        </w:rPr>
        <w:br/>
      </w:r>
      <w:bookmarkStart w:id="0" w:name="_GoBack"/>
      <w:bookmarkEnd w:id="0"/>
      <w:r w:rsidR="00A0662D">
        <w:rPr>
          <w:rFonts w:cs="Times New Roman"/>
          <w:szCs w:val="28"/>
        </w:rPr>
        <w:t xml:space="preserve">от </w:t>
      </w:r>
      <w:r w:rsidR="00164F60">
        <w:rPr>
          <w:rFonts w:cs="Times New Roman"/>
          <w:szCs w:val="28"/>
        </w:rPr>
        <w:t>30.12.2015 №  1528</w:t>
      </w:r>
    </w:p>
    <w:p w:rsidR="000D5733" w:rsidRPr="00DA58F4" w:rsidRDefault="000D5733" w:rsidP="000D5733">
      <w:pPr>
        <w:ind w:left="5103"/>
        <w:rPr>
          <w:rFonts w:cs="Times New Roman"/>
          <w:szCs w:val="28"/>
        </w:rPr>
      </w:pPr>
    </w:p>
    <w:p w:rsidR="000D5733" w:rsidRDefault="000D5733" w:rsidP="000D5733">
      <w:pPr>
        <w:jc w:val="center"/>
        <w:rPr>
          <w:rFonts w:cs="Times New Roman"/>
          <w:b/>
          <w:szCs w:val="28"/>
        </w:rPr>
      </w:pPr>
    </w:p>
    <w:p w:rsidR="00510D0A" w:rsidRPr="00510D0A" w:rsidRDefault="00510D0A" w:rsidP="00510D0A">
      <w:pPr>
        <w:widowControl w:val="0"/>
        <w:autoSpaceDE w:val="0"/>
        <w:autoSpaceDN w:val="0"/>
        <w:adjustRightInd w:val="0"/>
        <w:ind w:firstLine="0"/>
        <w:jc w:val="center"/>
        <w:rPr>
          <w:rFonts w:cs="Times New Roman"/>
          <w:b/>
          <w:szCs w:val="28"/>
        </w:rPr>
      </w:pPr>
      <w:r w:rsidRPr="00510D0A">
        <w:rPr>
          <w:rFonts w:cs="Times New Roman"/>
          <w:b/>
          <w:szCs w:val="28"/>
        </w:rPr>
        <w:t>ПЛАН МЕРОПРИЯТИЙ</w:t>
      </w:r>
    </w:p>
    <w:p w:rsidR="00510D0A" w:rsidRPr="00164F60" w:rsidRDefault="00510D0A" w:rsidP="00510D0A">
      <w:pPr>
        <w:widowControl w:val="0"/>
        <w:autoSpaceDE w:val="0"/>
        <w:autoSpaceDN w:val="0"/>
        <w:adjustRightInd w:val="0"/>
        <w:ind w:firstLine="0"/>
        <w:jc w:val="center"/>
        <w:rPr>
          <w:rFonts w:cs="Times New Roman"/>
          <w:szCs w:val="28"/>
        </w:rPr>
      </w:pPr>
      <w:r w:rsidRPr="00164F60">
        <w:rPr>
          <w:rFonts w:cs="Times New Roman"/>
          <w:szCs w:val="28"/>
        </w:rPr>
        <w:t>(</w:t>
      </w:r>
      <w:r w:rsidR="00510B09" w:rsidRPr="00164F60">
        <w:rPr>
          <w:rFonts w:cs="Times New Roman"/>
          <w:szCs w:val="28"/>
        </w:rPr>
        <w:t>«</w:t>
      </w:r>
      <w:r w:rsidRPr="00164F60">
        <w:rPr>
          <w:rFonts w:cs="Times New Roman"/>
          <w:szCs w:val="28"/>
        </w:rPr>
        <w:t>дорожная карта</w:t>
      </w:r>
      <w:r w:rsidR="00510B09" w:rsidRPr="00164F60">
        <w:rPr>
          <w:rFonts w:cs="Times New Roman"/>
          <w:szCs w:val="28"/>
        </w:rPr>
        <w:t>»</w:t>
      </w:r>
      <w:r w:rsidRPr="00164F60">
        <w:rPr>
          <w:rFonts w:cs="Times New Roman"/>
          <w:szCs w:val="28"/>
        </w:rPr>
        <w:t>)</w:t>
      </w:r>
    </w:p>
    <w:p w:rsidR="00510D0A" w:rsidRPr="00164F60" w:rsidRDefault="00510D0A" w:rsidP="00510D0A">
      <w:pPr>
        <w:widowControl w:val="0"/>
        <w:autoSpaceDE w:val="0"/>
        <w:autoSpaceDN w:val="0"/>
        <w:adjustRightInd w:val="0"/>
        <w:ind w:firstLine="0"/>
        <w:jc w:val="center"/>
        <w:rPr>
          <w:rFonts w:cs="Times New Roman"/>
          <w:szCs w:val="28"/>
        </w:rPr>
      </w:pPr>
      <w:r w:rsidRPr="00164F60">
        <w:rPr>
          <w:rFonts w:cs="Times New Roman"/>
          <w:szCs w:val="28"/>
        </w:rPr>
        <w:t xml:space="preserve">по повышению значений показателей доступности для инвалидов объектов и услуг в </w:t>
      </w:r>
      <w:r w:rsidR="00C227FE" w:rsidRPr="00164F60">
        <w:rPr>
          <w:rFonts w:cs="Times New Roman"/>
          <w:szCs w:val="28"/>
        </w:rPr>
        <w:t>Гаврилов-Ямском</w:t>
      </w:r>
      <w:r w:rsidRPr="00164F60">
        <w:rPr>
          <w:rFonts w:cs="Times New Roman"/>
          <w:szCs w:val="28"/>
        </w:rPr>
        <w:t xml:space="preserve"> </w:t>
      </w:r>
      <w:r w:rsidR="00C86F83" w:rsidRPr="00164F60">
        <w:rPr>
          <w:rFonts w:cs="Times New Roman"/>
          <w:szCs w:val="28"/>
        </w:rPr>
        <w:t xml:space="preserve">районе </w:t>
      </w:r>
      <w:r w:rsidRPr="00164F60">
        <w:rPr>
          <w:rFonts w:cs="Times New Roman"/>
          <w:szCs w:val="28"/>
        </w:rPr>
        <w:t>на 2016</w:t>
      </w:r>
      <w:r w:rsidR="00191E8D" w:rsidRPr="00164F60">
        <w:rPr>
          <w:rFonts w:cs="Times New Roman"/>
          <w:szCs w:val="28"/>
        </w:rPr>
        <w:t xml:space="preserve"> – </w:t>
      </w:r>
      <w:r w:rsidRPr="00164F60">
        <w:rPr>
          <w:rFonts w:cs="Times New Roman"/>
          <w:szCs w:val="28"/>
        </w:rPr>
        <w:t>20</w:t>
      </w:r>
      <w:r w:rsidR="00191E8D" w:rsidRPr="00164F60">
        <w:rPr>
          <w:rFonts w:cs="Times New Roman"/>
          <w:szCs w:val="28"/>
        </w:rPr>
        <w:t>3</w:t>
      </w:r>
      <w:r w:rsidRPr="00164F60">
        <w:rPr>
          <w:rFonts w:cs="Times New Roman"/>
          <w:szCs w:val="28"/>
        </w:rPr>
        <w:t>0</w:t>
      </w:r>
      <w:r w:rsidR="00191E8D" w:rsidRPr="00164F60">
        <w:rPr>
          <w:rFonts w:cs="Times New Roman"/>
          <w:szCs w:val="28"/>
        </w:rPr>
        <w:t xml:space="preserve"> </w:t>
      </w:r>
      <w:r w:rsidRPr="00164F60">
        <w:rPr>
          <w:rFonts w:cs="Times New Roman"/>
          <w:szCs w:val="28"/>
        </w:rPr>
        <w:t>годы</w:t>
      </w:r>
    </w:p>
    <w:p w:rsidR="00510D0A" w:rsidRPr="00510D0A" w:rsidRDefault="00510D0A" w:rsidP="00510D0A">
      <w:pPr>
        <w:widowControl w:val="0"/>
        <w:autoSpaceDE w:val="0"/>
        <w:autoSpaceDN w:val="0"/>
        <w:adjustRightInd w:val="0"/>
        <w:jc w:val="center"/>
        <w:outlineLvl w:val="1"/>
        <w:rPr>
          <w:rFonts w:cs="Times New Roman"/>
          <w:b/>
          <w:szCs w:val="28"/>
        </w:rPr>
      </w:pPr>
      <w:bookmarkStart w:id="1" w:name="Par263"/>
      <w:bookmarkEnd w:id="1"/>
    </w:p>
    <w:p w:rsidR="00510D0A" w:rsidRDefault="00510D0A" w:rsidP="00191E8D">
      <w:pPr>
        <w:widowControl w:val="0"/>
        <w:autoSpaceDE w:val="0"/>
        <w:autoSpaceDN w:val="0"/>
        <w:adjustRightInd w:val="0"/>
        <w:ind w:firstLine="0"/>
        <w:jc w:val="center"/>
        <w:outlineLvl w:val="1"/>
        <w:rPr>
          <w:rFonts w:cs="Times New Roman"/>
          <w:szCs w:val="28"/>
        </w:rPr>
      </w:pPr>
      <w:r w:rsidRPr="00191E8D">
        <w:rPr>
          <w:rFonts w:cs="Times New Roman"/>
          <w:szCs w:val="28"/>
        </w:rPr>
        <w:t>1. Общие положения</w:t>
      </w:r>
    </w:p>
    <w:p w:rsidR="00191E8D" w:rsidRPr="00191E8D" w:rsidRDefault="00191E8D" w:rsidP="00191E8D">
      <w:pPr>
        <w:widowControl w:val="0"/>
        <w:autoSpaceDE w:val="0"/>
        <w:autoSpaceDN w:val="0"/>
        <w:adjustRightInd w:val="0"/>
        <w:ind w:firstLine="0"/>
        <w:jc w:val="center"/>
        <w:outlineLvl w:val="1"/>
        <w:rPr>
          <w:rFonts w:cs="Times New Roman"/>
          <w:szCs w:val="28"/>
        </w:rPr>
      </w:pPr>
    </w:p>
    <w:p w:rsidR="00510D0A" w:rsidRPr="00510D0A" w:rsidRDefault="00510D0A" w:rsidP="00510D0A">
      <w:pPr>
        <w:ind w:firstLine="720"/>
        <w:jc w:val="both"/>
        <w:rPr>
          <w:rFonts w:cs="Times New Roman"/>
          <w:szCs w:val="28"/>
        </w:rPr>
      </w:pPr>
      <w:r w:rsidRPr="00510D0A">
        <w:rPr>
          <w:rFonts w:cs="Times New Roman"/>
          <w:szCs w:val="28"/>
        </w:rPr>
        <w:t xml:space="preserve">В </w:t>
      </w:r>
      <w:hyperlink r:id="rId12" w:history="1">
        <w:r w:rsidRPr="00510D0A">
          <w:rPr>
            <w:rFonts w:cs="Times New Roman"/>
            <w:szCs w:val="28"/>
          </w:rPr>
          <w:t>Конвенции</w:t>
        </w:r>
      </w:hyperlink>
      <w:r w:rsidRPr="00510D0A">
        <w:rPr>
          <w:rFonts w:cs="Times New Roman"/>
          <w:szCs w:val="28"/>
        </w:rPr>
        <w:t xml:space="preserve"> о правах инвалидов (далее – Конвенция), ратифицированной Российской Федерацией, доступная среда жизнедеятельности является ключевым условием интеграции инвалидов в общество. Способность инвалидов быть независимыми экономическими субъектами, участвовать в политической, культурной и социальной жизни общества</w:t>
      </w:r>
      <w:r w:rsidR="00202DB9">
        <w:rPr>
          <w:rFonts w:cs="Times New Roman"/>
          <w:szCs w:val="28"/>
        </w:rPr>
        <w:t>,</w:t>
      </w:r>
      <w:r w:rsidRPr="00510D0A">
        <w:rPr>
          <w:rFonts w:cs="Times New Roman"/>
          <w:szCs w:val="28"/>
        </w:rPr>
        <w:t xml:space="preserve"> отражает уровень реализации их прав</w:t>
      </w:r>
      <w:r w:rsidR="00202DB9">
        <w:rPr>
          <w:rFonts w:cs="Times New Roman"/>
          <w:szCs w:val="28"/>
        </w:rPr>
        <w:t>,</w:t>
      </w:r>
      <w:r w:rsidRPr="00510D0A">
        <w:rPr>
          <w:rFonts w:cs="Times New Roman"/>
          <w:szCs w:val="28"/>
        </w:rPr>
        <w:t xml:space="preserve"> как граждан социального государства, создает предпосылки для реализации их потенциала  и способствует социальному и экономическому развитию государства.</w:t>
      </w:r>
    </w:p>
    <w:p w:rsidR="00510D0A" w:rsidRPr="00510D0A" w:rsidRDefault="00510D0A" w:rsidP="00510D0A">
      <w:pPr>
        <w:ind w:firstLine="720"/>
        <w:jc w:val="both"/>
        <w:rPr>
          <w:rFonts w:cs="Times New Roman"/>
          <w:szCs w:val="28"/>
        </w:rPr>
      </w:pPr>
      <w:r w:rsidRPr="00510D0A">
        <w:rPr>
          <w:rFonts w:cs="Times New Roman"/>
          <w:szCs w:val="28"/>
        </w:rPr>
        <w:t>Устранение существующих барьеров для инвалидов во всех сферах их жизнедеятельности является важной социальной проблемой.</w:t>
      </w:r>
    </w:p>
    <w:p w:rsidR="00510D0A" w:rsidRPr="00510D0A" w:rsidRDefault="00510D0A" w:rsidP="00510D0A">
      <w:pPr>
        <w:ind w:firstLine="720"/>
        <w:jc w:val="both"/>
        <w:rPr>
          <w:rFonts w:cs="Times New Roman"/>
          <w:szCs w:val="28"/>
        </w:rPr>
      </w:pPr>
      <w:r w:rsidRPr="00510D0A">
        <w:rPr>
          <w:rFonts w:cs="Times New Roman"/>
          <w:szCs w:val="28"/>
        </w:rPr>
        <w:t>Отсутствие условий доступности является главным препятствием для всесторонней интеграции инвалидов в общество, и, следовательно, не позволяет людям, имеющим ограничения в здоровье, быть равноправными членами гражданского общества и в полном объеме реализовывать свои конституционные права.</w:t>
      </w:r>
    </w:p>
    <w:p w:rsidR="00510D0A" w:rsidRPr="00510D0A" w:rsidRDefault="00510D0A" w:rsidP="00510D0A">
      <w:pPr>
        <w:ind w:firstLine="720"/>
        <w:jc w:val="both"/>
        <w:rPr>
          <w:rFonts w:cs="Times New Roman"/>
          <w:szCs w:val="28"/>
        </w:rPr>
      </w:pPr>
      <w:r w:rsidRPr="00510D0A">
        <w:rPr>
          <w:rFonts w:cs="Times New Roman"/>
          <w:szCs w:val="28"/>
        </w:rPr>
        <w:t xml:space="preserve">В 2014 году в Российской Федерации был принят Федеральный закон от 1 декабря </w:t>
      </w:r>
      <w:smartTag w:uri="urn:schemas-microsoft-com:office:smarttags" w:element="metricconverter">
        <w:smartTagPr>
          <w:attr w:name="ProductID" w:val="2014 г"/>
        </w:smartTagPr>
        <w:r w:rsidRPr="00510D0A">
          <w:rPr>
            <w:rFonts w:cs="Times New Roman"/>
            <w:szCs w:val="28"/>
          </w:rPr>
          <w:t>2014 г</w:t>
        </w:r>
      </w:smartTag>
      <w:r w:rsidRPr="00510D0A">
        <w:rPr>
          <w:rFonts w:cs="Times New Roman"/>
          <w:szCs w:val="28"/>
        </w:rPr>
        <w:t xml:space="preserve">. № 419-ФЗ </w:t>
      </w:r>
      <w:r w:rsidR="00191E8D">
        <w:rPr>
          <w:rFonts w:cs="Times New Roman"/>
          <w:szCs w:val="28"/>
        </w:rPr>
        <w:t>«</w:t>
      </w:r>
      <w:r w:rsidRPr="00510D0A">
        <w:rPr>
          <w:rFonts w:cs="Times New Roman"/>
          <w:szCs w:val="28"/>
        </w:rPr>
        <w:t>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</w:t>
      </w:r>
      <w:r w:rsidR="00191E8D">
        <w:rPr>
          <w:rFonts w:cs="Times New Roman"/>
          <w:szCs w:val="28"/>
        </w:rPr>
        <w:t>»</w:t>
      </w:r>
      <w:r w:rsidRPr="00510D0A">
        <w:rPr>
          <w:rFonts w:cs="Times New Roman"/>
          <w:szCs w:val="28"/>
        </w:rPr>
        <w:t xml:space="preserve"> (далее – </w:t>
      </w:r>
      <w:r w:rsidR="00191E8D">
        <w:rPr>
          <w:rFonts w:cs="Times New Roman"/>
          <w:szCs w:val="28"/>
        </w:rPr>
        <w:t xml:space="preserve">Федеральный </w:t>
      </w:r>
      <w:r w:rsidRPr="00510D0A">
        <w:rPr>
          <w:rFonts w:cs="Times New Roman"/>
          <w:szCs w:val="28"/>
        </w:rPr>
        <w:t xml:space="preserve">закон), направленный на создание для инвалидов равных возможностей в реализации общегражданских прав. В </w:t>
      </w:r>
      <w:r w:rsidR="00C86F83">
        <w:rPr>
          <w:rFonts w:cs="Times New Roman"/>
          <w:szCs w:val="28"/>
        </w:rPr>
        <w:t>целях реализации</w:t>
      </w:r>
      <w:r w:rsidRPr="00510D0A">
        <w:rPr>
          <w:rFonts w:cs="Times New Roman"/>
          <w:szCs w:val="28"/>
        </w:rPr>
        <w:t xml:space="preserve"> </w:t>
      </w:r>
      <w:r w:rsidR="00191E8D">
        <w:rPr>
          <w:rFonts w:cs="Times New Roman"/>
          <w:szCs w:val="28"/>
        </w:rPr>
        <w:t xml:space="preserve">Федерального </w:t>
      </w:r>
      <w:r w:rsidRPr="00510D0A">
        <w:rPr>
          <w:rFonts w:cs="Times New Roman"/>
          <w:szCs w:val="28"/>
        </w:rPr>
        <w:t xml:space="preserve">закона принято постановление Правительства Российской Федерации от 17 июня </w:t>
      </w:r>
      <w:smartTag w:uri="urn:schemas-microsoft-com:office:smarttags" w:element="metricconverter">
        <w:smartTagPr>
          <w:attr w:name="ProductID" w:val="2015 г"/>
        </w:smartTagPr>
        <w:r w:rsidRPr="00510D0A">
          <w:rPr>
            <w:rFonts w:cs="Times New Roman"/>
            <w:szCs w:val="28"/>
          </w:rPr>
          <w:t>2015 г</w:t>
        </w:r>
      </w:smartTag>
      <w:r w:rsidRPr="00510D0A">
        <w:rPr>
          <w:rFonts w:cs="Times New Roman"/>
          <w:szCs w:val="28"/>
        </w:rPr>
        <w:t xml:space="preserve">. № 599 </w:t>
      </w:r>
      <w:r w:rsidR="00191E8D">
        <w:rPr>
          <w:rFonts w:cs="Times New Roman"/>
          <w:szCs w:val="28"/>
        </w:rPr>
        <w:t>«</w:t>
      </w:r>
      <w:r w:rsidRPr="00510D0A">
        <w:rPr>
          <w:rFonts w:cs="Times New Roman"/>
          <w:szCs w:val="28"/>
        </w:rPr>
        <w:t>О порядке и сроках разработки федеральными органами исполнительной власти, органами исполнительной власти субъектов Российской Федерации, органами местного самоуправления мероприятий по повышению значений показателей доступности для инвалидов объектов и услуг в установленных сферах деятельности</w:t>
      </w:r>
      <w:r w:rsidR="00191E8D">
        <w:rPr>
          <w:rFonts w:cs="Times New Roman"/>
          <w:szCs w:val="28"/>
        </w:rPr>
        <w:t>»</w:t>
      </w:r>
      <w:r w:rsidRPr="00510D0A">
        <w:rPr>
          <w:rFonts w:cs="Times New Roman"/>
          <w:szCs w:val="28"/>
        </w:rPr>
        <w:t>, в соответствии с которым органы местного самоуправления должны разработать план</w:t>
      </w:r>
      <w:r w:rsidR="00191E8D">
        <w:rPr>
          <w:rFonts w:cs="Times New Roman"/>
          <w:szCs w:val="28"/>
        </w:rPr>
        <w:t>ы мероприятий</w:t>
      </w:r>
      <w:r w:rsidRPr="00510D0A">
        <w:rPr>
          <w:rFonts w:cs="Times New Roman"/>
          <w:szCs w:val="28"/>
        </w:rPr>
        <w:t xml:space="preserve"> (</w:t>
      </w:r>
      <w:r w:rsidR="00191E8D">
        <w:rPr>
          <w:rFonts w:cs="Times New Roman"/>
          <w:szCs w:val="28"/>
        </w:rPr>
        <w:t>«</w:t>
      </w:r>
      <w:r w:rsidRPr="00510D0A">
        <w:rPr>
          <w:rFonts w:cs="Times New Roman"/>
          <w:szCs w:val="28"/>
        </w:rPr>
        <w:t>дорожн</w:t>
      </w:r>
      <w:r w:rsidR="00191E8D">
        <w:rPr>
          <w:rFonts w:cs="Times New Roman"/>
          <w:szCs w:val="28"/>
        </w:rPr>
        <w:t>ые</w:t>
      </w:r>
      <w:r w:rsidRPr="00510D0A">
        <w:rPr>
          <w:rFonts w:cs="Times New Roman"/>
          <w:szCs w:val="28"/>
        </w:rPr>
        <w:t xml:space="preserve"> карт</w:t>
      </w:r>
      <w:r w:rsidR="00191E8D">
        <w:rPr>
          <w:rFonts w:cs="Times New Roman"/>
          <w:szCs w:val="28"/>
        </w:rPr>
        <w:t>ы»</w:t>
      </w:r>
      <w:r w:rsidRPr="00510D0A">
        <w:rPr>
          <w:rFonts w:cs="Times New Roman"/>
          <w:szCs w:val="28"/>
        </w:rPr>
        <w:t>) по повышению доступности объектов и услуг для инвалидов.</w:t>
      </w:r>
    </w:p>
    <w:p w:rsidR="00510D0A" w:rsidRPr="00510D0A" w:rsidRDefault="00510D0A" w:rsidP="00510D0A">
      <w:pPr>
        <w:ind w:firstLine="720"/>
        <w:jc w:val="both"/>
        <w:rPr>
          <w:rFonts w:cs="Times New Roman"/>
          <w:szCs w:val="28"/>
        </w:rPr>
      </w:pPr>
      <w:r w:rsidRPr="00510D0A">
        <w:rPr>
          <w:rFonts w:cs="Times New Roman"/>
          <w:szCs w:val="28"/>
        </w:rPr>
        <w:lastRenderedPageBreak/>
        <w:t>Разработанный п</w:t>
      </w:r>
      <w:r w:rsidR="00191E8D">
        <w:rPr>
          <w:rFonts w:cs="Times New Roman"/>
          <w:szCs w:val="28"/>
        </w:rPr>
        <w:t>лан мероприятий («</w:t>
      </w:r>
      <w:r w:rsidRPr="00510D0A">
        <w:rPr>
          <w:rFonts w:cs="Times New Roman"/>
          <w:szCs w:val="28"/>
        </w:rPr>
        <w:t>дорожная карта</w:t>
      </w:r>
      <w:r w:rsidR="00191E8D">
        <w:rPr>
          <w:rFonts w:cs="Times New Roman"/>
          <w:szCs w:val="28"/>
        </w:rPr>
        <w:t>»</w:t>
      </w:r>
      <w:r w:rsidRPr="00510D0A">
        <w:rPr>
          <w:rFonts w:cs="Times New Roman"/>
          <w:szCs w:val="28"/>
        </w:rPr>
        <w:t xml:space="preserve">) по повышению значений показателей доступности для инвалидов объектов и услуг в </w:t>
      </w:r>
      <w:r w:rsidR="00C86F83">
        <w:rPr>
          <w:rFonts w:cs="Times New Roman"/>
          <w:szCs w:val="28"/>
        </w:rPr>
        <w:t>Гаврилов-Ямском районе</w:t>
      </w:r>
      <w:r w:rsidRPr="00510D0A">
        <w:rPr>
          <w:rFonts w:cs="Times New Roman"/>
          <w:szCs w:val="28"/>
        </w:rPr>
        <w:t xml:space="preserve"> на 2016</w:t>
      </w:r>
      <w:r w:rsidR="00191E8D">
        <w:rPr>
          <w:rFonts w:cs="Times New Roman"/>
          <w:szCs w:val="28"/>
        </w:rPr>
        <w:t xml:space="preserve"> – </w:t>
      </w:r>
      <w:r w:rsidRPr="00510D0A">
        <w:rPr>
          <w:rFonts w:cs="Times New Roman"/>
          <w:szCs w:val="28"/>
        </w:rPr>
        <w:t>20</w:t>
      </w:r>
      <w:r w:rsidR="00191E8D">
        <w:rPr>
          <w:rFonts w:cs="Times New Roman"/>
          <w:szCs w:val="28"/>
        </w:rPr>
        <w:t>3</w:t>
      </w:r>
      <w:r w:rsidRPr="00510D0A">
        <w:rPr>
          <w:rFonts w:cs="Times New Roman"/>
          <w:szCs w:val="28"/>
        </w:rPr>
        <w:t>0</w:t>
      </w:r>
      <w:r w:rsidR="00191E8D">
        <w:rPr>
          <w:rFonts w:cs="Times New Roman"/>
          <w:szCs w:val="28"/>
        </w:rPr>
        <w:t xml:space="preserve"> </w:t>
      </w:r>
      <w:r w:rsidRPr="00510D0A">
        <w:rPr>
          <w:rFonts w:cs="Times New Roman"/>
          <w:szCs w:val="28"/>
        </w:rPr>
        <w:t xml:space="preserve">годы (далее </w:t>
      </w:r>
      <w:r w:rsidR="00191E8D">
        <w:rPr>
          <w:rFonts w:cs="Times New Roman"/>
          <w:szCs w:val="28"/>
        </w:rPr>
        <w:t>–</w:t>
      </w:r>
      <w:r w:rsidRPr="00510D0A">
        <w:rPr>
          <w:rFonts w:cs="Times New Roman"/>
          <w:szCs w:val="28"/>
        </w:rPr>
        <w:t xml:space="preserve"> </w:t>
      </w:r>
      <w:r w:rsidR="00191E8D">
        <w:rPr>
          <w:rFonts w:cs="Times New Roman"/>
          <w:szCs w:val="28"/>
        </w:rPr>
        <w:t>«</w:t>
      </w:r>
      <w:r w:rsidRPr="00510D0A">
        <w:rPr>
          <w:rFonts w:cs="Times New Roman"/>
          <w:szCs w:val="28"/>
        </w:rPr>
        <w:t>дорожная карта</w:t>
      </w:r>
      <w:r w:rsidR="00191E8D">
        <w:rPr>
          <w:rFonts w:cs="Times New Roman"/>
          <w:szCs w:val="28"/>
        </w:rPr>
        <w:t>»</w:t>
      </w:r>
      <w:r w:rsidRPr="00510D0A">
        <w:rPr>
          <w:rFonts w:cs="Times New Roman"/>
          <w:szCs w:val="28"/>
        </w:rPr>
        <w:t xml:space="preserve">) является документом планирования взаимоувязанных по срокам реализации и исполнителям мероприятий, проводимых в целях поэтапного обеспечения для инвалидов условий доступности объектов и услуг, установленных статьей 15 Федерального закона от 24 ноября </w:t>
      </w:r>
      <w:smartTag w:uri="urn:schemas-microsoft-com:office:smarttags" w:element="metricconverter">
        <w:smartTagPr>
          <w:attr w:name="ProductID" w:val="1995 г"/>
        </w:smartTagPr>
        <w:r w:rsidRPr="00510D0A">
          <w:rPr>
            <w:rFonts w:cs="Times New Roman"/>
            <w:szCs w:val="28"/>
          </w:rPr>
          <w:t>1995 г</w:t>
        </w:r>
      </w:smartTag>
      <w:r w:rsidRPr="00510D0A">
        <w:rPr>
          <w:rFonts w:cs="Times New Roman"/>
          <w:szCs w:val="28"/>
        </w:rPr>
        <w:t xml:space="preserve">. </w:t>
      </w:r>
      <w:r w:rsidR="00191E8D">
        <w:rPr>
          <w:rFonts w:cs="Times New Roman"/>
          <w:szCs w:val="28"/>
        </w:rPr>
        <w:t>№ 181-ФЗ «</w:t>
      </w:r>
      <w:r w:rsidRPr="00510D0A">
        <w:rPr>
          <w:rFonts w:cs="Times New Roman"/>
          <w:szCs w:val="28"/>
        </w:rPr>
        <w:t>О социальной защите инвалидов в Российской Федерации</w:t>
      </w:r>
      <w:r w:rsidR="00191E8D">
        <w:rPr>
          <w:rFonts w:cs="Times New Roman"/>
          <w:szCs w:val="28"/>
        </w:rPr>
        <w:t>»</w:t>
      </w:r>
      <w:r w:rsidRPr="00510D0A">
        <w:rPr>
          <w:rFonts w:cs="Times New Roman"/>
          <w:szCs w:val="28"/>
        </w:rPr>
        <w:t xml:space="preserve">,  а также иными федеральными законами, правовыми актами </w:t>
      </w:r>
      <w:r w:rsidR="00191E8D">
        <w:rPr>
          <w:rFonts w:cs="Times New Roman"/>
          <w:szCs w:val="28"/>
        </w:rPr>
        <w:t>Ярославской</w:t>
      </w:r>
      <w:r w:rsidRPr="00510D0A">
        <w:rPr>
          <w:rFonts w:cs="Times New Roman"/>
          <w:szCs w:val="28"/>
        </w:rPr>
        <w:t xml:space="preserve"> области, регулирующими вопросы предоставления услуг населению в соответствующих сферах деятельности.</w:t>
      </w:r>
    </w:p>
    <w:p w:rsidR="00510D0A" w:rsidRPr="00510D0A" w:rsidRDefault="00191E8D" w:rsidP="00510D0A">
      <w:pPr>
        <w:ind w:firstLine="72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«Д</w:t>
      </w:r>
      <w:r w:rsidR="00510D0A" w:rsidRPr="00510D0A">
        <w:rPr>
          <w:rFonts w:cs="Times New Roman"/>
          <w:szCs w:val="28"/>
        </w:rPr>
        <w:t>орожная карта</w:t>
      </w:r>
      <w:r>
        <w:rPr>
          <w:rFonts w:cs="Times New Roman"/>
          <w:szCs w:val="28"/>
        </w:rPr>
        <w:t>»</w:t>
      </w:r>
      <w:r w:rsidR="00510D0A" w:rsidRPr="00510D0A">
        <w:rPr>
          <w:rFonts w:cs="Times New Roman"/>
          <w:szCs w:val="28"/>
        </w:rPr>
        <w:t xml:space="preserve"> разработан</w:t>
      </w:r>
      <w:r>
        <w:rPr>
          <w:rFonts w:cs="Times New Roman"/>
          <w:szCs w:val="28"/>
        </w:rPr>
        <w:t>а</w:t>
      </w:r>
      <w:r w:rsidR="00510D0A" w:rsidRPr="00510D0A">
        <w:rPr>
          <w:rFonts w:cs="Times New Roman"/>
          <w:szCs w:val="28"/>
        </w:rPr>
        <w:t xml:space="preserve"> во исполнение:</w:t>
      </w:r>
    </w:p>
    <w:p w:rsidR="00510D0A" w:rsidRPr="00510D0A" w:rsidRDefault="00191E8D" w:rsidP="00510D0A">
      <w:pPr>
        <w:ind w:firstLine="72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</w:t>
      </w:r>
      <w:r w:rsidR="00510D0A" w:rsidRPr="00510D0A">
        <w:rPr>
          <w:rFonts w:cs="Times New Roman"/>
          <w:szCs w:val="28"/>
        </w:rPr>
        <w:t>Конвенции ООН о правах инвалидов;</w:t>
      </w:r>
    </w:p>
    <w:p w:rsidR="00510D0A" w:rsidRPr="00510D0A" w:rsidRDefault="00191E8D" w:rsidP="00510D0A">
      <w:pPr>
        <w:ind w:firstLine="72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</w:t>
      </w:r>
      <w:r w:rsidR="00510D0A" w:rsidRPr="00510D0A">
        <w:rPr>
          <w:rFonts w:cs="Times New Roman"/>
          <w:szCs w:val="28"/>
        </w:rPr>
        <w:t>Конституции Российской Федерации;</w:t>
      </w:r>
    </w:p>
    <w:p w:rsidR="00510D0A" w:rsidRPr="00510D0A" w:rsidRDefault="00191E8D" w:rsidP="00510D0A">
      <w:pPr>
        <w:ind w:firstLine="72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</w:t>
      </w:r>
      <w:r w:rsidR="00510D0A" w:rsidRPr="00510D0A">
        <w:rPr>
          <w:rFonts w:cs="Times New Roman"/>
          <w:szCs w:val="28"/>
        </w:rPr>
        <w:t xml:space="preserve">Федерального закона от 24 ноября </w:t>
      </w:r>
      <w:smartTag w:uri="urn:schemas-microsoft-com:office:smarttags" w:element="metricconverter">
        <w:smartTagPr>
          <w:attr w:name="ProductID" w:val="1995 г"/>
        </w:smartTagPr>
        <w:r w:rsidR="00510D0A" w:rsidRPr="00510D0A">
          <w:rPr>
            <w:rFonts w:cs="Times New Roman"/>
            <w:szCs w:val="28"/>
          </w:rPr>
          <w:t>1995 г</w:t>
        </w:r>
      </w:smartTag>
      <w:r w:rsidR="00510D0A" w:rsidRPr="00510D0A">
        <w:rPr>
          <w:rFonts w:cs="Times New Roman"/>
          <w:szCs w:val="28"/>
        </w:rPr>
        <w:t>.</w:t>
      </w:r>
      <w:r>
        <w:rPr>
          <w:rFonts w:cs="Times New Roman"/>
          <w:szCs w:val="28"/>
        </w:rPr>
        <w:t xml:space="preserve"> № 181-ФЗ «</w:t>
      </w:r>
      <w:r w:rsidR="00510D0A" w:rsidRPr="00510D0A">
        <w:rPr>
          <w:rFonts w:cs="Times New Roman"/>
          <w:szCs w:val="28"/>
        </w:rPr>
        <w:t>О социальной защите и</w:t>
      </w:r>
      <w:r>
        <w:rPr>
          <w:rFonts w:cs="Times New Roman"/>
          <w:szCs w:val="28"/>
        </w:rPr>
        <w:t>нвалидов в Российской Федерации»</w:t>
      </w:r>
      <w:r w:rsidR="00510D0A" w:rsidRPr="00510D0A">
        <w:rPr>
          <w:rFonts w:cs="Times New Roman"/>
          <w:szCs w:val="28"/>
        </w:rPr>
        <w:t>;</w:t>
      </w:r>
    </w:p>
    <w:p w:rsidR="00510D0A" w:rsidRPr="00510D0A" w:rsidRDefault="00191E8D" w:rsidP="00510D0A">
      <w:pPr>
        <w:ind w:firstLine="72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</w:t>
      </w:r>
      <w:r w:rsidR="00510D0A" w:rsidRPr="00510D0A">
        <w:rPr>
          <w:rFonts w:cs="Times New Roman"/>
          <w:szCs w:val="28"/>
        </w:rPr>
        <w:t xml:space="preserve">Федерального закона от 01 декабря </w:t>
      </w:r>
      <w:smartTag w:uri="urn:schemas-microsoft-com:office:smarttags" w:element="metricconverter">
        <w:smartTagPr>
          <w:attr w:name="ProductID" w:val="2014 г"/>
        </w:smartTagPr>
        <w:r w:rsidR="00510D0A" w:rsidRPr="00510D0A">
          <w:rPr>
            <w:rFonts w:cs="Times New Roman"/>
            <w:szCs w:val="28"/>
          </w:rPr>
          <w:t>2014 г</w:t>
        </w:r>
      </w:smartTag>
      <w:r w:rsidR="00510D0A" w:rsidRPr="00510D0A">
        <w:rPr>
          <w:rFonts w:cs="Times New Roman"/>
          <w:szCs w:val="28"/>
        </w:rPr>
        <w:t xml:space="preserve">. № 419-ФЗ </w:t>
      </w:r>
      <w:r>
        <w:rPr>
          <w:rFonts w:cs="Times New Roman"/>
          <w:szCs w:val="28"/>
        </w:rPr>
        <w:t>«</w:t>
      </w:r>
      <w:r w:rsidR="00510D0A" w:rsidRPr="00510D0A">
        <w:rPr>
          <w:rFonts w:cs="Times New Roman"/>
          <w:szCs w:val="28"/>
        </w:rPr>
        <w:t>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</w:t>
      </w:r>
      <w:r>
        <w:rPr>
          <w:rFonts w:cs="Times New Roman"/>
          <w:szCs w:val="28"/>
        </w:rPr>
        <w:t>»</w:t>
      </w:r>
      <w:r w:rsidR="00510D0A" w:rsidRPr="00510D0A">
        <w:rPr>
          <w:rFonts w:cs="Times New Roman"/>
          <w:szCs w:val="28"/>
        </w:rPr>
        <w:t>;</w:t>
      </w:r>
    </w:p>
    <w:p w:rsidR="00510D0A" w:rsidRPr="00510D0A" w:rsidRDefault="00191E8D" w:rsidP="00510D0A">
      <w:pPr>
        <w:ind w:firstLine="72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</w:t>
      </w:r>
      <w:r w:rsidR="00510D0A" w:rsidRPr="00510D0A">
        <w:rPr>
          <w:rFonts w:cs="Times New Roman"/>
          <w:szCs w:val="28"/>
        </w:rPr>
        <w:t xml:space="preserve">постановления Правительства Российской Федерации </w:t>
      </w:r>
      <w:bookmarkStart w:id="2" w:name="Par1"/>
      <w:bookmarkEnd w:id="2"/>
      <w:r w:rsidR="00510D0A" w:rsidRPr="00510D0A">
        <w:rPr>
          <w:rFonts w:cs="Times New Roman"/>
          <w:bCs/>
          <w:szCs w:val="28"/>
        </w:rPr>
        <w:t xml:space="preserve">от 17 июня </w:t>
      </w:r>
      <w:smartTag w:uri="urn:schemas-microsoft-com:office:smarttags" w:element="metricconverter">
        <w:smartTagPr>
          <w:attr w:name="ProductID" w:val="2015 г"/>
        </w:smartTagPr>
        <w:r w:rsidR="00510D0A" w:rsidRPr="00510D0A">
          <w:rPr>
            <w:rFonts w:cs="Times New Roman"/>
            <w:bCs/>
            <w:szCs w:val="28"/>
          </w:rPr>
          <w:t>2015 г</w:t>
        </w:r>
      </w:smartTag>
      <w:r w:rsidR="00510D0A" w:rsidRPr="00510D0A">
        <w:rPr>
          <w:rFonts w:cs="Times New Roman"/>
          <w:bCs/>
          <w:szCs w:val="28"/>
        </w:rPr>
        <w:t xml:space="preserve">. </w:t>
      </w:r>
      <w:r>
        <w:rPr>
          <w:rFonts w:cs="Times New Roman"/>
          <w:bCs/>
          <w:szCs w:val="28"/>
        </w:rPr>
        <w:t>№</w:t>
      </w:r>
      <w:r w:rsidR="00510D0A" w:rsidRPr="00510D0A">
        <w:rPr>
          <w:rFonts w:cs="Times New Roman"/>
          <w:bCs/>
          <w:szCs w:val="28"/>
        </w:rPr>
        <w:t xml:space="preserve"> 599 </w:t>
      </w:r>
      <w:r>
        <w:rPr>
          <w:rFonts w:cs="Times New Roman"/>
          <w:szCs w:val="28"/>
        </w:rPr>
        <w:t>«</w:t>
      </w:r>
      <w:r w:rsidR="00510D0A" w:rsidRPr="00510D0A">
        <w:rPr>
          <w:rFonts w:cs="Times New Roman"/>
          <w:szCs w:val="28"/>
        </w:rPr>
        <w:t>О порядке и сроках разработки федеральными органами исполнительной власти, органами исполнительной власти субъектов Российской Федерации, органами местного самоуправления мероприятий по повышению значений показателей доступности для инвалидов объектов и услуг в установленных сферах деятельности</w:t>
      </w:r>
      <w:r>
        <w:rPr>
          <w:rFonts w:cs="Times New Roman"/>
          <w:szCs w:val="28"/>
        </w:rPr>
        <w:t>»</w:t>
      </w:r>
      <w:r w:rsidR="00510D0A" w:rsidRPr="00510D0A">
        <w:rPr>
          <w:rFonts w:cs="Times New Roman"/>
          <w:szCs w:val="28"/>
        </w:rPr>
        <w:t>;</w:t>
      </w:r>
    </w:p>
    <w:p w:rsidR="00510D0A" w:rsidRPr="00510D0A" w:rsidRDefault="00191E8D" w:rsidP="00510D0A">
      <w:pPr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</w:t>
      </w:r>
      <w:r w:rsidR="00510D0A" w:rsidRPr="00510D0A">
        <w:rPr>
          <w:rFonts w:cs="Times New Roman"/>
          <w:szCs w:val="28"/>
        </w:rPr>
        <w:t xml:space="preserve">поручения Правительства Российской Федерации от 04 февраля </w:t>
      </w:r>
      <w:r>
        <w:rPr>
          <w:rFonts w:cs="Times New Roman"/>
          <w:szCs w:val="28"/>
        </w:rPr>
        <w:br/>
      </w:r>
      <w:r w:rsidR="00510D0A" w:rsidRPr="00510D0A">
        <w:rPr>
          <w:rFonts w:cs="Times New Roman"/>
          <w:szCs w:val="28"/>
        </w:rPr>
        <w:t>2015 г. № ОГ-П12-571;</w:t>
      </w:r>
    </w:p>
    <w:p w:rsidR="002A17CB" w:rsidRPr="00510D0A" w:rsidRDefault="002A17CB" w:rsidP="00510D0A">
      <w:pPr>
        <w:ind w:firstLine="720"/>
        <w:jc w:val="both"/>
        <w:rPr>
          <w:rFonts w:cs="Times New Roman"/>
          <w:szCs w:val="28"/>
        </w:rPr>
      </w:pPr>
      <w:r>
        <w:rPr>
          <w:szCs w:val="28"/>
          <w:lang w:eastAsia="ru-RU"/>
        </w:rPr>
        <w:t>- свода правил СП 59.13330.2012 «СНиП 35-01-2001 «Доступность зданий и сооружений для маломобильных групп населения», включенных постановлением Правительства Российской Федерации от 26 декабря 2014 года № 1521 в перечень 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соблюдение требования Федерального закона «Технический регламент безопасности зданий и сооружений».</w:t>
      </w:r>
    </w:p>
    <w:p w:rsidR="00510D0A" w:rsidRPr="00510D0A" w:rsidRDefault="00510D0A" w:rsidP="00510D0A">
      <w:pPr>
        <w:ind w:firstLine="720"/>
        <w:jc w:val="both"/>
        <w:rPr>
          <w:rFonts w:cs="Times New Roman"/>
          <w:szCs w:val="28"/>
        </w:rPr>
      </w:pPr>
    </w:p>
    <w:p w:rsidR="00C86F83" w:rsidRDefault="00C86F83" w:rsidP="00510D0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0D0A" w:rsidRPr="00510D0A" w:rsidRDefault="00510D0A" w:rsidP="00510D0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0D0A">
        <w:rPr>
          <w:rFonts w:ascii="Times New Roman" w:hAnsi="Times New Roman" w:cs="Times New Roman"/>
          <w:b/>
          <w:sz w:val="28"/>
          <w:szCs w:val="28"/>
        </w:rPr>
        <w:t xml:space="preserve">2. Текущее состояние и проблемы сложившиеся в сфере обеспечения доступности объектов и услуг для инвалидов </w:t>
      </w:r>
    </w:p>
    <w:p w:rsidR="00510D0A" w:rsidRPr="00510D0A" w:rsidRDefault="00510D0A" w:rsidP="00510D0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0D0A" w:rsidRDefault="00510D0A" w:rsidP="00510D0A">
      <w:pPr>
        <w:ind w:firstLine="708"/>
        <w:jc w:val="both"/>
        <w:rPr>
          <w:rFonts w:cs="Times New Roman"/>
          <w:szCs w:val="28"/>
        </w:rPr>
      </w:pPr>
      <w:bookmarkStart w:id="3" w:name="Par365"/>
      <w:bookmarkEnd w:id="3"/>
      <w:r w:rsidRPr="00510D0A">
        <w:rPr>
          <w:rFonts w:cs="Times New Roman"/>
          <w:szCs w:val="28"/>
        </w:rPr>
        <w:t xml:space="preserve">В </w:t>
      </w:r>
      <w:r w:rsidR="00A75221">
        <w:rPr>
          <w:rFonts w:cs="Times New Roman"/>
          <w:szCs w:val="28"/>
        </w:rPr>
        <w:t>Гаврилов-Ямском районе</w:t>
      </w:r>
      <w:r w:rsidRPr="00510D0A">
        <w:rPr>
          <w:rFonts w:cs="Times New Roman"/>
          <w:szCs w:val="28"/>
        </w:rPr>
        <w:t xml:space="preserve"> по состоянию на 01</w:t>
      </w:r>
      <w:r w:rsidR="00191E8D">
        <w:rPr>
          <w:rFonts w:cs="Times New Roman"/>
          <w:szCs w:val="28"/>
        </w:rPr>
        <w:t>.</w:t>
      </w:r>
      <w:r w:rsidR="00A75221">
        <w:rPr>
          <w:rFonts w:cs="Times New Roman"/>
          <w:szCs w:val="28"/>
        </w:rPr>
        <w:t>10</w:t>
      </w:r>
      <w:r w:rsidR="00191E8D">
        <w:rPr>
          <w:rFonts w:cs="Times New Roman"/>
          <w:szCs w:val="28"/>
        </w:rPr>
        <w:t>.</w:t>
      </w:r>
      <w:r w:rsidRPr="00510D0A">
        <w:rPr>
          <w:rFonts w:cs="Times New Roman"/>
          <w:szCs w:val="28"/>
        </w:rPr>
        <w:t xml:space="preserve">2015 численность инвалидов составляет </w:t>
      </w:r>
      <w:r w:rsidR="00A75221">
        <w:rPr>
          <w:rFonts w:cs="Times New Roman"/>
          <w:szCs w:val="28"/>
        </w:rPr>
        <w:t>2629</w:t>
      </w:r>
      <w:r w:rsidRPr="00510D0A">
        <w:rPr>
          <w:rFonts w:cs="Times New Roman"/>
          <w:szCs w:val="28"/>
        </w:rPr>
        <w:t xml:space="preserve"> человек, в том числе: </w:t>
      </w:r>
      <w:r w:rsidR="00FD01DF">
        <w:rPr>
          <w:rFonts w:cs="Times New Roman"/>
          <w:szCs w:val="28"/>
        </w:rPr>
        <w:t>313</w:t>
      </w:r>
      <w:r w:rsidRPr="00510D0A">
        <w:rPr>
          <w:rFonts w:cs="Times New Roman"/>
          <w:szCs w:val="28"/>
        </w:rPr>
        <w:t xml:space="preserve"> человек – инвалиды 1 группы, </w:t>
      </w:r>
      <w:r w:rsidR="00FD01DF">
        <w:rPr>
          <w:rFonts w:cs="Times New Roman"/>
          <w:szCs w:val="28"/>
        </w:rPr>
        <w:t>1249</w:t>
      </w:r>
      <w:r w:rsidR="002408EB">
        <w:rPr>
          <w:rFonts w:cs="Times New Roman"/>
          <w:szCs w:val="28"/>
        </w:rPr>
        <w:t xml:space="preserve"> </w:t>
      </w:r>
      <w:r w:rsidRPr="00510D0A">
        <w:rPr>
          <w:rFonts w:cs="Times New Roman"/>
          <w:szCs w:val="28"/>
        </w:rPr>
        <w:t xml:space="preserve">человек </w:t>
      </w:r>
      <w:r w:rsidR="002408EB">
        <w:rPr>
          <w:rFonts w:cs="Times New Roman"/>
          <w:szCs w:val="28"/>
        </w:rPr>
        <w:t>–</w:t>
      </w:r>
      <w:r w:rsidRPr="00510D0A">
        <w:rPr>
          <w:rFonts w:cs="Times New Roman"/>
          <w:szCs w:val="28"/>
        </w:rPr>
        <w:t xml:space="preserve"> инвалиды</w:t>
      </w:r>
      <w:r w:rsidR="002408EB">
        <w:rPr>
          <w:rFonts w:cs="Times New Roman"/>
          <w:szCs w:val="28"/>
        </w:rPr>
        <w:t xml:space="preserve"> </w:t>
      </w:r>
      <w:r w:rsidRPr="00510D0A">
        <w:rPr>
          <w:rFonts w:cs="Times New Roman"/>
          <w:szCs w:val="28"/>
        </w:rPr>
        <w:t xml:space="preserve">2 группы, </w:t>
      </w:r>
      <w:r w:rsidR="00FD01DF">
        <w:rPr>
          <w:rFonts w:cs="Times New Roman"/>
          <w:szCs w:val="28"/>
        </w:rPr>
        <w:t>894</w:t>
      </w:r>
      <w:r w:rsidRPr="00510D0A">
        <w:rPr>
          <w:rFonts w:cs="Times New Roman"/>
          <w:szCs w:val="28"/>
        </w:rPr>
        <w:t xml:space="preserve"> человек</w:t>
      </w:r>
      <w:r w:rsidR="00FD01DF">
        <w:rPr>
          <w:rFonts w:cs="Times New Roman"/>
          <w:szCs w:val="28"/>
        </w:rPr>
        <w:t>а</w:t>
      </w:r>
      <w:r w:rsidRPr="00510D0A">
        <w:rPr>
          <w:rFonts w:cs="Times New Roman"/>
          <w:szCs w:val="28"/>
        </w:rPr>
        <w:t xml:space="preserve"> </w:t>
      </w:r>
      <w:r w:rsidR="002408EB">
        <w:rPr>
          <w:rFonts w:cs="Times New Roman"/>
          <w:szCs w:val="28"/>
        </w:rPr>
        <w:t>–</w:t>
      </w:r>
      <w:r w:rsidRPr="00510D0A">
        <w:rPr>
          <w:rFonts w:cs="Times New Roman"/>
          <w:szCs w:val="28"/>
        </w:rPr>
        <w:t xml:space="preserve"> инвалиды</w:t>
      </w:r>
      <w:r w:rsidR="002408EB">
        <w:rPr>
          <w:rFonts w:cs="Times New Roman"/>
          <w:szCs w:val="28"/>
        </w:rPr>
        <w:t xml:space="preserve"> </w:t>
      </w:r>
      <w:r w:rsidRPr="00510D0A">
        <w:rPr>
          <w:rFonts w:cs="Times New Roman"/>
          <w:szCs w:val="28"/>
        </w:rPr>
        <w:t xml:space="preserve">3 </w:t>
      </w:r>
      <w:r w:rsidRPr="00510D0A">
        <w:rPr>
          <w:rFonts w:cs="Times New Roman"/>
          <w:szCs w:val="28"/>
        </w:rPr>
        <w:lastRenderedPageBreak/>
        <w:t xml:space="preserve">группы, </w:t>
      </w:r>
      <w:r w:rsidR="00FD01DF">
        <w:rPr>
          <w:rFonts w:cs="Times New Roman"/>
          <w:szCs w:val="28"/>
        </w:rPr>
        <w:t>173</w:t>
      </w:r>
      <w:r w:rsidRPr="00510D0A">
        <w:rPr>
          <w:rFonts w:cs="Times New Roman"/>
          <w:szCs w:val="28"/>
        </w:rPr>
        <w:t xml:space="preserve"> человек</w:t>
      </w:r>
      <w:r w:rsidR="00FD01DF">
        <w:rPr>
          <w:rFonts w:cs="Times New Roman"/>
          <w:szCs w:val="28"/>
        </w:rPr>
        <w:t>а</w:t>
      </w:r>
      <w:r w:rsidRPr="00510D0A">
        <w:rPr>
          <w:rFonts w:cs="Times New Roman"/>
          <w:szCs w:val="28"/>
        </w:rPr>
        <w:t xml:space="preserve"> – дети</w:t>
      </w:r>
      <w:r w:rsidR="002408EB">
        <w:rPr>
          <w:rFonts w:cs="Times New Roman"/>
          <w:szCs w:val="28"/>
        </w:rPr>
        <w:t>-</w:t>
      </w:r>
      <w:r w:rsidRPr="00510D0A">
        <w:rPr>
          <w:rFonts w:cs="Times New Roman"/>
          <w:szCs w:val="28"/>
        </w:rPr>
        <w:t xml:space="preserve">инвалиды, в том числе с нарушением слуха – более </w:t>
      </w:r>
      <w:r w:rsidR="002408EB">
        <w:rPr>
          <w:rFonts w:cs="Times New Roman"/>
          <w:szCs w:val="28"/>
        </w:rPr>
        <w:t xml:space="preserve"> </w:t>
      </w:r>
      <w:r w:rsidR="00B731CB">
        <w:rPr>
          <w:rFonts w:cs="Times New Roman"/>
          <w:szCs w:val="28"/>
        </w:rPr>
        <w:t>40</w:t>
      </w:r>
      <w:r w:rsidRPr="00510D0A">
        <w:rPr>
          <w:rFonts w:cs="Times New Roman"/>
          <w:szCs w:val="28"/>
        </w:rPr>
        <w:t xml:space="preserve"> человек, с нарушением зрения – более </w:t>
      </w:r>
      <w:r w:rsidR="00BD0815">
        <w:rPr>
          <w:rFonts w:cs="Times New Roman"/>
          <w:szCs w:val="28"/>
        </w:rPr>
        <w:t>70</w:t>
      </w:r>
      <w:r w:rsidRPr="00510D0A">
        <w:rPr>
          <w:rFonts w:cs="Times New Roman"/>
          <w:szCs w:val="28"/>
        </w:rPr>
        <w:t xml:space="preserve"> человек, инвалидов–колясочников </w:t>
      </w:r>
      <w:r w:rsidR="00BD0815">
        <w:rPr>
          <w:rFonts w:cs="Times New Roman"/>
          <w:szCs w:val="28"/>
        </w:rPr>
        <w:t>более</w:t>
      </w:r>
      <w:r w:rsidRPr="00510D0A">
        <w:rPr>
          <w:rFonts w:cs="Times New Roman"/>
          <w:szCs w:val="28"/>
        </w:rPr>
        <w:t xml:space="preserve">– </w:t>
      </w:r>
      <w:r w:rsidR="002408EB">
        <w:rPr>
          <w:rFonts w:cs="Times New Roman"/>
          <w:szCs w:val="28"/>
        </w:rPr>
        <w:t>20</w:t>
      </w:r>
      <w:r w:rsidRPr="00510D0A">
        <w:rPr>
          <w:rFonts w:cs="Times New Roman"/>
          <w:szCs w:val="28"/>
        </w:rPr>
        <w:t xml:space="preserve"> человек.</w:t>
      </w:r>
    </w:p>
    <w:p w:rsidR="00202DB9" w:rsidRPr="00510D0A" w:rsidRDefault="00202DB9" w:rsidP="00A04195">
      <w:pPr>
        <w:ind w:firstLine="720"/>
        <w:jc w:val="both"/>
        <w:rPr>
          <w:rFonts w:cs="Times New Roman"/>
          <w:szCs w:val="28"/>
        </w:rPr>
      </w:pPr>
      <w:r w:rsidRPr="00510D0A">
        <w:rPr>
          <w:rFonts w:cs="Times New Roman"/>
          <w:szCs w:val="28"/>
        </w:rPr>
        <w:t xml:space="preserve">Координирующим органом по вопросу формирования доступной среды жизнедеятельности для инвалидов и маломобильных групп населения (далее – МГН) в </w:t>
      </w:r>
      <w:r>
        <w:rPr>
          <w:rFonts w:cs="Times New Roman"/>
          <w:szCs w:val="28"/>
        </w:rPr>
        <w:t>Гаврилов-Ямском районе</w:t>
      </w:r>
      <w:r w:rsidRPr="00510D0A">
        <w:rPr>
          <w:rFonts w:cs="Times New Roman"/>
          <w:szCs w:val="28"/>
        </w:rPr>
        <w:t xml:space="preserve"> является </w:t>
      </w:r>
      <w:r>
        <w:rPr>
          <w:rFonts w:cs="Times New Roman"/>
          <w:szCs w:val="28"/>
        </w:rPr>
        <w:t xml:space="preserve">Координационный совет по делам инвалидов при Администрации Гаврилов-Ямского муниципального района </w:t>
      </w:r>
      <w:r w:rsidRPr="00510D0A">
        <w:rPr>
          <w:rFonts w:cs="Times New Roman"/>
          <w:szCs w:val="28"/>
        </w:rPr>
        <w:t>(далее</w:t>
      </w:r>
      <w:r>
        <w:rPr>
          <w:rFonts w:cs="Times New Roman"/>
          <w:szCs w:val="28"/>
        </w:rPr>
        <w:t xml:space="preserve"> </w:t>
      </w:r>
      <w:r w:rsidRPr="00510D0A">
        <w:rPr>
          <w:rFonts w:cs="Times New Roman"/>
          <w:szCs w:val="28"/>
        </w:rPr>
        <w:t xml:space="preserve">– </w:t>
      </w:r>
      <w:r>
        <w:rPr>
          <w:rFonts w:cs="Times New Roman"/>
          <w:szCs w:val="28"/>
        </w:rPr>
        <w:t>Совет по делам инвалидов</w:t>
      </w:r>
      <w:r w:rsidRPr="00510D0A">
        <w:rPr>
          <w:rFonts w:cs="Times New Roman"/>
          <w:szCs w:val="28"/>
        </w:rPr>
        <w:t xml:space="preserve">), </w:t>
      </w:r>
      <w:r>
        <w:rPr>
          <w:rFonts w:cs="Times New Roman"/>
          <w:szCs w:val="28"/>
        </w:rPr>
        <w:t>в состав которого</w:t>
      </w:r>
      <w:r w:rsidRPr="00510D0A">
        <w:rPr>
          <w:rFonts w:cs="Times New Roman"/>
          <w:szCs w:val="28"/>
        </w:rPr>
        <w:t xml:space="preserve"> входят представители </w:t>
      </w:r>
      <w:r>
        <w:rPr>
          <w:rFonts w:cs="Times New Roman"/>
          <w:szCs w:val="28"/>
        </w:rPr>
        <w:t>органов местного самоуправления и</w:t>
      </w:r>
      <w:r w:rsidRPr="00510D0A">
        <w:rPr>
          <w:rFonts w:cs="Times New Roman"/>
          <w:szCs w:val="28"/>
        </w:rPr>
        <w:t xml:space="preserve"> общественных организаций инвалидов. В числе рассматриваемых на заседаниях </w:t>
      </w:r>
      <w:r>
        <w:rPr>
          <w:rFonts w:cs="Times New Roman"/>
          <w:szCs w:val="28"/>
        </w:rPr>
        <w:t>Совета по делам инвалидов</w:t>
      </w:r>
      <w:r w:rsidRPr="00510D0A">
        <w:rPr>
          <w:rFonts w:cs="Times New Roman"/>
          <w:szCs w:val="28"/>
        </w:rPr>
        <w:t xml:space="preserve"> вопросов – создание инвалидам равных возможностей, в том числе обеспечение доступности данной категории населения объектов социальной инфраструктуры. </w:t>
      </w:r>
    </w:p>
    <w:p w:rsidR="00510D0A" w:rsidRPr="00C04D78" w:rsidRDefault="00510D0A" w:rsidP="00510D0A">
      <w:pPr>
        <w:ind w:firstLine="720"/>
        <w:jc w:val="both"/>
        <w:rPr>
          <w:rFonts w:cs="Times New Roman"/>
          <w:b/>
          <w:szCs w:val="28"/>
        </w:rPr>
      </w:pPr>
      <w:r w:rsidRPr="00A04195">
        <w:rPr>
          <w:rFonts w:cs="Times New Roman"/>
          <w:szCs w:val="28"/>
        </w:rPr>
        <w:t xml:space="preserve">С целью разработки системы мер комплексного характера, обеспечивающей доступность для инвалидов объектов и услуг в наиболее значимых сферах жизнедеятельности, на территории </w:t>
      </w:r>
      <w:r w:rsidR="00A04195">
        <w:rPr>
          <w:rFonts w:cs="Times New Roman"/>
          <w:szCs w:val="28"/>
        </w:rPr>
        <w:t>района</w:t>
      </w:r>
      <w:r w:rsidRPr="00A04195">
        <w:rPr>
          <w:rFonts w:cs="Times New Roman"/>
          <w:szCs w:val="28"/>
        </w:rPr>
        <w:t xml:space="preserve"> с 201</w:t>
      </w:r>
      <w:r w:rsidR="002408EB" w:rsidRPr="00A04195">
        <w:rPr>
          <w:rFonts w:cs="Times New Roman"/>
          <w:szCs w:val="28"/>
        </w:rPr>
        <w:t>2</w:t>
      </w:r>
      <w:r w:rsidRPr="00A04195">
        <w:rPr>
          <w:rFonts w:cs="Times New Roman"/>
          <w:szCs w:val="28"/>
        </w:rPr>
        <w:t xml:space="preserve"> года </w:t>
      </w:r>
      <w:r w:rsidR="002408EB" w:rsidRPr="00A04195">
        <w:rPr>
          <w:rFonts w:cs="Times New Roman"/>
          <w:szCs w:val="28"/>
        </w:rPr>
        <w:t>реализуется</w:t>
      </w:r>
      <w:r w:rsidRPr="00A04195">
        <w:rPr>
          <w:rFonts w:cs="Times New Roman"/>
          <w:szCs w:val="28"/>
        </w:rPr>
        <w:t xml:space="preserve"> </w:t>
      </w:r>
      <w:r w:rsidR="005E621E">
        <w:rPr>
          <w:rFonts w:cs="Times New Roman"/>
          <w:szCs w:val="28"/>
        </w:rPr>
        <w:t>муниципальная целевая</w:t>
      </w:r>
      <w:r w:rsidRPr="00A04195">
        <w:rPr>
          <w:rFonts w:cs="Times New Roman"/>
          <w:szCs w:val="28"/>
        </w:rPr>
        <w:t xml:space="preserve"> программа </w:t>
      </w:r>
      <w:r w:rsidR="002408EB" w:rsidRPr="00A04195">
        <w:rPr>
          <w:rFonts w:cs="Times New Roman"/>
          <w:szCs w:val="28"/>
        </w:rPr>
        <w:t xml:space="preserve">«Доступная среда» </w:t>
      </w:r>
      <w:r w:rsidRPr="00A04195">
        <w:rPr>
          <w:rFonts w:cs="Times New Roman"/>
          <w:szCs w:val="28"/>
        </w:rPr>
        <w:t>на 201</w:t>
      </w:r>
      <w:r w:rsidR="002408EB" w:rsidRPr="00A04195">
        <w:rPr>
          <w:rFonts w:cs="Times New Roman"/>
          <w:szCs w:val="28"/>
        </w:rPr>
        <w:t xml:space="preserve">2 – </w:t>
      </w:r>
      <w:r w:rsidRPr="00A04195">
        <w:rPr>
          <w:rFonts w:cs="Times New Roman"/>
          <w:szCs w:val="28"/>
        </w:rPr>
        <w:t>2015</w:t>
      </w:r>
      <w:r w:rsidR="002408EB" w:rsidRPr="00A04195">
        <w:rPr>
          <w:rFonts w:cs="Times New Roman"/>
          <w:szCs w:val="28"/>
        </w:rPr>
        <w:t xml:space="preserve"> </w:t>
      </w:r>
      <w:r w:rsidRPr="00A04195">
        <w:rPr>
          <w:rFonts w:cs="Times New Roman"/>
          <w:szCs w:val="28"/>
        </w:rPr>
        <w:t>годы.</w:t>
      </w:r>
      <w:r w:rsidRPr="00C04D78">
        <w:rPr>
          <w:rFonts w:cs="Times New Roman"/>
          <w:b/>
          <w:szCs w:val="28"/>
        </w:rPr>
        <w:t xml:space="preserve"> </w:t>
      </w:r>
    </w:p>
    <w:p w:rsidR="00510D0A" w:rsidRPr="00510D0A" w:rsidRDefault="00510D0A" w:rsidP="00181BA7">
      <w:pPr>
        <w:ind w:firstLine="720"/>
        <w:jc w:val="both"/>
        <w:rPr>
          <w:rFonts w:cs="Times New Roman"/>
          <w:szCs w:val="28"/>
        </w:rPr>
      </w:pPr>
      <w:r w:rsidRPr="00510D0A">
        <w:rPr>
          <w:rFonts w:cs="Times New Roman"/>
          <w:szCs w:val="28"/>
        </w:rPr>
        <w:t xml:space="preserve">По результатам реализации </w:t>
      </w:r>
      <w:r w:rsidR="000B73DA">
        <w:rPr>
          <w:rFonts w:cs="Times New Roman"/>
          <w:szCs w:val="28"/>
        </w:rPr>
        <w:t>муниципальной целевой</w:t>
      </w:r>
      <w:r w:rsidRPr="00510D0A">
        <w:rPr>
          <w:rFonts w:cs="Times New Roman"/>
          <w:szCs w:val="28"/>
        </w:rPr>
        <w:t xml:space="preserve"> программы </w:t>
      </w:r>
      <w:r w:rsidR="005060E7">
        <w:rPr>
          <w:rFonts w:cs="Times New Roman"/>
          <w:szCs w:val="28"/>
        </w:rPr>
        <w:t xml:space="preserve">«Доступная среда» </w:t>
      </w:r>
      <w:r w:rsidRPr="00510D0A">
        <w:rPr>
          <w:rFonts w:cs="Times New Roman"/>
          <w:szCs w:val="28"/>
        </w:rPr>
        <w:t>за период 201</w:t>
      </w:r>
      <w:r w:rsidR="000B73DA">
        <w:rPr>
          <w:rFonts w:cs="Times New Roman"/>
          <w:szCs w:val="28"/>
        </w:rPr>
        <w:t>2</w:t>
      </w:r>
      <w:r w:rsidRPr="00510D0A">
        <w:rPr>
          <w:rFonts w:cs="Times New Roman"/>
          <w:szCs w:val="28"/>
        </w:rPr>
        <w:t xml:space="preserve"> </w:t>
      </w:r>
      <w:r w:rsidR="005060E7">
        <w:rPr>
          <w:rFonts w:cs="Times New Roman"/>
          <w:szCs w:val="28"/>
        </w:rPr>
        <w:t xml:space="preserve">– </w:t>
      </w:r>
      <w:r w:rsidRPr="00510D0A">
        <w:rPr>
          <w:rFonts w:cs="Times New Roman"/>
          <w:szCs w:val="28"/>
        </w:rPr>
        <w:t>201</w:t>
      </w:r>
      <w:r w:rsidR="000B73DA">
        <w:rPr>
          <w:rFonts w:cs="Times New Roman"/>
          <w:szCs w:val="28"/>
        </w:rPr>
        <w:t>5</w:t>
      </w:r>
      <w:r w:rsidR="005060E7">
        <w:rPr>
          <w:rFonts w:cs="Times New Roman"/>
          <w:szCs w:val="28"/>
        </w:rPr>
        <w:t xml:space="preserve"> годов</w:t>
      </w:r>
      <w:r w:rsidRPr="00510D0A">
        <w:rPr>
          <w:rFonts w:cs="Times New Roman"/>
          <w:szCs w:val="28"/>
        </w:rPr>
        <w:t xml:space="preserve"> мероприятия по обеспечению </w:t>
      </w:r>
      <w:r w:rsidR="00303A21">
        <w:rPr>
          <w:rFonts w:cs="Times New Roman"/>
          <w:szCs w:val="28"/>
        </w:rPr>
        <w:t>доступности объектов социальной инфраструктуры</w:t>
      </w:r>
      <w:r w:rsidRPr="00510D0A">
        <w:rPr>
          <w:rFonts w:cs="Times New Roman"/>
          <w:szCs w:val="28"/>
        </w:rPr>
        <w:t xml:space="preserve"> для инвалидов и других МГН реализованы на </w:t>
      </w:r>
      <w:r w:rsidR="00303A21">
        <w:rPr>
          <w:rFonts w:cs="Times New Roman"/>
          <w:szCs w:val="28"/>
        </w:rPr>
        <w:t>5</w:t>
      </w:r>
      <w:r w:rsidRPr="00510D0A">
        <w:rPr>
          <w:rFonts w:cs="Times New Roman"/>
          <w:szCs w:val="28"/>
        </w:rPr>
        <w:t xml:space="preserve"> объектах социальной сферы (социальной защиты</w:t>
      </w:r>
      <w:r w:rsidR="005060E7">
        <w:rPr>
          <w:rFonts w:cs="Times New Roman"/>
          <w:szCs w:val="28"/>
        </w:rPr>
        <w:t xml:space="preserve"> и социального обслуживания населения,</w:t>
      </w:r>
      <w:r w:rsidRPr="00510D0A">
        <w:rPr>
          <w:rFonts w:cs="Times New Roman"/>
          <w:szCs w:val="28"/>
        </w:rPr>
        <w:t xml:space="preserve">  культуры, образования, </w:t>
      </w:r>
      <w:r w:rsidR="005060E7">
        <w:rPr>
          <w:rFonts w:cs="Times New Roman"/>
          <w:szCs w:val="28"/>
        </w:rPr>
        <w:t>молодежной политики</w:t>
      </w:r>
      <w:r w:rsidRPr="00510D0A">
        <w:rPr>
          <w:rFonts w:cs="Times New Roman"/>
          <w:szCs w:val="28"/>
        </w:rPr>
        <w:t>). Проведены работы по обустройству входных групп, пандусных съездов, санитарно-гигиенических помещений, приобретению лестничных подъемных устройств, приобретению   и установке пор</w:t>
      </w:r>
      <w:r w:rsidR="00303A21">
        <w:rPr>
          <w:rFonts w:cs="Times New Roman"/>
          <w:szCs w:val="28"/>
        </w:rPr>
        <w:t>учней,</w:t>
      </w:r>
      <w:r w:rsidRPr="00510D0A">
        <w:rPr>
          <w:rFonts w:cs="Times New Roman"/>
          <w:szCs w:val="28"/>
        </w:rPr>
        <w:t xml:space="preserve"> что позволило достичь значения показателя по обеспечению доступности приоритетных объектов и услуг  в приоритетных сферах жизнедеятельности </w:t>
      </w:r>
      <w:r w:rsidR="005060E7">
        <w:rPr>
          <w:rFonts w:cs="Times New Roman"/>
          <w:szCs w:val="28"/>
        </w:rPr>
        <w:t xml:space="preserve">на уровне </w:t>
      </w:r>
      <w:r w:rsidR="00303A21">
        <w:rPr>
          <w:rFonts w:cs="Times New Roman"/>
          <w:szCs w:val="28"/>
        </w:rPr>
        <w:t>62,5 процентов.</w:t>
      </w:r>
    </w:p>
    <w:p w:rsidR="00510D0A" w:rsidRPr="00510D0A" w:rsidRDefault="00510D0A" w:rsidP="00510D0A">
      <w:pPr>
        <w:ind w:firstLine="720"/>
        <w:jc w:val="both"/>
        <w:rPr>
          <w:rFonts w:cs="Times New Roman"/>
          <w:szCs w:val="28"/>
        </w:rPr>
      </w:pPr>
      <w:r w:rsidRPr="00303A21">
        <w:rPr>
          <w:rFonts w:cs="Times New Roman"/>
          <w:szCs w:val="28"/>
        </w:rPr>
        <w:t xml:space="preserve">В </w:t>
      </w:r>
      <w:r w:rsidR="00181BA7" w:rsidRPr="00303A21">
        <w:rPr>
          <w:rFonts w:cs="Times New Roman"/>
          <w:szCs w:val="28"/>
        </w:rPr>
        <w:t xml:space="preserve"> </w:t>
      </w:r>
      <w:r w:rsidRPr="00303A21">
        <w:rPr>
          <w:rFonts w:cs="Times New Roman"/>
          <w:szCs w:val="28"/>
        </w:rPr>
        <w:t>2015</w:t>
      </w:r>
      <w:r w:rsidR="00181BA7" w:rsidRPr="00303A21">
        <w:rPr>
          <w:rFonts w:cs="Times New Roman"/>
          <w:szCs w:val="28"/>
        </w:rPr>
        <w:t xml:space="preserve"> </w:t>
      </w:r>
      <w:r w:rsidRPr="00303A21">
        <w:rPr>
          <w:rFonts w:cs="Times New Roman"/>
          <w:szCs w:val="28"/>
        </w:rPr>
        <w:t>году</w:t>
      </w:r>
      <w:r w:rsidR="00181BA7" w:rsidRPr="00303A21">
        <w:rPr>
          <w:rFonts w:cs="Times New Roman"/>
          <w:szCs w:val="28"/>
        </w:rPr>
        <w:t xml:space="preserve"> в связи с разработкой проекта региональной программы «Доступная среда» на 2016 – 2020 годы</w:t>
      </w:r>
      <w:r w:rsidRPr="00303A21">
        <w:rPr>
          <w:rFonts w:cs="Times New Roman"/>
          <w:szCs w:val="28"/>
        </w:rPr>
        <w:t xml:space="preserve"> с целью уточнения приоритетных объектов социальной</w:t>
      </w:r>
      <w:r w:rsidR="001560A9">
        <w:rPr>
          <w:rFonts w:cs="Times New Roman"/>
          <w:szCs w:val="28"/>
        </w:rPr>
        <w:t xml:space="preserve"> инфраструктуры</w:t>
      </w:r>
      <w:r w:rsidRPr="00303A21">
        <w:rPr>
          <w:rFonts w:cs="Times New Roman"/>
          <w:szCs w:val="28"/>
        </w:rPr>
        <w:t>,</w:t>
      </w:r>
      <w:r w:rsidRPr="00303A21">
        <w:rPr>
          <w:rFonts w:cs="Times New Roman"/>
          <w:b/>
          <w:szCs w:val="28"/>
        </w:rPr>
        <w:t xml:space="preserve"> </w:t>
      </w:r>
      <w:r w:rsidRPr="00303A21">
        <w:rPr>
          <w:rFonts w:cs="Times New Roman"/>
          <w:szCs w:val="28"/>
        </w:rPr>
        <w:t>проведена работа по оценке текущего состояния доступности объектов, актуализации всех существующих паспортов доступности приоритетных объектов</w:t>
      </w:r>
      <w:r w:rsidR="00303A21">
        <w:rPr>
          <w:rFonts w:cs="Times New Roman"/>
          <w:szCs w:val="28"/>
        </w:rPr>
        <w:t>.</w:t>
      </w:r>
      <w:r w:rsidRPr="00303A21">
        <w:rPr>
          <w:rFonts w:cs="Times New Roman"/>
          <w:b/>
          <w:szCs w:val="28"/>
        </w:rPr>
        <w:t xml:space="preserve"> </w:t>
      </w:r>
      <w:r w:rsidRPr="00510D0A">
        <w:rPr>
          <w:rFonts w:cs="Times New Roman"/>
          <w:szCs w:val="28"/>
        </w:rPr>
        <w:t>По итогам проведенной работы определены первоочередные меры по обустройству и адаптации объектов социальной инфраструктуры и порядков предоставления на них услуг в соответствии с требованиями по обеспечению их доступности для инвалидов</w:t>
      </w:r>
      <w:r w:rsidR="00181BA7">
        <w:rPr>
          <w:rFonts w:cs="Times New Roman"/>
          <w:szCs w:val="28"/>
        </w:rPr>
        <w:t>, а также долгосрочные меры по обеспечению полной доступности до 2030 года</w:t>
      </w:r>
      <w:r w:rsidRPr="00510D0A">
        <w:rPr>
          <w:rFonts w:cs="Times New Roman"/>
          <w:szCs w:val="28"/>
        </w:rPr>
        <w:t>.</w:t>
      </w:r>
    </w:p>
    <w:p w:rsidR="00510D0A" w:rsidRPr="00510D0A" w:rsidRDefault="00510D0A" w:rsidP="00181BA7">
      <w:pPr>
        <w:ind w:firstLine="720"/>
        <w:jc w:val="both"/>
        <w:rPr>
          <w:rFonts w:cs="Times New Roman"/>
          <w:szCs w:val="28"/>
        </w:rPr>
      </w:pPr>
      <w:r w:rsidRPr="00510D0A">
        <w:rPr>
          <w:rFonts w:cs="Times New Roman"/>
          <w:szCs w:val="28"/>
        </w:rPr>
        <w:t xml:space="preserve">В </w:t>
      </w:r>
      <w:r w:rsidR="00181BA7">
        <w:rPr>
          <w:rFonts w:cs="Times New Roman"/>
          <w:szCs w:val="28"/>
        </w:rPr>
        <w:t>«д</w:t>
      </w:r>
      <w:r w:rsidRPr="00510D0A">
        <w:rPr>
          <w:rFonts w:cs="Times New Roman"/>
          <w:szCs w:val="28"/>
        </w:rPr>
        <w:t>орожной карте</w:t>
      </w:r>
      <w:r w:rsidR="00181BA7">
        <w:rPr>
          <w:rFonts w:cs="Times New Roman"/>
          <w:szCs w:val="28"/>
        </w:rPr>
        <w:t>»</w:t>
      </w:r>
      <w:r w:rsidRPr="00510D0A">
        <w:rPr>
          <w:rFonts w:cs="Times New Roman"/>
          <w:szCs w:val="28"/>
        </w:rPr>
        <w:t xml:space="preserve"> отражены мероприятия, предусматривающие работы </w:t>
      </w:r>
      <w:r w:rsidR="001560A9">
        <w:rPr>
          <w:rFonts w:cs="Times New Roman"/>
          <w:szCs w:val="28"/>
        </w:rPr>
        <w:t>н</w:t>
      </w:r>
      <w:r w:rsidRPr="00510D0A">
        <w:rPr>
          <w:rFonts w:cs="Times New Roman"/>
          <w:szCs w:val="28"/>
        </w:rPr>
        <w:t>а период до 20</w:t>
      </w:r>
      <w:r w:rsidR="00181BA7">
        <w:rPr>
          <w:rFonts w:cs="Times New Roman"/>
          <w:szCs w:val="28"/>
        </w:rPr>
        <w:t>3</w:t>
      </w:r>
      <w:r w:rsidRPr="00510D0A">
        <w:rPr>
          <w:rFonts w:cs="Times New Roman"/>
          <w:szCs w:val="28"/>
        </w:rPr>
        <w:t>0 года по обеспечению доступности  объектов социальной, транспортной, инженерной инфраструктуры для инвалидов и других МГН в приоритетных сферах жизнедеятельности, сроки их реализации</w:t>
      </w:r>
      <w:r w:rsidR="00181BA7">
        <w:rPr>
          <w:rFonts w:cs="Times New Roman"/>
          <w:szCs w:val="28"/>
        </w:rPr>
        <w:t>.</w:t>
      </w:r>
      <w:r w:rsidRPr="00510D0A">
        <w:rPr>
          <w:rFonts w:cs="Times New Roman"/>
          <w:szCs w:val="28"/>
        </w:rPr>
        <w:t xml:space="preserve"> </w:t>
      </w:r>
    </w:p>
    <w:p w:rsidR="00510D0A" w:rsidRPr="00510D0A" w:rsidRDefault="00510D0A" w:rsidP="00510D0A">
      <w:pPr>
        <w:ind w:firstLine="720"/>
        <w:jc w:val="both"/>
        <w:rPr>
          <w:rFonts w:cs="Times New Roman"/>
          <w:szCs w:val="28"/>
        </w:rPr>
      </w:pPr>
      <w:r w:rsidRPr="00510D0A">
        <w:rPr>
          <w:rFonts w:cs="Times New Roman"/>
          <w:szCs w:val="28"/>
        </w:rPr>
        <w:lastRenderedPageBreak/>
        <w:t xml:space="preserve">Задача всех </w:t>
      </w:r>
      <w:r w:rsidR="00181BA7">
        <w:rPr>
          <w:rFonts w:cs="Times New Roman"/>
          <w:szCs w:val="28"/>
        </w:rPr>
        <w:t>органов местного самоуправления</w:t>
      </w:r>
      <w:r w:rsidRPr="00510D0A">
        <w:rPr>
          <w:rFonts w:cs="Times New Roman"/>
          <w:szCs w:val="28"/>
        </w:rPr>
        <w:t xml:space="preserve"> довести показатель доступности объектов социальной инфраструктуры до 100 процентов. Однако отсутствие технической возможности по </w:t>
      </w:r>
      <w:r w:rsidR="001560A9">
        <w:rPr>
          <w:rFonts w:cs="Times New Roman"/>
          <w:szCs w:val="28"/>
        </w:rPr>
        <w:t>перео</w:t>
      </w:r>
      <w:r w:rsidRPr="00510D0A">
        <w:rPr>
          <w:rFonts w:cs="Times New Roman"/>
          <w:szCs w:val="28"/>
        </w:rPr>
        <w:t xml:space="preserve">борудованию зданий с учетом строительных норм и правил, </w:t>
      </w:r>
      <w:r w:rsidR="00DD1035">
        <w:rPr>
          <w:rFonts w:cs="Times New Roman"/>
          <w:szCs w:val="28"/>
        </w:rPr>
        <w:t>на некоторых</w:t>
      </w:r>
      <w:r w:rsidR="00181BA7">
        <w:rPr>
          <w:rFonts w:cs="Times New Roman"/>
          <w:szCs w:val="28"/>
        </w:rPr>
        <w:t xml:space="preserve"> объект</w:t>
      </w:r>
      <w:r w:rsidR="00DD1035">
        <w:rPr>
          <w:rFonts w:cs="Times New Roman"/>
          <w:szCs w:val="28"/>
        </w:rPr>
        <w:t xml:space="preserve">ах </w:t>
      </w:r>
      <w:r w:rsidR="001F6B12">
        <w:rPr>
          <w:rFonts w:cs="Times New Roman"/>
          <w:szCs w:val="28"/>
        </w:rPr>
        <w:t>не позволяет</w:t>
      </w:r>
      <w:r w:rsidRPr="00510D0A">
        <w:rPr>
          <w:rFonts w:cs="Times New Roman"/>
          <w:szCs w:val="28"/>
        </w:rPr>
        <w:t xml:space="preserve"> провести работы по адаптации в полном объеме с учетом нужд инвалидов.</w:t>
      </w:r>
    </w:p>
    <w:p w:rsidR="00181BA7" w:rsidRDefault="00DD1035" w:rsidP="00510D0A">
      <w:pPr>
        <w:ind w:firstLine="72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В связи с этим</w:t>
      </w:r>
      <w:r w:rsidR="00510D0A" w:rsidRPr="00510D0A">
        <w:rPr>
          <w:rFonts w:cs="Times New Roman"/>
          <w:szCs w:val="28"/>
        </w:rPr>
        <w:t xml:space="preserve"> </w:t>
      </w:r>
      <w:r w:rsidR="00181BA7">
        <w:rPr>
          <w:rFonts w:cs="Times New Roman"/>
          <w:szCs w:val="28"/>
        </w:rPr>
        <w:t>органам</w:t>
      </w:r>
      <w:r>
        <w:rPr>
          <w:rFonts w:cs="Times New Roman"/>
          <w:szCs w:val="28"/>
        </w:rPr>
        <w:t>и</w:t>
      </w:r>
      <w:r w:rsidR="00181BA7">
        <w:rPr>
          <w:rFonts w:cs="Times New Roman"/>
          <w:szCs w:val="28"/>
        </w:rPr>
        <w:t xml:space="preserve"> местного самоуправления </w:t>
      </w:r>
      <w:r w:rsidR="00510D0A" w:rsidRPr="00510D0A">
        <w:rPr>
          <w:rFonts w:cs="Times New Roman"/>
          <w:szCs w:val="28"/>
        </w:rPr>
        <w:t>будут приниматься</w:t>
      </w:r>
      <w:r w:rsidR="001560A9" w:rsidRPr="001560A9">
        <w:rPr>
          <w:rFonts w:cs="Times New Roman"/>
          <w:szCs w:val="28"/>
        </w:rPr>
        <w:t xml:space="preserve"> </w:t>
      </w:r>
      <w:r w:rsidR="001560A9" w:rsidRPr="00510D0A">
        <w:rPr>
          <w:rFonts w:cs="Times New Roman"/>
          <w:szCs w:val="28"/>
        </w:rPr>
        <w:t>меры</w:t>
      </w:r>
      <w:r w:rsidR="001560A9">
        <w:rPr>
          <w:rFonts w:cs="Times New Roman"/>
          <w:szCs w:val="28"/>
        </w:rPr>
        <w:t>,</w:t>
      </w:r>
      <w:r w:rsidR="00510D0A" w:rsidRPr="00510D0A">
        <w:rPr>
          <w:rFonts w:cs="Times New Roman"/>
          <w:szCs w:val="28"/>
        </w:rPr>
        <w:t xml:space="preserve"> согласованные с </w:t>
      </w:r>
      <w:r w:rsidR="00181BA7">
        <w:rPr>
          <w:rFonts w:cs="Times New Roman"/>
          <w:szCs w:val="28"/>
        </w:rPr>
        <w:t>общественными объединениями</w:t>
      </w:r>
      <w:r w:rsidR="00510D0A" w:rsidRPr="00510D0A">
        <w:rPr>
          <w:rFonts w:cs="Times New Roman"/>
          <w:szCs w:val="28"/>
        </w:rPr>
        <w:t xml:space="preserve"> инвалидов для обеспечения доступа инвалидов к месту предоставления услуги, либо когда это возможно, предоставлени</w:t>
      </w:r>
      <w:r w:rsidR="001560A9">
        <w:rPr>
          <w:rFonts w:cs="Times New Roman"/>
          <w:szCs w:val="28"/>
        </w:rPr>
        <w:t>е</w:t>
      </w:r>
      <w:r w:rsidR="00510D0A" w:rsidRPr="00510D0A">
        <w:rPr>
          <w:rFonts w:cs="Times New Roman"/>
          <w:szCs w:val="28"/>
        </w:rPr>
        <w:t xml:space="preserve"> необходимой услуги по месту жительства или в дистанционном режиме. </w:t>
      </w:r>
    </w:p>
    <w:p w:rsidR="00510D0A" w:rsidRPr="00510D0A" w:rsidRDefault="008A2482" w:rsidP="00510D0A">
      <w:pPr>
        <w:ind w:firstLine="72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С </w:t>
      </w:r>
      <w:r w:rsidR="002D60B5">
        <w:rPr>
          <w:rFonts w:cs="Times New Roman"/>
          <w:szCs w:val="28"/>
        </w:rPr>
        <w:t xml:space="preserve">ноября </w:t>
      </w:r>
      <w:r>
        <w:rPr>
          <w:rFonts w:cs="Times New Roman"/>
          <w:szCs w:val="28"/>
        </w:rPr>
        <w:t>2015 года начата работа по внесению</w:t>
      </w:r>
      <w:r w:rsidR="00510D0A" w:rsidRPr="00510D0A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изменений</w:t>
      </w:r>
      <w:r w:rsidR="00510D0A" w:rsidRPr="00510D0A">
        <w:rPr>
          <w:rFonts w:cs="Times New Roman"/>
          <w:szCs w:val="28"/>
        </w:rPr>
        <w:t xml:space="preserve"> в административные регламенты предоставления гражданам </w:t>
      </w:r>
      <w:r w:rsidR="002D60B5">
        <w:rPr>
          <w:rFonts w:cs="Times New Roman"/>
          <w:szCs w:val="28"/>
        </w:rPr>
        <w:t>муниципальных</w:t>
      </w:r>
      <w:r w:rsidR="00510D0A" w:rsidRPr="00510D0A">
        <w:rPr>
          <w:rFonts w:cs="Times New Roman"/>
          <w:szCs w:val="28"/>
        </w:rPr>
        <w:t xml:space="preserve"> услуг, обеспечивающих соблюдение установленных законодательством условий их доступности для инвалидов. </w:t>
      </w:r>
    </w:p>
    <w:p w:rsidR="00510D0A" w:rsidRPr="00510D0A" w:rsidRDefault="00510D0A" w:rsidP="00510D0A">
      <w:pPr>
        <w:ind w:firstLine="720"/>
        <w:jc w:val="both"/>
        <w:rPr>
          <w:rFonts w:eastAsia="Calibri" w:cs="Times New Roman"/>
          <w:szCs w:val="28"/>
        </w:rPr>
      </w:pPr>
      <w:r w:rsidRPr="00510D0A">
        <w:rPr>
          <w:rFonts w:eastAsia="Calibri" w:cs="Times New Roman"/>
          <w:szCs w:val="28"/>
        </w:rPr>
        <w:t>В сфере строительства</w:t>
      </w:r>
      <w:r w:rsidR="001560A9">
        <w:rPr>
          <w:rFonts w:eastAsia="Calibri" w:cs="Times New Roman"/>
          <w:szCs w:val="28"/>
        </w:rPr>
        <w:t>,</w:t>
      </w:r>
      <w:r w:rsidRPr="00510D0A">
        <w:rPr>
          <w:rFonts w:eastAsia="Calibri" w:cs="Times New Roman"/>
          <w:szCs w:val="28"/>
        </w:rPr>
        <w:t xml:space="preserve"> согласно статье 15 Федерального закона           от 24 ноября </w:t>
      </w:r>
      <w:smartTag w:uri="urn:schemas-microsoft-com:office:smarttags" w:element="metricconverter">
        <w:smartTagPr>
          <w:attr w:name="ProductID" w:val="1995 г"/>
        </w:smartTagPr>
        <w:r w:rsidRPr="00510D0A">
          <w:rPr>
            <w:rFonts w:eastAsia="Calibri" w:cs="Times New Roman"/>
            <w:szCs w:val="28"/>
          </w:rPr>
          <w:t>1995 г</w:t>
        </w:r>
      </w:smartTag>
      <w:r w:rsidRPr="00510D0A">
        <w:rPr>
          <w:rFonts w:eastAsia="Calibri" w:cs="Times New Roman"/>
          <w:szCs w:val="28"/>
        </w:rPr>
        <w:t>.</w:t>
      </w:r>
      <w:r w:rsidR="008A2482">
        <w:rPr>
          <w:rFonts w:eastAsia="Calibri" w:cs="Times New Roman"/>
          <w:szCs w:val="28"/>
        </w:rPr>
        <w:t xml:space="preserve"> </w:t>
      </w:r>
      <w:r w:rsidRPr="00510D0A">
        <w:rPr>
          <w:rFonts w:eastAsia="Calibri" w:cs="Times New Roman"/>
          <w:szCs w:val="28"/>
        </w:rPr>
        <w:t xml:space="preserve"> № 181</w:t>
      </w:r>
      <w:r w:rsidR="008A2482">
        <w:rPr>
          <w:rFonts w:eastAsia="Calibri" w:cs="Times New Roman"/>
          <w:szCs w:val="28"/>
        </w:rPr>
        <w:t>-</w:t>
      </w:r>
      <w:r w:rsidRPr="00510D0A">
        <w:rPr>
          <w:rFonts w:eastAsia="Calibri" w:cs="Times New Roman"/>
          <w:szCs w:val="28"/>
        </w:rPr>
        <w:t xml:space="preserve">ФЗ </w:t>
      </w:r>
      <w:r w:rsidR="008A2482">
        <w:rPr>
          <w:rFonts w:eastAsia="Calibri" w:cs="Times New Roman"/>
          <w:szCs w:val="28"/>
        </w:rPr>
        <w:t>«</w:t>
      </w:r>
      <w:r w:rsidRPr="00510D0A">
        <w:rPr>
          <w:rFonts w:eastAsia="Calibri" w:cs="Times New Roman"/>
          <w:szCs w:val="28"/>
        </w:rPr>
        <w:t>О социальной защите инвалидов в Российской Федерации</w:t>
      </w:r>
      <w:r w:rsidR="008A2482">
        <w:rPr>
          <w:rFonts w:eastAsia="Calibri" w:cs="Times New Roman"/>
          <w:szCs w:val="28"/>
        </w:rPr>
        <w:t>»</w:t>
      </w:r>
      <w:r w:rsidR="001560A9">
        <w:rPr>
          <w:rFonts w:eastAsia="Calibri" w:cs="Times New Roman"/>
          <w:szCs w:val="28"/>
        </w:rPr>
        <w:t xml:space="preserve">, </w:t>
      </w:r>
      <w:r w:rsidRPr="00510D0A">
        <w:rPr>
          <w:rFonts w:eastAsia="Calibri" w:cs="Times New Roman"/>
          <w:szCs w:val="28"/>
        </w:rPr>
        <w:t>планировка и застройка городов, других населенных пунктов, формирование жилых и рекреационных зон, разработка проектных решений на новое строительство и реконструкцию зданий, сооружений и их комплексов, а также разработка и производство транспортных средств общего пользования, средств связи и информации без приспособления указанных объектов для доступа к ним инвалидов  и использования их инвалидами не допускаются. В связи с этим, согласно действующему градостроительному законодательству</w:t>
      </w:r>
      <w:r w:rsidR="001560A9">
        <w:rPr>
          <w:rFonts w:eastAsia="Calibri" w:cs="Times New Roman"/>
          <w:szCs w:val="28"/>
        </w:rPr>
        <w:t>,</w:t>
      </w:r>
      <w:r w:rsidRPr="00510D0A">
        <w:rPr>
          <w:rFonts w:eastAsia="Calibri" w:cs="Times New Roman"/>
          <w:szCs w:val="28"/>
        </w:rPr>
        <w:t xml:space="preserve"> строительство в </w:t>
      </w:r>
      <w:r w:rsidR="002D60B5">
        <w:rPr>
          <w:rFonts w:eastAsia="Calibri" w:cs="Times New Roman"/>
          <w:szCs w:val="28"/>
        </w:rPr>
        <w:t>Гаврилов-Ямском районе</w:t>
      </w:r>
      <w:r w:rsidR="001560A9">
        <w:rPr>
          <w:rFonts w:eastAsia="Calibri" w:cs="Times New Roman"/>
          <w:szCs w:val="28"/>
        </w:rPr>
        <w:t xml:space="preserve"> должно </w:t>
      </w:r>
      <w:r w:rsidRPr="00510D0A">
        <w:rPr>
          <w:rFonts w:eastAsia="Calibri" w:cs="Times New Roman"/>
          <w:szCs w:val="28"/>
        </w:rPr>
        <w:t xml:space="preserve"> осуществлят</w:t>
      </w:r>
      <w:r w:rsidR="001560A9">
        <w:rPr>
          <w:rFonts w:eastAsia="Calibri" w:cs="Times New Roman"/>
          <w:szCs w:val="28"/>
        </w:rPr>
        <w:t>ь</w:t>
      </w:r>
      <w:r w:rsidRPr="00510D0A">
        <w:rPr>
          <w:rFonts w:eastAsia="Calibri" w:cs="Times New Roman"/>
          <w:szCs w:val="28"/>
        </w:rPr>
        <w:t xml:space="preserve">ся на основании проектной документации, прошедшей экспертизу, в том числе экспертизу проектных решений в части выполнения Свода правил "Доступность зданий и сооружений для маломобильных групп населения". </w:t>
      </w:r>
    </w:p>
    <w:p w:rsidR="00510D0A" w:rsidRPr="00510D0A" w:rsidRDefault="00510D0A" w:rsidP="00510D0A">
      <w:pPr>
        <w:ind w:firstLine="720"/>
        <w:jc w:val="both"/>
        <w:rPr>
          <w:rFonts w:eastAsia="Calibri" w:cs="Times New Roman"/>
          <w:szCs w:val="28"/>
        </w:rPr>
      </w:pPr>
      <w:r w:rsidRPr="00510D0A">
        <w:rPr>
          <w:rFonts w:eastAsia="Calibri" w:cs="Times New Roman"/>
          <w:szCs w:val="28"/>
        </w:rPr>
        <w:t xml:space="preserve">В сфере потребительского рынка </w:t>
      </w:r>
      <w:r w:rsidR="008A2482">
        <w:rPr>
          <w:rFonts w:eastAsia="Calibri" w:cs="Times New Roman"/>
          <w:szCs w:val="28"/>
        </w:rPr>
        <w:t>большинство объектов</w:t>
      </w:r>
      <w:r w:rsidRPr="00510D0A">
        <w:rPr>
          <w:rFonts w:eastAsia="Calibri" w:cs="Times New Roman"/>
          <w:szCs w:val="28"/>
        </w:rPr>
        <w:t xml:space="preserve"> розничных сетевых компаний приспособлены для реализации инвалидами своих конституционных прав. Проектная документация на вновь строящиеся и реконструируемые объекты разрабатывается в соответствии</w:t>
      </w:r>
      <w:r w:rsidR="008A2482">
        <w:rPr>
          <w:rFonts w:eastAsia="Calibri" w:cs="Times New Roman"/>
          <w:szCs w:val="28"/>
        </w:rPr>
        <w:t xml:space="preserve"> </w:t>
      </w:r>
      <w:r w:rsidRPr="00510D0A">
        <w:rPr>
          <w:rFonts w:eastAsia="Calibri" w:cs="Times New Roman"/>
          <w:szCs w:val="28"/>
        </w:rPr>
        <w:t xml:space="preserve">с требованиями действующего законодательства. Розничные сетевые магазины, расположены на нижних этажах зданий, либо в отдельно стоящих зданиях, в которых организована доступная среда. </w:t>
      </w:r>
    </w:p>
    <w:p w:rsidR="00510D0A" w:rsidRPr="00510D0A" w:rsidRDefault="00510D0A" w:rsidP="00510D0A">
      <w:pPr>
        <w:ind w:firstLine="720"/>
        <w:jc w:val="both"/>
        <w:rPr>
          <w:rFonts w:eastAsia="Calibri" w:cs="Times New Roman"/>
          <w:szCs w:val="28"/>
        </w:rPr>
      </w:pPr>
      <w:r w:rsidRPr="00510D0A">
        <w:rPr>
          <w:rFonts w:eastAsia="Calibri" w:cs="Times New Roman"/>
          <w:szCs w:val="28"/>
        </w:rPr>
        <w:t xml:space="preserve">Вместе с тем, доступность объектов торговли для инвалидов и других МГН в большинстве населенных пунктов сельской местности </w:t>
      </w:r>
      <w:r w:rsidR="008A2482">
        <w:rPr>
          <w:rFonts w:eastAsia="Calibri" w:cs="Times New Roman"/>
          <w:szCs w:val="28"/>
        </w:rPr>
        <w:t>региона</w:t>
      </w:r>
      <w:r w:rsidRPr="00510D0A">
        <w:rPr>
          <w:rFonts w:eastAsia="Calibri" w:cs="Times New Roman"/>
          <w:szCs w:val="28"/>
        </w:rPr>
        <w:t xml:space="preserve"> на сегодняшний день не обеспечена.</w:t>
      </w:r>
    </w:p>
    <w:p w:rsidR="00510D0A" w:rsidRPr="00510D0A" w:rsidRDefault="001F6B12" w:rsidP="00510D0A">
      <w:pPr>
        <w:ind w:firstLine="72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О</w:t>
      </w:r>
      <w:r w:rsidR="00510D0A" w:rsidRPr="00510D0A">
        <w:rPr>
          <w:rFonts w:cs="Times New Roman"/>
          <w:szCs w:val="28"/>
        </w:rPr>
        <w:t>сновной проблемой</w:t>
      </w:r>
      <w:r>
        <w:rPr>
          <w:rFonts w:cs="Times New Roman"/>
          <w:szCs w:val="28"/>
        </w:rPr>
        <w:t xml:space="preserve"> жилого фонда</w:t>
      </w:r>
      <w:r w:rsidR="00510D0A" w:rsidRPr="00510D0A">
        <w:rPr>
          <w:rFonts w:cs="Times New Roman"/>
          <w:szCs w:val="28"/>
        </w:rPr>
        <w:t xml:space="preserve"> является невозможность обустройства многоквартирных жилых домов, раннее введенных                       в эксплуатацию, пандусами, в связи с отсутствием технической возможности установки, и кроме того, отсутствием решения собрания собственников помещений всего многоквартирного дома на установку пандусов.</w:t>
      </w:r>
    </w:p>
    <w:p w:rsidR="00510D0A" w:rsidRPr="00510D0A" w:rsidRDefault="00510D0A" w:rsidP="00510D0A">
      <w:pPr>
        <w:ind w:firstLine="720"/>
        <w:jc w:val="both"/>
        <w:rPr>
          <w:rFonts w:eastAsia="Calibri" w:cs="Times New Roman"/>
          <w:szCs w:val="28"/>
        </w:rPr>
      </w:pPr>
      <w:r w:rsidRPr="00510D0A">
        <w:rPr>
          <w:rFonts w:cs="Times New Roman"/>
          <w:szCs w:val="28"/>
        </w:rPr>
        <w:lastRenderedPageBreak/>
        <w:t>Соблюдение требований обеспечения доступа для инвалидов и других групп населения с ограниченными возможностями в жилые</w:t>
      </w:r>
      <w:r w:rsidR="008A2482">
        <w:rPr>
          <w:rFonts w:cs="Times New Roman"/>
          <w:szCs w:val="28"/>
        </w:rPr>
        <w:t xml:space="preserve"> </w:t>
      </w:r>
      <w:r w:rsidRPr="00510D0A">
        <w:rPr>
          <w:rFonts w:cs="Times New Roman"/>
          <w:szCs w:val="28"/>
        </w:rPr>
        <w:t xml:space="preserve">и общественные здания подлежащие  капитальному ремонту, урегулирован положениями </w:t>
      </w:r>
      <w:r w:rsidR="008A2482">
        <w:rPr>
          <w:rFonts w:cs="Times New Roman"/>
          <w:szCs w:val="28"/>
        </w:rPr>
        <w:t>«</w:t>
      </w:r>
      <w:r w:rsidRPr="00510D0A">
        <w:rPr>
          <w:rFonts w:cs="Times New Roman"/>
          <w:szCs w:val="28"/>
        </w:rPr>
        <w:t>СП 59.13330.2012. Свод правил. Доступность зданий и сооружений для маломобильных групп населения. Актуализированная редакция СНиП 35-01-2001</w:t>
      </w:r>
      <w:r w:rsidR="008A2482">
        <w:rPr>
          <w:rFonts w:cs="Times New Roman"/>
          <w:szCs w:val="28"/>
        </w:rPr>
        <w:t>»</w:t>
      </w:r>
      <w:r w:rsidRPr="00510D0A">
        <w:rPr>
          <w:rFonts w:cs="Times New Roman"/>
          <w:szCs w:val="28"/>
        </w:rPr>
        <w:t xml:space="preserve">. Данный свод правил включен в Перечень  </w:t>
      </w:r>
      <w:r w:rsidRPr="00510D0A">
        <w:rPr>
          <w:rFonts w:eastAsia="Calibri" w:cs="Times New Roman"/>
          <w:szCs w:val="28"/>
        </w:rPr>
        <w:t xml:space="preserve">национальных стандартов и сводов, в результате применения которых обеспечивается соблюдение требований Федерального закона </w:t>
      </w:r>
      <w:r w:rsidR="008A2482">
        <w:rPr>
          <w:rFonts w:eastAsia="Calibri" w:cs="Times New Roman"/>
          <w:szCs w:val="28"/>
        </w:rPr>
        <w:t>«</w:t>
      </w:r>
      <w:r w:rsidRPr="00510D0A">
        <w:rPr>
          <w:rFonts w:eastAsia="Calibri" w:cs="Times New Roman"/>
          <w:szCs w:val="28"/>
        </w:rPr>
        <w:t>Технический регламент о безопасности зданий и сооружений</w:t>
      </w:r>
      <w:r w:rsidR="008A2482">
        <w:rPr>
          <w:rFonts w:eastAsia="Calibri" w:cs="Times New Roman"/>
          <w:szCs w:val="28"/>
        </w:rPr>
        <w:t>»</w:t>
      </w:r>
      <w:r w:rsidRPr="00510D0A">
        <w:rPr>
          <w:rFonts w:eastAsia="Calibri" w:cs="Times New Roman"/>
          <w:szCs w:val="28"/>
        </w:rPr>
        <w:t>, утвержденного Постановлением Правительства Российской Федерации от 26 декабря 2014</w:t>
      </w:r>
      <w:r w:rsidR="008A2482">
        <w:rPr>
          <w:rFonts w:eastAsia="Calibri" w:cs="Times New Roman"/>
          <w:szCs w:val="28"/>
        </w:rPr>
        <w:t xml:space="preserve"> </w:t>
      </w:r>
      <w:r w:rsidRPr="00510D0A">
        <w:rPr>
          <w:rFonts w:eastAsia="Calibri" w:cs="Times New Roman"/>
          <w:szCs w:val="28"/>
        </w:rPr>
        <w:t>г. № 152</w:t>
      </w:r>
      <w:r w:rsidR="00407D3F">
        <w:rPr>
          <w:rFonts w:eastAsia="Calibri" w:cs="Times New Roman"/>
          <w:szCs w:val="28"/>
        </w:rPr>
        <w:t>1</w:t>
      </w:r>
      <w:r w:rsidRPr="00510D0A">
        <w:rPr>
          <w:rFonts w:eastAsia="Calibri" w:cs="Times New Roman"/>
          <w:szCs w:val="28"/>
        </w:rPr>
        <w:t>.</w:t>
      </w:r>
    </w:p>
    <w:p w:rsidR="00510D0A" w:rsidRPr="00510D0A" w:rsidRDefault="00510D0A" w:rsidP="00510D0A">
      <w:pPr>
        <w:ind w:firstLine="720"/>
        <w:jc w:val="both"/>
        <w:rPr>
          <w:rFonts w:eastAsia="Calibri" w:cs="Times New Roman"/>
          <w:szCs w:val="28"/>
        </w:rPr>
      </w:pPr>
      <w:r w:rsidRPr="00510D0A">
        <w:rPr>
          <w:rFonts w:eastAsia="Calibri" w:cs="Times New Roman"/>
          <w:szCs w:val="28"/>
        </w:rPr>
        <w:t xml:space="preserve">Перечень услуг и (или) работ по капитальному ремонту общего имущества в многоквартирном доме, оказание и (или) выполнение которых финансируются за счет средств фонда капитального ремонта определен частью 1 статьи 166 Жилищного Кодекса Российской Федерации. </w:t>
      </w:r>
    </w:p>
    <w:p w:rsidR="00510D0A" w:rsidRPr="00510D0A" w:rsidRDefault="00510D0A" w:rsidP="00510D0A">
      <w:pPr>
        <w:ind w:firstLine="720"/>
        <w:jc w:val="both"/>
        <w:rPr>
          <w:rFonts w:eastAsia="Calibri" w:cs="Times New Roman"/>
          <w:szCs w:val="28"/>
        </w:rPr>
      </w:pPr>
      <w:r w:rsidRPr="00510D0A">
        <w:rPr>
          <w:rFonts w:eastAsia="Calibri" w:cs="Times New Roman"/>
          <w:szCs w:val="28"/>
        </w:rPr>
        <w:t xml:space="preserve">В соответствии со статьей 210 Гражданского Кодекса Российской Федерации собственник несет бремя содержания принадлежащего ему имущества, если иное не предусмотрено законом или договором, в силу части 4 статьи 168 Жилищного Кодекса Российской Федерации, определение видов работ по капитальному ремонту относится к полномочиям общего собрания собственников жилых помещений. Решение вопросов адаптации на территории </w:t>
      </w:r>
      <w:r w:rsidR="001F6B12">
        <w:rPr>
          <w:rFonts w:eastAsia="Calibri" w:cs="Times New Roman"/>
          <w:szCs w:val="28"/>
        </w:rPr>
        <w:t>Гаврилов-Ямского района</w:t>
      </w:r>
      <w:r w:rsidRPr="00510D0A">
        <w:rPr>
          <w:rFonts w:eastAsia="Calibri" w:cs="Times New Roman"/>
          <w:szCs w:val="28"/>
        </w:rPr>
        <w:t xml:space="preserve"> многоквартирных домов к состоянию, отвечающему требованиям доступности для инвалидов и других МГН (устройство пандусов), осуществляется в рамках </w:t>
      </w:r>
      <w:r w:rsidR="008A2482">
        <w:rPr>
          <w:rFonts w:eastAsia="Calibri" w:cs="Times New Roman"/>
          <w:szCs w:val="28"/>
        </w:rPr>
        <w:t>региональной программы «Доступная среда»</w:t>
      </w:r>
      <w:r w:rsidRPr="00510D0A">
        <w:rPr>
          <w:rFonts w:eastAsia="Calibri" w:cs="Times New Roman"/>
          <w:szCs w:val="28"/>
        </w:rPr>
        <w:t xml:space="preserve">, при наличии технической возможности и согласия собственников. </w:t>
      </w:r>
      <w:r w:rsidR="001F6B12">
        <w:rPr>
          <w:rFonts w:eastAsia="Calibri" w:cs="Times New Roman"/>
          <w:szCs w:val="28"/>
        </w:rPr>
        <w:t>В 2013-2014</w:t>
      </w:r>
      <w:r w:rsidR="008A2482">
        <w:rPr>
          <w:rFonts w:eastAsia="Calibri" w:cs="Times New Roman"/>
          <w:szCs w:val="28"/>
        </w:rPr>
        <w:t xml:space="preserve"> год</w:t>
      </w:r>
      <w:r w:rsidR="001F6B12">
        <w:rPr>
          <w:rFonts w:eastAsia="Calibri" w:cs="Times New Roman"/>
          <w:szCs w:val="28"/>
        </w:rPr>
        <w:t>ах</w:t>
      </w:r>
      <w:r w:rsidR="008A2482">
        <w:rPr>
          <w:rFonts w:eastAsia="Calibri" w:cs="Times New Roman"/>
          <w:szCs w:val="28"/>
        </w:rPr>
        <w:t xml:space="preserve"> адаптирован для нужд инвалидов и других МГН  </w:t>
      </w:r>
      <w:r w:rsidR="001F6B12">
        <w:rPr>
          <w:rFonts w:eastAsia="Calibri" w:cs="Times New Roman"/>
          <w:szCs w:val="28"/>
        </w:rPr>
        <w:t>один многоквартирный</w:t>
      </w:r>
      <w:r w:rsidR="008A2482">
        <w:rPr>
          <w:rFonts w:eastAsia="Calibri" w:cs="Times New Roman"/>
          <w:szCs w:val="28"/>
        </w:rPr>
        <w:t xml:space="preserve"> дом. </w:t>
      </w:r>
    </w:p>
    <w:p w:rsidR="00510D0A" w:rsidRPr="00510D0A" w:rsidRDefault="00510D0A" w:rsidP="00510D0A">
      <w:pPr>
        <w:ind w:firstLine="720"/>
        <w:jc w:val="both"/>
        <w:rPr>
          <w:rFonts w:cs="Times New Roman"/>
          <w:szCs w:val="28"/>
        </w:rPr>
      </w:pPr>
      <w:r w:rsidRPr="00510D0A">
        <w:rPr>
          <w:rFonts w:cs="Times New Roman"/>
          <w:szCs w:val="28"/>
        </w:rPr>
        <w:t xml:space="preserve">Интеграция инвалидов в общество в полном объеме возможна при соблюдении условий, как доступности объектов социальной инфраструктуры, так и обеспечения доступности предоставляемых услуг. С этой целью в </w:t>
      </w:r>
      <w:r w:rsidR="008A2482">
        <w:rPr>
          <w:rFonts w:cs="Times New Roman"/>
          <w:szCs w:val="28"/>
        </w:rPr>
        <w:t>«</w:t>
      </w:r>
      <w:r w:rsidRPr="00510D0A">
        <w:rPr>
          <w:rFonts w:cs="Times New Roman"/>
          <w:szCs w:val="28"/>
        </w:rPr>
        <w:t>дорожной карте</w:t>
      </w:r>
      <w:r w:rsidR="008A2482">
        <w:rPr>
          <w:rFonts w:cs="Times New Roman"/>
          <w:szCs w:val="28"/>
        </w:rPr>
        <w:t>»</w:t>
      </w:r>
      <w:r w:rsidRPr="00510D0A">
        <w:rPr>
          <w:rFonts w:cs="Times New Roman"/>
          <w:szCs w:val="28"/>
        </w:rPr>
        <w:t xml:space="preserve"> предусмотрены мероприятия по расширению спектра услуг, оказываемых инвалидам, повышения их качества, соблюдению безусловной доступности, независимо от особых потребностей инвалидов. Реализация мероприятий по повышению доступности услуг будет способствовать равенству возможностей  инвалидов и других МГН в получении услуг наравне с другими, расширению их участия в </w:t>
      </w:r>
      <w:r w:rsidR="008A2482">
        <w:rPr>
          <w:rFonts w:cs="Times New Roman"/>
          <w:szCs w:val="28"/>
        </w:rPr>
        <w:t xml:space="preserve">общественной, </w:t>
      </w:r>
      <w:r w:rsidRPr="00510D0A">
        <w:rPr>
          <w:rFonts w:cs="Times New Roman"/>
          <w:szCs w:val="28"/>
        </w:rPr>
        <w:t>социальной</w:t>
      </w:r>
      <w:r w:rsidR="008A2482">
        <w:rPr>
          <w:rFonts w:cs="Times New Roman"/>
          <w:szCs w:val="28"/>
        </w:rPr>
        <w:t>,</w:t>
      </w:r>
      <w:r w:rsidRPr="00510D0A">
        <w:rPr>
          <w:rFonts w:cs="Times New Roman"/>
          <w:szCs w:val="28"/>
        </w:rPr>
        <w:t xml:space="preserve"> культурной </w:t>
      </w:r>
      <w:r w:rsidR="008A2482">
        <w:rPr>
          <w:rFonts w:cs="Times New Roman"/>
          <w:szCs w:val="28"/>
        </w:rPr>
        <w:t xml:space="preserve"> и спортивной </w:t>
      </w:r>
      <w:r w:rsidRPr="00510D0A">
        <w:rPr>
          <w:rFonts w:cs="Times New Roman"/>
          <w:szCs w:val="28"/>
        </w:rPr>
        <w:t>жизни</w:t>
      </w:r>
      <w:r w:rsidR="008A2482">
        <w:rPr>
          <w:rFonts w:cs="Times New Roman"/>
          <w:szCs w:val="28"/>
        </w:rPr>
        <w:t xml:space="preserve"> </w:t>
      </w:r>
      <w:r w:rsidR="001F6B12">
        <w:rPr>
          <w:rFonts w:cs="Times New Roman"/>
          <w:szCs w:val="28"/>
        </w:rPr>
        <w:t>района</w:t>
      </w:r>
      <w:r w:rsidRPr="00510D0A">
        <w:rPr>
          <w:rFonts w:cs="Times New Roman"/>
          <w:szCs w:val="28"/>
        </w:rPr>
        <w:t>.</w:t>
      </w:r>
    </w:p>
    <w:p w:rsidR="00510D0A" w:rsidRPr="00510D0A" w:rsidRDefault="00510D0A" w:rsidP="00510D0A">
      <w:pPr>
        <w:ind w:firstLine="720"/>
        <w:jc w:val="both"/>
        <w:rPr>
          <w:rFonts w:cs="Times New Roman"/>
          <w:szCs w:val="28"/>
        </w:rPr>
      </w:pPr>
      <w:r w:rsidRPr="00510D0A">
        <w:rPr>
          <w:rFonts w:cs="Times New Roman"/>
          <w:szCs w:val="28"/>
        </w:rPr>
        <w:t xml:space="preserve">Проводимые ежегодно социальные исследования по изучению мнения инвалидов о доступности приоритетных объектов и услуг в приоритетных сферах жизнедеятельности и об отношении населения к проблемам инвалидов свидетельствуют о позитивных изменениях в повышении доступности для инвалидов инженерной, транспортной и социальной инфраструктуры и услуг и о более толерантном отношении общества к проблемам инвалидов и постепенном решении их проблем. </w:t>
      </w:r>
    </w:p>
    <w:p w:rsidR="00510D0A" w:rsidRPr="00510D0A" w:rsidRDefault="00510D0A" w:rsidP="00510D0A">
      <w:pPr>
        <w:ind w:firstLine="720"/>
        <w:jc w:val="both"/>
        <w:rPr>
          <w:rFonts w:cs="Times New Roman"/>
          <w:szCs w:val="28"/>
        </w:rPr>
      </w:pPr>
      <w:r w:rsidRPr="00510D0A">
        <w:rPr>
          <w:rFonts w:cs="Times New Roman"/>
          <w:szCs w:val="28"/>
        </w:rPr>
        <w:lastRenderedPageBreak/>
        <w:t xml:space="preserve">С целью соблюдения условий доступности для инвалидов объектов    и услуг, оказания им помощи в преодолении барьеров, мешающих их использованию (получению) наряду с другими лицами во всех сферах жизнедеятельности и разработана </w:t>
      </w:r>
      <w:r w:rsidR="008A2482">
        <w:rPr>
          <w:rFonts w:cs="Times New Roman"/>
          <w:szCs w:val="28"/>
        </w:rPr>
        <w:t>«</w:t>
      </w:r>
      <w:r w:rsidRPr="00510D0A">
        <w:rPr>
          <w:rFonts w:cs="Times New Roman"/>
          <w:szCs w:val="28"/>
        </w:rPr>
        <w:t>дорожная карта</w:t>
      </w:r>
      <w:r w:rsidR="008A2482">
        <w:rPr>
          <w:rFonts w:cs="Times New Roman"/>
          <w:szCs w:val="28"/>
        </w:rPr>
        <w:t>»</w:t>
      </w:r>
      <w:r w:rsidRPr="00510D0A">
        <w:rPr>
          <w:rFonts w:cs="Times New Roman"/>
          <w:szCs w:val="28"/>
        </w:rPr>
        <w:t>.</w:t>
      </w:r>
    </w:p>
    <w:p w:rsidR="00510D0A" w:rsidRPr="00510D0A" w:rsidRDefault="00510D0A" w:rsidP="00510D0A">
      <w:pPr>
        <w:ind w:firstLine="720"/>
        <w:jc w:val="both"/>
        <w:rPr>
          <w:rFonts w:cs="Times New Roman"/>
          <w:szCs w:val="28"/>
        </w:rPr>
      </w:pPr>
    </w:p>
    <w:p w:rsidR="00510D0A" w:rsidRPr="00510D0A" w:rsidRDefault="00510D0A" w:rsidP="008A2482">
      <w:pPr>
        <w:ind w:firstLine="0"/>
        <w:jc w:val="center"/>
        <w:rPr>
          <w:rFonts w:cs="Times New Roman"/>
          <w:b/>
          <w:szCs w:val="28"/>
        </w:rPr>
      </w:pPr>
      <w:r w:rsidRPr="00510D0A">
        <w:rPr>
          <w:rFonts w:cs="Times New Roman"/>
          <w:b/>
          <w:szCs w:val="28"/>
        </w:rPr>
        <w:t xml:space="preserve">3. Цель и задачи </w:t>
      </w:r>
      <w:r w:rsidR="008A2482">
        <w:rPr>
          <w:rFonts w:cs="Times New Roman"/>
          <w:b/>
          <w:szCs w:val="28"/>
        </w:rPr>
        <w:t>«</w:t>
      </w:r>
      <w:r w:rsidRPr="00510D0A">
        <w:rPr>
          <w:rFonts w:cs="Times New Roman"/>
          <w:b/>
          <w:szCs w:val="28"/>
        </w:rPr>
        <w:t>дорожной карты</w:t>
      </w:r>
      <w:r w:rsidR="008A2482">
        <w:rPr>
          <w:rFonts w:cs="Times New Roman"/>
          <w:b/>
          <w:szCs w:val="28"/>
        </w:rPr>
        <w:t>»</w:t>
      </w:r>
    </w:p>
    <w:p w:rsidR="00510D0A" w:rsidRPr="00510D0A" w:rsidRDefault="00510D0A" w:rsidP="00510D0A">
      <w:pPr>
        <w:jc w:val="center"/>
        <w:rPr>
          <w:rFonts w:cs="Times New Roman"/>
          <w:b/>
          <w:szCs w:val="28"/>
        </w:rPr>
      </w:pPr>
    </w:p>
    <w:p w:rsidR="00510D0A" w:rsidRPr="00510D0A" w:rsidRDefault="00510D0A" w:rsidP="00510D0A">
      <w:pPr>
        <w:ind w:firstLine="708"/>
        <w:jc w:val="both"/>
        <w:rPr>
          <w:rFonts w:cs="Times New Roman"/>
          <w:szCs w:val="28"/>
        </w:rPr>
      </w:pPr>
      <w:r w:rsidRPr="00510D0A">
        <w:rPr>
          <w:rFonts w:cs="Times New Roman"/>
          <w:szCs w:val="28"/>
        </w:rPr>
        <w:t xml:space="preserve">Целью мероприятий </w:t>
      </w:r>
      <w:r w:rsidR="008A2482">
        <w:rPr>
          <w:rFonts w:cs="Times New Roman"/>
          <w:szCs w:val="28"/>
        </w:rPr>
        <w:t>«д</w:t>
      </w:r>
      <w:r w:rsidRPr="00510D0A">
        <w:rPr>
          <w:rFonts w:cs="Times New Roman"/>
          <w:szCs w:val="28"/>
        </w:rPr>
        <w:t>орожной карты</w:t>
      </w:r>
      <w:r w:rsidR="008A2482">
        <w:rPr>
          <w:rFonts w:cs="Times New Roman"/>
          <w:szCs w:val="28"/>
        </w:rPr>
        <w:t>»</w:t>
      </w:r>
      <w:r w:rsidRPr="00510D0A">
        <w:rPr>
          <w:rFonts w:cs="Times New Roman"/>
          <w:szCs w:val="28"/>
        </w:rPr>
        <w:t xml:space="preserve"> является обеспечение к концу 20</w:t>
      </w:r>
      <w:r w:rsidR="008A2482">
        <w:rPr>
          <w:rFonts w:cs="Times New Roman"/>
          <w:szCs w:val="28"/>
        </w:rPr>
        <w:t>3</w:t>
      </w:r>
      <w:r w:rsidRPr="00510D0A">
        <w:rPr>
          <w:rFonts w:cs="Times New Roman"/>
          <w:szCs w:val="28"/>
        </w:rPr>
        <w:t xml:space="preserve">0 года на территории </w:t>
      </w:r>
      <w:r w:rsidR="001F6B12">
        <w:rPr>
          <w:rFonts w:cs="Times New Roman"/>
          <w:szCs w:val="28"/>
        </w:rPr>
        <w:t>Гаврилов-Ямского района</w:t>
      </w:r>
      <w:r w:rsidRPr="00510D0A">
        <w:rPr>
          <w:rFonts w:cs="Times New Roman"/>
          <w:szCs w:val="28"/>
        </w:rPr>
        <w:t xml:space="preserve"> условий доступности объектов и услуг во всех приоритетных сферах жизнедеятельности инвалидам и другим МГН.</w:t>
      </w:r>
    </w:p>
    <w:p w:rsidR="00510D0A" w:rsidRPr="00510D0A" w:rsidRDefault="00510D0A" w:rsidP="00510D0A">
      <w:pPr>
        <w:ind w:firstLine="720"/>
        <w:jc w:val="both"/>
        <w:rPr>
          <w:rFonts w:cs="Times New Roman"/>
          <w:szCs w:val="28"/>
        </w:rPr>
      </w:pPr>
      <w:r w:rsidRPr="00510D0A">
        <w:rPr>
          <w:rFonts w:cs="Times New Roman"/>
          <w:szCs w:val="28"/>
        </w:rPr>
        <w:t>Достижение указанной цели предусматривает решение следующих задач:</w:t>
      </w:r>
    </w:p>
    <w:p w:rsidR="00510D0A" w:rsidRPr="00510D0A" w:rsidRDefault="00A77FA6" w:rsidP="00510D0A">
      <w:pPr>
        <w:ind w:firstLine="72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 п</w:t>
      </w:r>
      <w:r w:rsidR="00510D0A" w:rsidRPr="00510D0A">
        <w:rPr>
          <w:rFonts w:cs="Times New Roman"/>
          <w:szCs w:val="28"/>
        </w:rPr>
        <w:t xml:space="preserve">овышение уровня доступности приоритетных объектов в приоритетных сферах жизнедеятельности инвалидам и другим МГН на территории </w:t>
      </w:r>
      <w:r w:rsidR="001F6B12">
        <w:rPr>
          <w:rFonts w:cs="Times New Roman"/>
          <w:szCs w:val="28"/>
        </w:rPr>
        <w:t>района</w:t>
      </w:r>
      <w:r w:rsidR="00510D0A" w:rsidRPr="00510D0A">
        <w:rPr>
          <w:rFonts w:cs="Times New Roman"/>
          <w:szCs w:val="28"/>
        </w:rPr>
        <w:t>.</w:t>
      </w:r>
      <w:r>
        <w:rPr>
          <w:rFonts w:cs="Times New Roman"/>
          <w:szCs w:val="28"/>
        </w:rPr>
        <w:t xml:space="preserve"> </w:t>
      </w:r>
      <w:r w:rsidR="00510D0A" w:rsidRPr="00510D0A">
        <w:rPr>
          <w:rFonts w:cs="Times New Roman"/>
          <w:szCs w:val="28"/>
        </w:rPr>
        <w:t>Реализация данной задачи будет способствовать созданию условий для интеграции инвалидов в общество и повышению качества жизни и</w:t>
      </w:r>
      <w:r>
        <w:rPr>
          <w:rFonts w:cs="Times New Roman"/>
          <w:szCs w:val="28"/>
        </w:rPr>
        <w:t>нвалидов в современных условиях;</w:t>
      </w:r>
    </w:p>
    <w:p w:rsidR="00510D0A" w:rsidRPr="00510D0A" w:rsidRDefault="00A77FA6" w:rsidP="00510D0A">
      <w:pPr>
        <w:ind w:firstLine="72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 п</w:t>
      </w:r>
      <w:r w:rsidR="00510D0A" w:rsidRPr="00510D0A">
        <w:rPr>
          <w:rFonts w:cs="Times New Roman"/>
          <w:szCs w:val="28"/>
        </w:rPr>
        <w:t>овышение уровня доступности предоставляемых инвалидам услуг с учетом имеющихся у них нарушенных функций организма.</w:t>
      </w:r>
      <w:r>
        <w:rPr>
          <w:rFonts w:cs="Times New Roman"/>
          <w:szCs w:val="28"/>
        </w:rPr>
        <w:t xml:space="preserve"> </w:t>
      </w:r>
      <w:r w:rsidR="00510D0A" w:rsidRPr="00510D0A">
        <w:rPr>
          <w:rFonts w:cs="Times New Roman"/>
          <w:szCs w:val="28"/>
        </w:rPr>
        <w:t>Реализация данной задачи будет способствовать повышению качества и доступности предоставляемых инвалидам услуг с учетом имеющихся у них нарушенных функций организма, вести независимый образ жизни.</w:t>
      </w:r>
    </w:p>
    <w:p w:rsidR="00510D0A" w:rsidRPr="00510D0A" w:rsidRDefault="00510D0A" w:rsidP="00510D0A">
      <w:pPr>
        <w:ind w:firstLine="720"/>
        <w:jc w:val="both"/>
        <w:rPr>
          <w:rFonts w:cs="Times New Roman"/>
          <w:szCs w:val="28"/>
        </w:rPr>
      </w:pPr>
    </w:p>
    <w:p w:rsidR="00510D0A" w:rsidRDefault="00510D0A" w:rsidP="00A77FA6">
      <w:pPr>
        <w:ind w:firstLine="0"/>
        <w:jc w:val="center"/>
        <w:rPr>
          <w:rFonts w:cs="Times New Roman"/>
          <w:b/>
          <w:szCs w:val="28"/>
        </w:rPr>
      </w:pPr>
      <w:r w:rsidRPr="00510D0A">
        <w:rPr>
          <w:rFonts w:cs="Times New Roman"/>
          <w:b/>
          <w:szCs w:val="28"/>
        </w:rPr>
        <w:t xml:space="preserve">4. Сроки реализации мероприятий </w:t>
      </w:r>
      <w:r w:rsidR="00A77FA6">
        <w:rPr>
          <w:rFonts w:cs="Times New Roman"/>
          <w:b/>
          <w:szCs w:val="28"/>
        </w:rPr>
        <w:t>«</w:t>
      </w:r>
      <w:r w:rsidRPr="00510D0A">
        <w:rPr>
          <w:rFonts w:cs="Times New Roman"/>
          <w:b/>
          <w:szCs w:val="28"/>
        </w:rPr>
        <w:t>дорожной карты</w:t>
      </w:r>
      <w:r w:rsidR="00A77FA6">
        <w:rPr>
          <w:rFonts w:cs="Times New Roman"/>
          <w:b/>
          <w:szCs w:val="28"/>
        </w:rPr>
        <w:t>»</w:t>
      </w:r>
    </w:p>
    <w:p w:rsidR="00A77FA6" w:rsidRPr="00510D0A" w:rsidRDefault="00A77FA6" w:rsidP="00510D0A">
      <w:pPr>
        <w:ind w:firstLine="720"/>
        <w:jc w:val="center"/>
        <w:rPr>
          <w:rFonts w:cs="Times New Roman"/>
          <w:b/>
          <w:szCs w:val="28"/>
        </w:rPr>
      </w:pPr>
    </w:p>
    <w:p w:rsidR="00510D0A" w:rsidRPr="00510D0A" w:rsidRDefault="00510D0A" w:rsidP="00510D0A">
      <w:pPr>
        <w:ind w:firstLine="720"/>
        <w:jc w:val="both"/>
        <w:rPr>
          <w:rFonts w:cs="Times New Roman"/>
          <w:szCs w:val="28"/>
        </w:rPr>
      </w:pPr>
      <w:r w:rsidRPr="00510D0A">
        <w:rPr>
          <w:rFonts w:cs="Times New Roman"/>
          <w:szCs w:val="28"/>
        </w:rPr>
        <w:t xml:space="preserve">Реализация мероприятий "дорожной карты" рассчитана на </w:t>
      </w:r>
      <w:r w:rsidR="00A77FA6">
        <w:rPr>
          <w:rFonts w:cs="Times New Roman"/>
          <w:szCs w:val="28"/>
        </w:rPr>
        <w:t>15</w:t>
      </w:r>
      <w:r w:rsidRPr="00510D0A">
        <w:rPr>
          <w:rFonts w:cs="Times New Roman"/>
          <w:szCs w:val="28"/>
        </w:rPr>
        <w:t xml:space="preserve"> лет </w:t>
      </w:r>
      <w:r w:rsidR="00A77FA6">
        <w:rPr>
          <w:rFonts w:cs="Times New Roman"/>
          <w:szCs w:val="28"/>
        </w:rPr>
        <w:t>с 2016</w:t>
      </w:r>
      <w:r w:rsidRPr="00510D0A">
        <w:rPr>
          <w:rFonts w:cs="Times New Roman"/>
          <w:szCs w:val="28"/>
        </w:rPr>
        <w:t xml:space="preserve"> по 20</w:t>
      </w:r>
      <w:r w:rsidR="00A77FA6">
        <w:rPr>
          <w:rFonts w:cs="Times New Roman"/>
          <w:szCs w:val="28"/>
        </w:rPr>
        <w:t>3</w:t>
      </w:r>
      <w:r w:rsidRPr="00510D0A">
        <w:rPr>
          <w:rFonts w:cs="Times New Roman"/>
          <w:szCs w:val="28"/>
        </w:rPr>
        <w:t>0 годы</w:t>
      </w:r>
      <w:r w:rsidR="00A77FA6">
        <w:rPr>
          <w:rFonts w:cs="Times New Roman"/>
          <w:szCs w:val="28"/>
        </w:rPr>
        <w:t xml:space="preserve">. </w:t>
      </w:r>
    </w:p>
    <w:p w:rsidR="005101F9" w:rsidRDefault="005101F9" w:rsidP="00510D0A">
      <w:pPr>
        <w:ind w:firstLine="72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Первоочередными мероприятиями, реализуемыми в 2016 году, являются:</w:t>
      </w:r>
      <w:r w:rsidR="00510D0A" w:rsidRPr="00510D0A">
        <w:rPr>
          <w:rFonts w:cs="Times New Roman"/>
          <w:szCs w:val="28"/>
        </w:rPr>
        <w:t xml:space="preserve"> </w:t>
      </w:r>
    </w:p>
    <w:p w:rsidR="002A17CB" w:rsidRDefault="005101F9" w:rsidP="00510D0A">
      <w:pPr>
        <w:ind w:firstLine="72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</w:t>
      </w:r>
      <w:r w:rsidR="00510D0A" w:rsidRPr="00510D0A">
        <w:rPr>
          <w:rFonts w:cs="Times New Roman"/>
          <w:szCs w:val="28"/>
        </w:rPr>
        <w:t xml:space="preserve"> </w:t>
      </w:r>
      <w:r w:rsidR="002A17CB">
        <w:rPr>
          <w:rFonts w:cs="Times New Roman"/>
          <w:szCs w:val="28"/>
        </w:rPr>
        <w:t xml:space="preserve"> </w:t>
      </w:r>
      <w:r w:rsidR="002A17CB">
        <w:rPr>
          <w:szCs w:val="28"/>
          <w:lang w:eastAsia="ru-RU"/>
        </w:rPr>
        <w:t>завершение паспортизации объектов, на которых предоставляются услуги инвалидам, принятие и реализация принятых, при утверждении паспортов доступности, решений о сроках поэтапного повышения значений показателей их доступности до уровня требований, предусмотренных законодательством Российской Федерации;</w:t>
      </w:r>
    </w:p>
    <w:p w:rsidR="002A17CB" w:rsidRDefault="005101F9" w:rsidP="002A17CB">
      <w:pPr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- </w:t>
      </w:r>
      <w:r w:rsidR="002A17CB" w:rsidRPr="00CD7CDE">
        <w:rPr>
          <w:szCs w:val="28"/>
          <w:lang w:eastAsia="ru-RU"/>
        </w:rPr>
        <w:t xml:space="preserve">определение и реализация мер по исключению приемки вводимых </w:t>
      </w:r>
      <w:r w:rsidR="002A17CB">
        <w:rPr>
          <w:szCs w:val="28"/>
          <w:lang w:eastAsia="ru-RU"/>
        </w:rPr>
        <w:t>с 1 </w:t>
      </w:r>
      <w:r w:rsidR="002A17CB" w:rsidRPr="00CD7CDE">
        <w:rPr>
          <w:szCs w:val="28"/>
          <w:lang w:eastAsia="ru-RU"/>
        </w:rPr>
        <w:t>июля 2016 года в эксплуатацию</w:t>
      </w:r>
      <w:r w:rsidR="002A17CB">
        <w:rPr>
          <w:szCs w:val="28"/>
          <w:lang w:eastAsia="ru-RU"/>
        </w:rPr>
        <w:t xml:space="preserve"> или прошедших реконструкцию, модернизацию объектов и транспортных средств, не полностью приспособленных с учетом потребностей инвалидов в соответствии с законодательством о социальной защите инвалидов;</w:t>
      </w:r>
    </w:p>
    <w:p w:rsidR="002A17CB" w:rsidRPr="00647773" w:rsidRDefault="005101F9" w:rsidP="002A17CB">
      <w:pPr>
        <w:jc w:val="both"/>
        <w:rPr>
          <w:szCs w:val="28"/>
          <w:lang w:eastAsia="ru-RU"/>
        </w:rPr>
      </w:pPr>
      <w:r>
        <w:rPr>
          <w:szCs w:val="28"/>
          <w:lang w:eastAsia="ru-RU"/>
        </w:rPr>
        <w:t>- разработка</w:t>
      </w:r>
      <w:r w:rsidR="002A17CB">
        <w:rPr>
          <w:szCs w:val="28"/>
          <w:lang w:eastAsia="ru-RU"/>
        </w:rPr>
        <w:t xml:space="preserve"> мер по обеспечению собственниками объектов доступа инвалидов к местам предоставления услуг либо, когда это возможно, предоставление услуг по месту жительства инвалида или в дистанционном режиме в случаях, если существующие объекты невозможно полностью </w:t>
      </w:r>
      <w:r w:rsidR="002A17CB">
        <w:rPr>
          <w:szCs w:val="28"/>
          <w:lang w:eastAsia="ru-RU"/>
        </w:rPr>
        <w:lastRenderedPageBreak/>
        <w:t>приспособить с учетом потребностей инвалидов до их реконструкции или капитального ремонта;</w:t>
      </w:r>
    </w:p>
    <w:p w:rsidR="005101F9" w:rsidRDefault="005101F9" w:rsidP="005101F9">
      <w:pPr>
        <w:jc w:val="both"/>
        <w:rPr>
          <w:szCs w:val="28"/>
          <w:lang w:eastAsia="ru-RU"/>
        </w:rPr>
      </w:pPr>
      <w:r>
        <w:rPr>
          <w:szCs w:val="28"/>
          <w:lang w:eastAsia="ru-RU"/>
        </w:rPr>
        <w:t>- включение в административные регламенты муниципальных услуг, в порядки предоставления иных услуг, должностные регламенты (инструкции) сотрудников (специалистов), работающих с инвалидами, положений, определяющих их обязанности и порядок действий по оказанию инвалидам помощи и содействия в преодолении барьеров, мешающих получению ими услуг наравне с другими лицами.</w:t>
      </w:r>
    </w:p>
    <w:p w:rsidR="005101F9" w:rsidRDefault="005101F9" w:rsidP="002A17CB">
      <w:pPr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На протяжении всего периода  реализации «дорожной карты» осуществляются следующие мероприятия: </w:t>
      </w:r>
    </w:p>
    <w:p w:rsidR="002A17CB" w:rsidRDefault="005101F9" w:rsidP="002A17CB">
      <w:pPr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- </w:t>
      </w:r>
      <w:r w:rsidR="002A17CB">
        <w:rPr>
          <w:szCs w:val="28"/>
          <w:lang w:eastAsia="ru-RU"/>
        </w:rPr>
        <w:t>оснащение объектов приспособлениями, средствами и источниками информации в доступной форме, позволяющими обеспечить доступность для инвалидов предоставляемых на них услуг;</w:t>
      </w:r>
    </w:p>
    <w:p w:rsidR="002A17CB" w:rsidRDefault="005101F9" w:rsidP="002A17CB">
      <w:pPr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- </w:t>
      </w:r>
      <w:r w:rsidR="002A17CB">
        <w:rPr>
          <w:szCs w:val="28"/>
          <w:lang w:eastAsia="ru-RU"/>
        </w:rPr>
        <w:t>проведение инструктирования или обучения сотрудников органов и организаций, предоставляющих услуги инвалидам, по вопросам, связанным с обеспечением их доступности и с оказанием им необходимой помощи.</w:t>
      </w:r>
    </w:p>
    <w:p w:rsidR="00510D0A" w:rsidRPr="00510D0A" w:rsidRDefault="005101F9" w:rsidP="00510D0A">
      <w:pPr>
        <w:ind w:firstLine="72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</w:t>
      </w:r>
      <w:r w:rsidR="00510D0A" w:rsidRPr="00510D0A">
        <w:rPr>
          <w:rFonts w:cs="Times New Roman"/>
          <w:szCs w:val="28"/>
        </w:rPr>
        <w:t xml:space="preserve">проведение  мониторинга состояния доступности для инвалидов объектов и услуг в приоритетных сферах жизнедеятельности в </w:t>
      </w:r>
      <w:r w:rsidR="009C3952">
        <w:rPr>
          <w:rFonts w:cs="Times New Roman"/>
          <w:szCs w:val="28"/>
        </w:rPr>
        <w:t>Гаврилов-Ямском районе.</w:t>
      </w:r>
    </w:p>
    <w:p w:rsidR="00510D0A" w:rsidRPr="00510D0A" w:rsidRDefault="00510D0A" w:rsidP="00510D0A">
      <w:pPr>
        <w:ind w:firstLine="720"/>
        <w:jc w:val="both"/>
        <w:rPr>
          <w:rFonts w:cs="Times New Roman"/>
          <w:szCs w:val="28"/>
        </w:rPr>
      </w:pPr>
    </w:p>
    <w:p w:rsidR="00510D0A" w:rsidRPr="00510D0A" w:rsidRDefault="00510D0A" w:rsidP="005101F9">
      <w:pPr>
        <w:ind w:firstLine="0"/>
        <w:jc w:val="center"/>
        <w:rPr>
          <w:rFonts w:cs="Times New Roman"/>
          <w:b/>
          <w:szCs w:val="28"/>
        </w:rPr>
      </w:pPr>
      <w:r w:rsidRPr="00510D0A">
        <w:rPr>
          <w:rFonts w:cs="Times New Roman"/>
          <w:b/>
          <w:szCs w:val="28"/>
        </w:rPr>
        <w:t xml:space="preserve">5. Механизмы реализации </w:t>
      </w:r>
      <w:r w:rsidR="005101F9">
        <w:rPr>
          <w:rFonts w:cs="Times New Roman"/>
          <w:b/>
          <w:szCs w:val="28"/>
        </w:rPr>
        <w:t>«</w:t>
      </w:r>
      <w:r w:rsidRPr="00510D0A">
        <w:rPr>
          <w:rFonts w:cs="Times New Roman"/>
          <w:b/>
          <w:szCs w:val="28"/>
        </w:rPr>
        <w:t>дорожной карты</w:t>
      </w:r>
      <w:r w:rsidR="005101F9">
        <w:rPr>
          <w:rFonts w:cs="Times New Roman"/>
          <w:b/>
          <w:szCs w:val="28"/>
        </w:rPr>
        <w:t>»</w:t>
      </w:r>
    </w:p>
    <w:p w:rsidR="00510D0A" w:rsidRPr="00510D0A" w:rsidRDefault="00510D0A" w:rsidP="00510D0A">
      <w:pPr>
        <w:ind w:firstLine="720"/>
        <w:jc w:val="center"/>
        <w:rPr>
          <w:rFonts w:cs="Times New Roman"/>
          <w:b/>
          <w:szCs w:val="28"/>
        </w:rPr>
      </w:pPr>
    </w:p>
    <w:p w:rsidR="00510D0A" w:rsidRPr="00510D0A" w:rsidRDefault="00510D0A" w:rsidP="00510D0A">
      <w:pPr>
        <w:ind w:firstLine="720"/>
        <w:jc w:val="both"/>
        <w:rPr>
          <w:rFonts w:cs="Times New Roman"/>
          <w:szCs w:val="28"/>
        </w:rPr>
      </w:pPr>
      <w:r w:rsidRPr="00510D0A">
        <w:rPr>
          <w:rFonts w:cs="Times New Roman"/>
          <w:szCs w:val="28"/>
        </w:rPr>
        <w:t xml:space="preserve">Ответственным за реализацию </w:t>
      </w:r>
      <w:r w:rsidR="005101F9">
        <w:rPr>
          <w:rFonts w:cs="Times New Roman"/>
          <w:szCs w:val="28"/>
        </w:rPr>
        <w:t>«</w:t>
      </w:r>
      <w:r w:rsidRPr="00510D0A">
        <w:rPr>
          <w:rFonts w:cs="Times New Roman"/>
          <w:szCs w:val="28"/>
        </w:rPr>
        <w:t>дорожной карты</w:t>
      </w:r>
      <w:r w:rsidR="005101F9">
        <w:rPr>
          <w:rFonts w:cs="Times New Roman"/>
          <w:szCs w:val="28"/>
        </w:rPr>
        <w:t>»</w:t>
      </w:r>
      <w:r w:rsidRPr="00510D0A">
        <w:rPr>
          <w:rFonts w:cs="Times New Roman"/>
          <w:szCs w:val="28"/>
        </w:rPr>
        <w:t xml:space="preserve"> является </w:t>
      </w:r>
      <w:r w:rsidR="009C3952">
        <w:rPr>
          <w:rFonts w:cs="Times New Roman"/>
          <w:szCs w:val="28"/>
        </w:rPr>
        <w:t xml:space="preserve">управление социальной защиты населения и труда Администрации Гаврилов-Ямского муниципального района (далее </w:t>
      </w:r>
      <w:proofErr w:type="spellStart"/>
      <w:r w:rsidR="009C3952">
        <w:rPr>
          <w:rFonts w:cs="Times New Roman"/>
          <w:szCs w:val="28"/>
        </w:rPr>
        <w:t>УСЗНиТ</w:t>
      </w:r>
      <w:proofErr w:type="spellEnd"/>
      <w:r w:rsidR="009C3952">
        <w:rPr>
          <w:rFonts w:cs="Times New Roman"/>
          <w:szCs w:val="28"/>
        </w:rPr>
        <w:t>)</w:t>
      </w:r>
      <w:r w:rsidRPr="00510D0A">
        <w:rPr>
          <w:rFonts w:cs="Times New Roman"/>
          <w:szCs w:val="28"/>
        </w:rPr>
        <w:t>, котор</w:t>
      </w:r>
      <w:r w:rsidR="009C3952">
        <w:rPr>
          <w:rFonts w:cs="Times New Roman"/>
          <w:szCs w:val="28"/>
        </w:rPr>
        <w:t>ое</w:t>
      </w:r>
      <w:r w:rsidRPr="00510D0A">
        <w:rPr>
          <w:rFonts w:cs="Times New Roman"/>
          <w:szCs w:val="28"/>
        </w:rPr>
        <w:t xml:space="preserve"> осуществляет координацию работ соисполнителей </w:t>
      </w:r>
      <w:r w:rsidR="005101F9">
        <w:rPr>
          <w:rFonts w:cs="Times New Roman"/>
          <w:szCs w:val="28"/>
        </w:rPr>
        <w:t>«</w:t>
      </w:r>
      <w:r w:rsidRPr="00510D0A">
        <w:rPr>
          <w:rFonts w:cs="Times New Roman"/>
          <w:szCs w:val="28"/>
        </w:rPr>
        <w:t>дорожной карты</w:t>
      </w:r>
      <w:r w:rsidR="005101F9">
        <w:rPr>
          <w:rFonts w:cs="Times New Roman"/>
          <w:szCs w:val="28"/>
        </w:rPr>
        <w:t>»</w:t>
      </w:r>
      <w:r w:rsidRPr="00510D0A">
        <w:rPr>
          <w:rFonts w:cs="Times New Roman"/>
          <w:szCs w:val="28"/>
        </w:rPr>
        <w:t xml:space="preserve"> и контроль за ходом реализации </w:t>
      </w:r>
      <w:r w:rsidR="005101F9">
        <w:rPr>
          <w:rFonts w:cs="Times New Roman"/>
          <w:szCs w:val="28"/>
        </w:rPr>
        <w:t>«</w:t>
      </w:r>
      <w:r w:rsidRPr="00510D0A">
        <w:rPr>
          <w:rFonts w:cs="Times New Roman"/>
          <w:szCs w:val="28"/>
        </w:rPr>
        <w:t>дорожной карты</w:t>
      </w:r>
      <w:r w:rsidR="005101F9">
        <w:rPr>
          <w:rFonts w:cs="Times New Roman"/>
          <w:szCs w:val="28"/>
        </w:rPr>
        <w:t>»</w:t>
      </w:r>
      <w:r w:rsidRPr="00510D0A">
        <w:rPr>
          <w:rFonts w:cs="Times New Roman"/>
          <w:szCs w:val="28"/>
        </w:rPr>
        <w:t xml:space="preserve">, в том числе оценку достижения целевых показателей </w:t>
      </w:r>
      <w:r w:rsidR="005101F9">
        <w:rPr>
          <w:rFonts w:cs="Times New Roman"/>
          <w:szCs w:val="28"/>
        </w:rPr>
        <w:t>«</w:t>
      </w:r>
      <w:r w:rsidRPr="00510D0A">
        <w:rPr>
          <w:rFonts w:cs="Times New Roman"/>
          <w:szCs w:val="28"/>
        </w:rPr>
        <w:t>дорожной карты</w:t>
      </w:r>
      <w:r w:rsidR="005101F9">
        <w:rPr>
          <w:rFonts w:cs="Times New Roman"/>
          <w:szCs w:val="28"/>
        </w:rPr>
        <w:t>»</w:t>
      </w:r>
      <w:r w:rsidRPr="00510D0A">
        <w:rPr>
          <w:rFonts w:cs="Times New Roman"/>
          <w:szCs w:val="28"/>
        </w:rPr>
        <w:t>.</w:t>
      </w:r>
    </w:p>
    <w:p w:rsidR="00510D0A" w:rsidRPr="00510D0A" w:rsidRDefault="00510D0A" w:rsidP="00510D0A">
      <w:pPr>
        <w:ind w:firstLine="720"/>
        <w:jc w:val="both"/>
        <w:rPr>
          <w:rFonts w:cs="Times New Roman"/>
          <w:szCs w:val="28"/>
        </w:rPr>
      </w:pPr>
      <w:r w:rsidRPr="00510D0A">
        <w:rPr>
          <w:rFonts w:cs="Times New Roman"/>
          <w:szCs w:val="28"/>
        </w:rPr>
        <w:t xml:space="preserve">Соисполнителями </w:t>
      </w:r>
      <w:r w:rsidR="005101F9">
        <w:rPr>
          <w:rFonts w:cs="Times New Roman"/>
          <w:szCs w:val="28"/>
        </w:rPr>
        <w:t>«</w:t>
      </w:r>
      <w:r w:rsidRPr="00510D0A">
        <w:rPr>
          <w:rFonts w:cs="Times New Roman"/>
          <w:szCs w:val="28"/>
        </w:rPr>
        <w:t>дорожной карты</w:t>
      </w:r>
      <w:r w:rsidR="005101F9">
        <w:rPr>
          <w:rFonts w:cs="Times New Roman"/>
          <w:szCs w:val="28"/>
        </w:rPr>
        <w:t>»</w:t>
      </w:r>
      <w:r w:rsidRPr="00510D0A">
        <w:rPr>
          <w:rFonts w:cs="Times New Roman"/>
          <w:szCs w:val="28"/>
        </w:rPr>
        <w:t xml:space="preserve"> являются </w:t>
      </w:r>
      <w:r w:rsidR="00F975BA">
        <w:rPr>
          <w:rFonts w:cs="Times New Roman"/>
          <w:szCs w:val="28"/>
        </w:rPr>
        <w:t xml:space="preserve">структурные подразделения </w:t>
      </w:r>
      <w:r w:rsidR="009C3952">
        <w:rPr>
          <w:rFonts w:cs="Times New Roman"/>
          <w:szCs w:val="28"/>
        </w:rPr>
        <w:t>Администрации Гаврилов-Ямского муниципального района</w:t>
      </w:r>
      <w:r w:rsidR="00631DD1">
        <w:rPr>
          <w:rFonts w:cs="Times New Roman"/>
          <w:szCs w:val="28"/>
        </w:rPr>
        <w:t>, поселения района</w:t>
      </w:r>
      <w:r w:rsidRPr="00510D0A">
        <w:rPr>
          <w:rFonts w:cs="Times New Roman"/>
          <w:szCs w:val="28"/>
        </w:rPr>
        <w:t>:</w:t>
      </w:r>
    </w:p>
    <w:p w:rsidR="00510D0A" w:rsidRPr="00510D0A" w:rsidRDefault="005101F9" w:rsidP="00510D0A">
      <w:pPr>
        <w:ind w:firstLine="72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</w:t>
      </w:r>
      <w:r w:rsidR="009C3952">
        <w:rPr>
          <w:rFonts w:cs="Times New Roman"/>
          <w:szCs w:val="28"/>
        </w:rPr>
        <w:t xml:space="preserve">Управление </w:t>
      </w:r>
      <w:r w:rsidR="00510D0A" w:rsidRPr="00510D0A">
        <w:rPr>
          <w:rFonts w:cs="Times New Roman"/>
          <w:szCs w:val="28"/>
        </w:rPr>
        <w:t>образования;</w:t>
      </w:r>
    </w:p>
    <w:p w:rsidR="00510D0A" w:rsidRDefault="005101F9" w:rsidP="00510D0A">
      <w:pPr>
        <w:ind w:firstLine="72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</w:t>
      </w:r>
      <w:r w:rsidR="009C3952">
        <w:rPr>
          <w:rFonts w:cs="Times New Roman"/>
          <w:szCs w:val="28"/>
        </w:rPr>
        <w:t xml:space="preserve">Управление </w:t>
      </w:r>
      <w:r w:rsidR="00510D0A" w:rsidRPr="00510D0A">
        <w:rPr>
          <w:rFonts w:cs="Times New Roman"/>
          <w:szCs w:val="28"/>
        </w:rPr>
        <w:t>культуры</w:t>
      </w:r>
      <w:r w:rsidR="00D5426C">
        <w:rPr>
          <w:rFonts w:cs="Times New Roman"/>
          <w:szCs w:val="28"/>
        </w:rPr>
        <w:t>, туризма, спорта и молодежной политики</w:t>
      </w:r>
      <w:r w:rsidR="00510D0A" w:rsidRPr="00510D0A">
        <w:rPr>
          <w:rFonts w:cs="Times New Roman"/>
          <w:szCs w:val="28"/>
        </w:rPr>
        <w:t>;</w:t>
      </w:r>
    </w:p>
    <w:p w:rsidR="00407487" w:rsidRDefault="00407487" w:rsidP="00407487">
      <w:pPr>
        <w:ind w:firstLine="72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-Управление ЖКХ, капитального строительства и природопользования;</w:t>
      </w:r>
    </w:p>
    <w:p w:rsidR="006E73AF" w:rsidRDefault="00FF3812" w:rsidP="00510D0A">
      <w:pPr>
        <w:ind w:firstLine="72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</w:t>
      </w:r>
      <w:r w:rsidR="006E73AF">
        <w:rPr>
          <w:rFonts w:cs="Times New Roman"/>
          <w:szCs w:val="28"/>
        </w:rPr>
        <w:t>Управление по архитектуре, градостроительству, имущественным и земельным отношениям;</w:t>
      </w:r>
    </w:p>
    <w:p w:rsidR="002E1EF7" w:rsidRDefault="002E1EF7" w:rsidP="00510D0A">
      <w:pPr>
        <w:ind w:firstLine="72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 архивный отдел;</w:t>
      </w:r>
    </w:p>
    <w:p w:rsidR="006E73AF" w:rsidRDefault="006E73AF" w:rsidP="00510D0A">
      <w:pPr>
        <w:ind w:firstLine="72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 отдел ЗАГС;</w:t>
      </w:r>
    </w:p>
    <w:p w:rsidR="00962CA4" w:rsidRPr="00510D0A" w:rsidRDefault="00962CA4" w:rsidP="00510D0A">
      <w:pPr>
        <w:ind w:firstLine="72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</w:t>
      </w:r>
      <w:r w:rsidR="00D5426C">
        <w:rPr>
          <w:rFonts w:cs="Times New Roman"/>
          <w:szCs w:val="28"/>
        </w:rPr>
        <w:t>отдел экономики, предпринимательской деятельности и инвестиций</w:t>
      </w:r>
      <w:r>
        <w:rPr>
          <w:rFonts w:cs="Times New Roman"/>
          <w:szCs w:val="28"/>
        </w:rPr>
        <w:t>;</w:t>
      </w:r>
    </w:p>
    <w:p w:rsidR="00510D0A" w:rsidRDefault="00962CA4" w:rsidP="00510D0A">
      <w:pPr>
        <w:ind w:firstLine="72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</w:t>
      </w:r>
      <w:r w:rsidR="00FF3812">
        <w:rPr>
          <w:rFonts w:cs="Times New Roman"/>
          <w:szCs w:val="28"/>
        </w:rPr>
        <w:t>ин</w:t>
      </w:r>
      <w:r w:rsidR="00773DEF">
        <w:rPr>
          <w:rFonts w:cs="Times New Roman"/>
          <w:szCs w:val="28"/>
        </w:rPr>
        <w:t>формационно-аналитический отдел;</w:t>
      </w:r>
    </w:p>
    <w:p w:rsidR="00773DEF" w:rsidRDefault="00773DEF" w:rsidP="00510D0A">
      <w:pPr>
        <w:ind w:firstLine="72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</w:t>
      </w:r>
      <w:proofErr w:type="spellStart"/>
      <w:r>
        <w:rPr>
          <w:rFonts w:cs="Times New Roman"/>
          <w:szCs w:val="28"/>
        </w:rPr>
        <w:t>Великосельское</w:t>
      </w:r>
      <w:proofErr w:type="spellEnd"/>
      <w:r>
        <w:rPr>
          <w:rFonts w:cs="Times New Roman"/>
          <w:szCs w:val="28"/>
        </w:rPr>
        <w:t xml:space="preserve"> сельское поселение;</w:t>
      </w:r>
    </w:p>
    <w:p w:rsidR="00773DEF" w:rsidRDefault="00773DEF" w:rsidP="00510D0A">
      <w:pPr>
        <w:ind w:firstLine="72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 Заячье-</w:t>
      </w:r>
      <w:proofErr w:type="spellStart"/>
      <w:r>
        <w:rPr>
          <w:rFonts w:cs="Times New Roman"/>
          <w:szCs w:val="28"/>
        </w:rPr>
        <w:t>Холмское</w:t>
      </w:r>
      <w:proofErr w:type="spellEnd"/>
      <w:r>
        <w:rPr>
          <w:rFonts w:cs="Times New Roman"/>
          <w:szCs w:val="28"/>
        </w:rPr>
        <w:t xml:space="preserve"> сельское поселение;</w:t>
      </w:r>
    </w:p>
    <w:p w:rsidR="00773DEF" w:rsidRDefault="00773DEF" w:rsidP="00510D0A">
      <w:pPr>
        <w:ind w:firstLine="72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</w:t>
      </w:r>
      <w:proofErr w:type="spellStart"/>
      <w:r>
        <w:rPr>
          <w:rFonts w:cs="Times New Roman"/>
          <w:szCs w:val="28"/>
        </w:rPr>
        <w:t>Митинское</w:t>
      </w:r>
      <w:proofErr w:type="spellEnd"/>
      <w:r>
        <w:rPr>
          <w:rFonts w:cs="Times New Roman"/>
          <w:szCs w:val="28"/>
        </w:rPr>
        <w:t xml:space="preserve"> сельское поселение;</w:t>
      </w:r>
    </w:p>
    <w:p w:rsidR="00773DEF" w:rsidRDefault="00773DEF" w:rsidP="00510D0A">
      <w:pPr>
        <w:ind w:firstLine="72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</w:t>
      </w:r>
      <w:proofErr w:type="spellStart"/>
      <w:r>
        <w:rPr>
          <w:rFonts w:cs="Times New Roman"/>
          <w:szCs w:val="28"/>
        </w:rPr>
        <w:t>Шопшинское</w:t>
      </w:r>
      <w:proofErr w:type="spellEnd"/>
      <w:r>
        <w:rPr>
          <w:rFonts w:cs="Times New Roman"/>
          <w:szCs w:val="28"/>
        </w:rPr>
        <w:t xml:space="preserve"> сельское поселение.</w:t>
      </w:r>
    </w:p>
    <w:p w:rsidR="00962CA4" w:rsidRDefault="00962CA4" w:rsidP="00962CA4">
      <w:pPr>
        <w:ind w:firstLine="72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 xml:space="preserve">Реализация мероприятий осуществляется во взаимодействии с органами местного самоуправления </w:t>
      </w:r>
      <w:r w:rsidR="00FF3812">
        <w:rPr>
          <w:rFonts w:cs="Times New Roman"/>
          <w:szCs w:val="28"/>
        </w:rPr>
        <w:t>сельских поселений</w:t>
      </w:r>
      <w:r>
        <w:rPr>
          <w:rFonts w:cs="Times New Roman"/>
          <w:szCs w:val="28"/>
        </w:rPr>
        <w:t xml:space="preserve"> </w:t>
      </w:r>
      <w:r w:rsidR="00FF3812">
        <w:rPr>
          <w:rFonts w:cs="Times New Roman"/>
          <w:szCs w:val="28"/>
        </w:rPr>
        <w:t>Гаврилов-Ямского района.</w:t>
      </w:r>
    </w:p>
    <w:p w:rsidR="00510D0A" w:rsidRPr="00510D0A" w:rsidRDefault="00510D0A" w:rsidP="00510D0A">
      <w:pPr>
        <w:ind w:firstLine="708"/>
        <w:jc w:val="both"/>
        <w:rPr>
          <w:rFonts w:cs="Times New Roman"/>
          <w:szCs w:val="28"/>
        </w:rPr>
      </w:pPr>
      <w:r w:rsidRPr="00510D0A">
        <w:rPr>
          <w:rFonts w:cs="Times New Roman"/>
          <w:szCs w:val="28"/>
        </w:rPr>
        <w:t xml:space="preserve">Механизм реализации </w:t>
      </w:r>
      <w:r w:rsidR="00962CA4">
        <w:rPr>
          <w:rFonts w:cs="Times New Roman"/>
          <w:szCs w:val="28"/>
        </w:rPr>
        <w:t>«</w:t>
      </w:r>
      <w:r w:rsidRPr="00510D0A">
        <w:rPr>
          <w:rFonts w:cs="Times New Roman"/>
          <w:szCs w:val="28"/>
        </w:rPr>
        <w:t>дорожной карты</w:t>
      </w:r>
      <w:r w:rsidR="00962CA4">
        <w:rPr>
          <w:rFonts w:cs="Times New Roman"/>
          <w:szCs w:val="28"/>
        </w:rPr>
        <w:t>»</w:t>
      </w:r>
      <w:r w:rsidRPr="00510D0A">
        <w:rPr>
          <w:rFonts w:cs="Times New Roman"/>
          <w:szCs w:val="28"/>
        </w:rPr>
        <w:t xml:space="preserve"> включает в себя планирование и прогнозирование, реализацию мероприятий </w:t>
      </w:r>
      <w:r w:rsidR="00962CA4">
        <w:rPr>
          <w:rFonts w:cs="Times New Roman"/>
          <w:szCs w:val="28"/>
        </w:rPr>
        <w:t>«</w:t>
      </w:r>
      <w:r w:rsidRPr="00510D0A">
        <w:rPr>
          <w:rFonts w:cs="Times New Roman"/>
          <w:szCs w:val="28"/>
        </w:rPr>
        <w:t>дорожной карты</w:t>
      </w:r>
      <w:r w:rsidR="00962CA4">
        <w:rPr>
          <w:rFonts w:cs="Times New Roman"/>
          <w:szCs w:val="28"/>
        </w:rPr>
        <w:t>»</w:t>
      </w:r>
      <w:r w:rsidRPr="00510D0A">
        <w:rPr>
          <w:rFonts w:cs="Times New Roman"/>
          <w:szCs w:val="28"/>
        </w:rPr>
        <w:t xml:space="preserve">, мониторинг и контроль хода выполнения </w:t>
      </w:r>
      <w:r w:rsidR="00962CA4">
        <w:rPr>
          <w:rFonts w:cs="Times New Roman"/>
          <w:szCs w:val="28"/>
        </w:rPr>
        <w:t>«</w:t>
      </w:r>
      <w:r w:rsidRPr="00510D0A">
        <w:rPr>
          <w:rFonts w:cs="Times New Roman"/>
          <w:szCs w:val="28"/>
        </w:rPr>
        <w:t>дорожной карты</w:t>
      </w:r>
      <w:r w:rsidR="00962CA4">
        <w:rPr>
          <w:rFonts w:cs="Times New Roman"/>
          <w:szCs w:val="28"/>
        </w:rPr>
        <w:t>»</w:t>
      </w:r>
      <w:r w:rsidRPr="00510D0A">
        <w:rPr>
          <w:rFonts w:cs="Times New Roman"/>
          <w:szCs w:val="28"/>
        </w:rPr>
        <w:t xml:space="preserve">, уточнение и корректировку мероприятий </w:t>
      </w:r>
      <w:r w:rsidR="00962CA4">
        <w:rPr>
          <w:rFonts w:cs="Times New Roman"/>
          <w:szCs w:val="28"/>
        </w:rPr>
        <w:t>«</w:t>
      </w:r>
      <w:r w:rsidRPr="00510D0A">
        <w:rPr>
          <w:rFonts w:cs="Times New Roman"/>
          <w:szCs w:val="28"/>
        </w:rPr>
        <w:t>дорожной карты</w:t>
      </w:r>
      <w:r w:rsidR="00962CA4">
        <w:rPr>
          <w:rFonts w:cs="Times New Roman"/>
          <w:szCs w:val="28"/>
        </w:rPr>
        <w:t>»</w:t>
      </w:r>
      <w:r w:rsidRPr="00510D0A">
        <w:rPr>
          <w:rFonts w:cs="Times New Roman"/>
          <w:szCs w:val="28"/>
        </w:rPr>
        <w:t>, целевых показателей.</w:t>
      </w:r>
    </w:p>
    <w:p w:rsidR="00510D0A" w:rsidRPr="00510D0A" w:rsidRDefault="00457516" w:rsidP="00510D0A">
      <w:pPr>
        <w:ind w:firstLine="720"/>
        <w:jc w:val="both"/>
        <w:rPr>
          <w:rFonts w:cs="Times New Roman"/>
          <w:szCs w:val="28"/>
        </w:rPr>
      </w:pPr>
      <w:proofErr w:type="spellStart"/>
      <w:r>
        <w:rPr>
          <w:rFonts w:cs="Times New Roman"/>
          <w:szCs w:val="28"/>
        </w:rPr>
        <w:t>УСЗНиТ</w:t>
      </w:r>
      <w:proofErr w:type="spellEnd"/>
      <w:r w:rsidR="00962CA4">
        <w:rPr>
          <w:rFonts w:cs="Times New Roman"/>
          <w:szCs w:val="28"/>
        </w:rPr>
        <w:t xml:space="preserve"> </w:t>
      </w:r>
      <w:r w:rsidR="00510D0A" w:rsidRPr="00510D0A">
        <w:rPr>
          <w:rFonts w:cs="Times New Roman"/>
          <w:szCs w:val="28"/>
        </w:rPr>
        <w:t xml:space="preserve">принимает решения (по согласованию с соисполнителями) об инициировании внесения изменений в состав мероприятий </w:t>
      </w:r>
      <w:r w:rsidR="00962CA4">
        <w:rPr>
          <w:rFonts w:cs="Times New Roman"/>
          <w:szCs w:val="28"/>
        </w:rPr>
        <w:t>«</w:t>
      </w:r>
      <w:r w:rsidR="00510D0A" w:rsidRPr="00510D0A">
        <w:rPr>
          <w:rFonts w:cs="Times New Roman"/>
          <w:szCs w:val="28"/>
        </w:rPr>
        <w:t>дорожной карты</w:t>
      </w:r>
      <w:r w:rsidR="00962CA4">
        <w:rPr>
          <w:rFonts w:cs="Times New Roman"/>
          <w:szCs w:val="28"/>
        </w:rPr>
        <w:t>»</w:t>
      </w:r>
      <w:r w:rsidR="00510D0A" w:rsidRPr="00510D0A">
        <w:rPr>
          <w:rFonts w:cs="Times New Roman"/>
          <w:szCs w:val="28"/>
        </w:rPr>
        <w:t xml:space="preserve">, сроки их реализации, ежегодно формирует </w:t>
      </w:r>
      <w:r w:rsidR="00962CA4">
        <w:rPr>
          <w:rFonts w:cs="Times New Roman"/>
          <w:szCs w:val="28"/>
        </w:rPr>
        <w:t xml:space="preserve">и выносит на рассмотрение Совета по делам инвалидов </w:t>
      </w:r>
      <w:r w:rsidR="00510D0A" w:rsidRPr="00510D0A">
        <w:rPr>
          <w:rFonts w:cs="Times New Roman"/>
          <w:szCs w:val="28"/>
        </w:rPr>
        <w:t xml:space="preserve">сводный отчет о реализации мероприятий </w:t>
      </w:r>
      <w:r w:rsidR="00962CA4">
        <w:rPr>
          <w:rFonts w:cs="Times New Roman"/>
          <w:szCs w:val="28"/>
        </w:rPr>
        <w:t>«</w:t>
      </w:r>
      <w:r w:rsidR="00510D0A" w:rsidRPr="00510D0A">
        <w:rPr>
          <w:rFonts w:cs="Times New Roman"/>
          <w:szCs w:val="28"/>
        </w:rPr>
        <w:t>дорожной карты</w:t>
      </w:r>
      <w:r w:rsidR="00962CA4">
        <w:rPr>
          <w:rFonts w:cs="Times New Roman"/>
          <w:szCs w:val="28"/>
        </w:rPr>
        <w:t>»</w:t>
      </w:r>
      <w:r w:rsidR="00510D0A" w:rsidRPr="00510D0A">
        <w:rPr>
          <w:rFonts w:cs="Times New Roman"/>
          <w:szCs w:val="28"/>
        </w:rPr>
        <w:t xml:space="preserve"> и ее результатах.</w:t>
      </w:r>
    </w:p>
    <w:p w:rsidR="00510D0A" w:rsidRPr="00510D0A" w:rsidRDefault="00510D0A" w:rsidP="00510D0A">
      <w:pPr>
        <w:ind w:firstLine="720"/>
        <w:jc w:val="both"/>
        <w:rPr>
          <w:rFonts w:cs="Times New Roman"/>
          <w:szCs w:val="28"/>
        </w:rPr>
      </w:pPr>
      <w:r w:rsidRPr="00510D0A">
        <w:rPr>
          <w:rFonts w:cs="Times New Roman"/>
          <w:szCs w:val="28"/>
        </w:rPr>
        <w:t xml:space="preserve">Соисполнители </w:t>
      </w:r>
      <w:r w:rsidR="00D721D4">
        <w:rPr>
          <w:rFonts w:cs="Times New Roman"/>
          <w:szCs w:val="28"/>
        </w:rPr>
        <w:t>«</w:t>
      </w:r>
      <w:r w:rsidRPr="00510D0A">
        <w:rPr>
          <w:rFonts w:cs="Times New Roman"/>
          <w:szCs w:val="28"/>
        </w:rPr>
        <w:t>дорожной карты</w:t>
      </w:r>
      <w:r w:rsidR="00D721D4">
        <w:rPr>
          <w:rFonts w:cs="Times New Roman"/>
          <w:szCs w:val="28"/>
        </w:rPr>
        <w:t>»</w:t>
      </w:r>
      <w:r w:rsidRPr="00510D0A">
        <w:rPr>
          <w:rFonts w:cs="Times New Roman"/>
          <w:szCs w:val="28"/>
        </w:rPr>
        <w:t xml:space="preserve"> ежегодно в срок до 25 декабря представляют в </w:t>
      </w:r>
      <w:proofErr w:type="spellStart"/>
      <w:r w:rsidR="00457516">
        <w:rPr>
          <w:rFonts w:cs="Times New Roman"/>
          <w:szCs w:val="28"/>
        </w:rPr>
        <w:t>УСЗНиТ</w:t>
      </w:r>
      <w:proofErr w:type="spellEnd"/>
      <w:r w:rsidR="00D721D4">
        <w:rPr>
          <w:rFonts w:cs="Times New Roman"/>
          <w:szCs w:val="28"/>
        </w:rPr>
        <w:t xml:space="preserve"> </w:t>
      </w:r>
      <w:r w:rsidRPr="00510D0A">
        <w:rPr>
          <w:rFonts w:cs="Times New Roman"/>
          <w:szCs w:val="28"/>
        </w:rPr>
        <w:t xml:space="preserve">отчет о работе, проделанной в рамках исполнения мероприятий </w:t>
      </w:r>
      <w:r w:rsidR="00D721D4">
        <w:rPr>
          <w:rFonts w:cs="Times New Roman"/>
          <w:szCs w:val="28"/>
        </w:rPr>
        <w:t>«</w:t>
      </w:r>
      <w:r w:rsidRPr="00510D0A">
        <w:rPr>
          <w:rFonts w:cs="Times New Roman"/>
          <w:szCs w:val="28"/>
        </w:rPr>
        <w:t>дорожной карты</w:t>
      </w:r>
      <w:r w:rsidR="00D721D4">
        <w:rPr>
          <w:rFonts w:cs="Times New Roman"/>
          <w:szCs w:val="28"/>
        </w:rPr>
        <w:t>»</w:t>
      </w:r>
      <w:r w:rsidRPr="00510D0A">
        <w:rPr>
          <w:rFonts w:cs="Times New Roman"/>
          <w:szCs w:val="28"/>
        </w:rPr>
        <w:t>.</w:t>
      </w:r>
    </w:p>
    <w:p w:rsidR="00C36FDB" w:rsidRDefault="00C36FDB" w:rsidP="00C36FDB">
      <w:pPr>
        <w:spacing w:after="200" w:line="276" w:lineRule="auto"/>
        <w:ind w:firstLine="0"/>
        <w:jc w:val="center"/>
      </w:pPr>
    </w:p>
    <w:p w:rsidR="00C36FDB" w:rsidRDefault="00C36FDB" w:rsidP="00C36FDB">
      <w:pPr>
        <w:spacing w:after="200" w:line="276" w:lineRule="auto"/>
        <w:ind w:firstLine="0"/>
        <w:jc w:val="center"/>
        <w:sectPr w:rsidR="00C36FDB" w:rsidSect="00C36FDB">
          <w:headerReference w:type="default" r:id="rId13"/>
          <w:headerReference w:type="first" r:id="rId14"/>
          <w:footerReference w:type="first" r:id="rId15"/>
          <w:pgSz w:w="11906" w:h="16838"/>
          <w:pgMar w:top="1134" w:right="566" w:bottom="1134" w:left="1985" w:header="709" w:footer="709" w:gutter="0"/>
          <w:cols w:space="708"/>
          <w:titlePg/>
          <w:docGrid w:linePitch="381"/>
        </w:sectPr>
      </w:pPr>
    </w:p>
    <w:p w:rsidR="00510B09" w:rsidRPr="00F975BA" w:rsidRDefault="00C36FDB" w:rsidP="00C36FDB">
      <w:pPr>
        <w:spacing w:after="200" w:line="276" w:lineRule="auto"/>
        <w:ind w:firstLine="0"/>
        <w:jc w:val="center"/>
      </w:pPr>
      <w:r>
        <w:lastRenderedPageBreak/>
        <w:t>5</w:t>
      </w:r>
      <w:r w:rsidR="00F975BA" w:rsidRPr="00F975BA">
        <w:t>.</w:t>
      </w:r>
      <w:r w:rsidR="00510B09" w:rsidRPr="00F975BA">
        <w:t xml:space="preserve"> </w:t>
      </w:r>
      <w:r w:rsidR="00F975BA" w:rsidRPr="00F975BA">
        <w:t>Значения</w:t>
      </w:r>
      <w:r w:rsidR="00B6242B">
        <w:t xml:space="preserve"> повышения</w:t>
      </w:r>
      <w:r w:rsidR="00510B09" w:rsidRPr="00F975BA">
        <w:t xml:space="preserve"> показателей доступности для инвалидов объектов и услуг</w:t>
      </w:r>
    </w:p>
    <w:p w:rsidR="00510B09" w:rsidRDefault="00510B09" w:rsidP="00510B09">
      <w:pPr>
        <w:widowControl w:val="0"/>
        <w:autoSpaceDE w:val="0"/>
        <w:autoSpaceDN w:val="0"/>
        <w:adjustRightInd w:val="0"/>
        <w:ind w:firstLine="0"/>
        <w:jc w:val="center"/>
        <w:rPr>
          <w:b/>
        </w:rPr>
      </w:pPr>
    </w:p>
    <w:tbl>
      <w:tblPr>
        <w:tblW w:w="1530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3544"/>
        <w:gridCol w:w="1134"/>
        <w:gridCol w:w="851"/>
        <w:gridCol w:w="708"/>
        <w:gridCol w:w="709"/>
        <w:gridCol w:w="709"/>
        <w:gridCol w:w="709"/>
        <w:gridCol w:w="708"/>
        <w:gridCol w:w="993"/>
        <w:gridCol w:w="850"/>
        <w:gridCol w:w="3827"/>
      </w:tblGrid>
      <w:tr w:rsidR="00A248F6" w:rsidRPr="00022CFC" w:rsidTr="00EC4A4C">
        <w:trPr>
          <w:trHeight w:val="979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510B09" w:rsidRPr="00510B09" w:rsidRDefault="00510B09" w:rsidP="00510B09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10B09">
              <w:rPr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5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10B09" w:rsidRPr="00510B09" w:rsidRDefault="00510B09" w:rsidP="00510B09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10B09">
              <w:rPr>
                <w:color w:val="000000"/>
                <w:sz w:val="24"/>
                <w:szCs w:val="24"/>
                <w:lang w:eastAsia="ru-RU"/>
              </w:rPr>
              <w:t>Наименование показателя доступности для инвалидов объектов и услуг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10B09" w:rsidRPr="00510B09" w:rsidRDefault="00510B09" w:rsidP="00510B09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bookmarkStart w:id="4" w:name="RANGE!C6"/>
            <w:r w:rsidRPr="00510B09">
              <w:rPr>
                <w:color w:val="000000"/>
                <w:sz w:val="24"/>
                <w:szCs w:val="24"/>
                <w:lang w:eastAsia="ru-RU"/>
              </w:rPr>
              <w:t xml:space="preserve">Ед. </w:t>
            </w:r>
            <w:proofErr w:type="spellStart"/>
            <w:r w:rsidRPr="00510B09">
              <w:rPr>
                <w:color w:val="000000"/>
                <w:sz w:val="24"/>
                <w:szCs w:val="24"/>
                <w:lang w:eastAsia="ru-RU"/>
              </w:rPr>
              <w:t>измере-ния</w:t>
            </w:r>
            <w:proofErr w:type="spellEnd"/>
            <w:r w:rsidRPr="00510B09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bookmarkEnd w:id="4"/>
          </w:p>
        </w:tc>
        <w:tc>
          <w:tcPr>
            <w:tcW w:w="6237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10B09" w:rsidRPr="00510B09" w:rsidRDefault="00510B09" w:rsidP="00510B09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10B09">
              <w:rPr>
                <w:color w:val="000000"/>
                <w:sz w:val="24"/>
                <w:szCs w:val="24"/>
                <w:lang w:eastAsia="ru-RU"/>
              </w:rPr>
              <w:t>Годы реализации </w:t>
            </w:r>
          </w:p>
        </w:tc>
        <w:tc>
          <w:tcPr>
            <w:tcW w:w="382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10B09" w:rsidRPr="00510B09" w:rsidRDefault="00681D5A" w:rsidP="00510B09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bookmarkStart w:id="5" w:name="RANGE!L6"/>
            <w:r>
              <w:rPr>
                <w:color w:val="000000"/>
                <w:sz w:val="24"/>
                <w:szCs w:val="24"/>
                <w:lang w:eastAsia="ru-RU"/>
              </w:rPr>
              <w:t>Структурные подразделения</w:t>
            </w:r>
            <w:r w:rsidR="00510B09" w:rsidRPr="00510B09">
              <w:rPr>
                <w:color w:val="000000"/>
                <w:sz w:val="24"/>
                <w:szCs w:val="24"/>
                <w:lang w:eastAsia="ru-RU"/>
              </w:rPr>
              <w:t>,</w:t>
            </w:r>
            <w:r w:rsidR="00B6242B">
              <w:rPr>
                <w:color w:val="000000"/>
                <w:sz w:val="24"/>
                <w:szCs w:val="24"/>
                <w:lang w:eastAsia="ru-RU"/>
              </w:rPr>
              <w:t xml:space="preserve"> сельские поселения</w:t>
            </w:r>
            <w:r w:rsidR="00510B09" w:rsidRPr="00510B09">
              <w:rPr>
                <w:color w:val="000000"/>
                <w:sz w:val="24"/>
                <w:szCs w:val="24"/>
                <w:lang w:eastAsia="ru-RU"/>
              </w:rPr>
              <w:t xml:space="preserve"> ответстве</w:t>
            </w:r>
            <w:r w:rsidR="00510B09">
              <w:rPr>
                <w:color w:val="000000"/>
                <w:sz w:val="24"/>
                <w:szCs w:val="24"/>
                <w:lang w:eastAsia="ru-RU"/>
              </w:rPr>
              <w:t>нные</w:t>
            </w:r>
            <w:r w:rsidR="00510B09" w:rsidRPr="00510B09">
              <w:rPr>
                <w:color w:val="000000"/>
                <w:sz w:val="24"/>
                <w:szCs w:val="24"/>
                <w:lang w:eastAsia="ru-RU"/>
              </w:rPr>
              <w:t xml:space="preserve"> за мониторинг и достижение запланированных значений показателей доступности</w:t>
            </w:r>
            <w:bookmarkEnd w:id="5"/>
          </w:p>
        </w:tc>
      </w:tr>
      <w:tr w:rsidR="00347D12" w:rsidRPr="00022CFC" w:rsidTr="00F47C6A">
        <w:trPr>
          <w:trHeight w:val="1160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510B09" w:rsidRPr="00510B09" w:rsidRDefault="00510B09" w:rsidP="00510B09">
            <w:pPr>
              <w:ind w:firstLine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0B09" w:rsidRPr="00510B09" w:rsidRDefault="00510B09" w:rsidP="00510B09">
            <w:pPr>
              <w:ind w:firstLine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0B09" w:rsidRPr="00510B09" w:rsidRDefault="00510B09" w:rsidP="00510B09">
            <w:pPr>
              <w:ind w:firstLine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10B09" w:rsidRPr="00510B09" w:rsidRDefault="00510B09" w:rsidP="007F7EE1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10B09">
              <w:rPr>
                <w:color w:val="000000"/>
                <w:sz w:val="24"/>
                <w:szCs w:val="24"/>
                <w:lang w:eastAsia="ru-RU"/>
              </w:rPr>
              <w:t>2015 год</w:t>
            </w:r>
            <w:r w:rsidR="002E6F47">
              <w:rPr>
                <w:color w:val="000000"/>
                <w:sz w:val="24"/>
                <w:szCs w:val="24"/>
                <w:lang w:eastAsia="ru-RU"/>
              </w:rPr>
              <w:t xml:space="preserve"> (факт</w:t>
            </w:r>
            <w:r w:rsidR="007F7EE1">
              <w:rPr>
                <w:color w:val="000000"/>
                <w:sz w:val="24"/>
                <w:szCs w:val="24"/>
                <w:lang w:eastAsia="ru-RU"/>
              </w:rPr>
              <w:t>)</w:t>
            </w:r>
            <w:r w:rsidRPr="00510B09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10B09" w:rsidRPr="00510B09" w:rsidRDefault="00510B09" w:rsidP="00510B09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10B09">
              <w:rPr>
                <w:color w:val="000000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10B09" w:rsidRPr="00510B09" w:rsidRDefault="00510B09" w:rsidP="00510B09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10B09">
              <w:rPr>
                <w:color w:val="000000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10B09" w:rsidRPr="00510B09" w:rsidRDefault="00510B09" w:rsidP="00510B09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10B09">
              <w:rPr>
                <w:color w:val="000000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10B09" w:rsidRPr="00510B09" w:rsidRDefault="00510B09" w:rsidP="00510B09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10B09">
              <w:rPr>
                <w:color w:val="000000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10B09" w:rsidRPr="00510B09" w:rsidRDefault="00510B09" w:rsidP="00510B09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10B09">
              <w:rPr>
                <w:color w:val="000000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10B09" w:rsidRPr="00510B09" w:rsidRDefault="00510B09" w:rsidP="00510B09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10B09">
              <w:rPr>
                <w:color w:val="000000"/>
                <w:sz w:val="24"/>
                <w:szCs w:val="24"/>
                <w:lang w:eastAsia="ru-RU"/>
              </w:rPr>
              <w:t xml:space="preserve">2020 </w:t>
            </w:r>
            <w:r w:rsidR="00A248F6">
              <w:rPr>
                <w:color w:val="000000"/>
                <w:sz w:val="24"/>
                <w:szCs w:val="24"/>
                <w:lang w:eastAsia="ru-RU"/>
              </w:rPr>
              <w:t>–</w:t>
            </w:r>
            <w:r w:rsidRPr="00510B09">
              <w:rPr>
                <w:color w:val="000000"/>
                <w:sz w:val="24"/>
                <w:szCs w:val="24"/>
                <w:lang w:eastAsia="ru-RU"/>
              </w:rPr>
              <w:t xml:space="preserve"> 2025</w:t>
            </w:r>
            <w:r w:rsidR="00A248F6">
              <w:rPr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10B09" w:rsidRPr="00510B09" w:rsidRDefault="00510B09" w:rsidP="00510B09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10B09">
              <w:rPr>
                <w:color w:val="000000"/>
                <w:sz w:val="24"/>
                <w:szCs w:val="24"/>
                <w:lang w:eastAsia="ru-RU"/>
              </w:rPr>
              <w:t xml:space="preserve">2025 </w:t>
            </w:r>
            <w:r w:rsidR="00A248F6">
              <w:rPr>
                <w:color w:val="000000"/>
                <w:sz w:val="24"/>
                <w:szCs w:val="24"/>
                <w:lang w:eastAsia="ru-RU"/>
              </w:rPr>
              <w:t>–</w:t>
            </w:r>
            <w:r w:rsidRPr="00510B09">
              <w:rPr>
                <w:color w:val="000000"/>
                <w:sz w:val="24"/>
                <w:szCs w:val="24"/>
                <w:lang w:eastAsia="ru-RU"/>
              </w:rPr>
              <w:t xml:space="preserve"> 2030</w:t>
            </w:r>
            <w:r w:rsidR="00A248F6">
              <w:rPr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38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0B09" w:rsidRPr="00510B09" w:rsidRDefault="00510B09" w:rsidP="00510B09">
            <w:pPr>
              <w:ind w:firstLine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CA5544" w:rsidRPr="00022CFC" w:rsidTr="00E202EE">
        <w:trPr>
          <w:trHeight w:val="1160"/>
        </w:trPr>
        <w:tc>
          <w:tcPr>
            <w:tcW w:w="15309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5544" w:rsidRPr="00E314F2" w:rsidRDefault="00E314F2" w:rsidP="00E314F2">
            <w:pPr>
              <w:pStyle w:val="a7"/>
              <w:numPr>
                <w:ilvl w:val="0"/>
                <w:numId w:val="4"/>
              </w:num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Общие показатели</w:t>
            </w:r>
          </w:p>
        </w:tc>
      </w:tr>
    </w:tbl>
    <w:p w:rsidR="000C1897" w:rsidRPr="000C1897" w:rsidRDefault="000C1897">
      <w:pPr>
        <w:rPr>
          <w:sz w:val="8"/>
          <w:szCs w:val="8"/>
        </w:rPr>
      </w:pPr>
    </w:p>
    <w:tbl>
      <w:tblPr>
        <w:tblW w:w="15387" w:type="dxa"/>
        <w:tblInd w:w="-60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2"/>
        <w:gridCol w:w="3549"/>
        <w:gridCol w:w="1178"/>
        <w:gridCol w:w="807"/>
        <w:gridCol w:w="709"/>
        <w:gridCol w:w="708"/>
        <w:gridCol w:w="709"/>
        <w:gridCol w:w="709"/>
        <w:gridCol w:w="709"/>
        <w:gridCol w:w="992"/>
        <w:gridCol w:w="894"/>
        <w:gridCol w:w="3861"/>
      </w:tblGrid>
      <w:tr w:rsidR="00A248F6" w:rsidRPr="00022CFC" w:rsidTr="00EC4A4C">
        <w:trPr>
          <w:trHeight w:val="423"/>
          <w:tblHeader/>
        </w:trPr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A248F6" w:rsidRPr="00510B09" w:rsidRDefault="000C1897" w:rsidP="000C1897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248F6" w:rsidRPr="00510B09" w:rsidRDefault="000C1897" w:rsidP="000C1897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48F6" w:rsidRPr="00510B09" w:rsidRDefault="000C1897" w:rsidP="000C1897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248F6" w:rsidRPr="00510B09" w:rsidRDefault="000C1897" w:rsidP="000C1897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248F6" w:rsidRPr="00510B09" w:rsidRDefault="000C1897" w:rsidP="000C1897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248F6" w:rsidRPr="00510B09" w:rsidRDefault="000C1897" w:rsidP="000C1897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248F6" w:rsidRPr="00510B09" w:rsidRDefault="000C1897" w:rsidP="000C1897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248F6" w:rsidRPr="00510B09" w:rsidRDefault="00347D12" w:rsidP="000C1897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248F6" w:rsidRPr="00510B09" w:rsidRDefault="00347D12" w:rsidP="000C1897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248F6" w:rsidRPr="00510B09" w:rsidRDefault="00347D12" w:rsidP="000C1897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248F6" w:rsidRPr="00510B09" w:rsidRDefault="000C1897" w:rsidP="00347D1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  <w:r w:rsidR="00347D12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48F6" w:rsidRPr="00510B09" w:rsidRDefault="00347D12" w:rsidP="000C1897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AC4421" w:rsidRPr="00022CFC" w:rsidTr="00EC4A4C">
        <w:trPr>
          <w:trHeight w:val="2640"/>
        </w:trPr>
        <w:tc>
          <w:tcPr>
            <w:tcW w:w="562" w:type="dxa"/>
            <w:vMerge w:val="restart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4421" w:rsidRPr="00510B09" w:rsidRDefault="00AC4421" w:rsidP="00510B09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10B09">
              <w:rPr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4421" w:rsidRDefault="00AC4421" w:rsidP="00510B0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доступных для инвалидов и других МГН приоритетных объектов социальной инфраструктуры в общем количестве приоритетных объектов:</w:t>
            </w:r>
          </w:p>
          <w:p w:rsidR="00AC4421" w:rsidRDefault="00AC4421" w:rsidP="00510B09">
            <w:pPr>
              <w:ind w:firstLine="0"/>
              <w:rPr>
                <w:sz w:val="24"/>
                <w:szCs w:val="24"/>
              </w:rPr>
            </w:pPr>
          </w:p>
          <w:p w:rsidR="00AC4421" w:rsidRPr="00510B09" w:rsidRDefault="00AC4421" w:rsidP="00E5422F">
            <w:pPr>
              <w:ind w:firstLine="0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- объекты муниципальной собственности района;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4421" w:rsidRPr="00510B09" w:rsidRDefault="00AC4421" w:rsidP="00510B09">
            <w:pPr>
              <w:ind w:firstLine="0"/>
              <w:rPr>
                <w:color w:val="000000"/>
                <w:sz w:val="24"/>
                <w:szCs w:val="24"/>
                <w:lang w:eastAsia="ru-RU"/>
              </w:rPr>
            </w:pPr>
            <w:r w:rsidRPr="00510B09">
              <w:rPr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4421" w:rsidRDefault="00AC4421" w:rsidP="00510B09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AC4421" w:rsidRDefault="00AC4421" w:rsidP="00510B09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AC4421" w:rsidRDefault="00AC4421" w:rsidP="00510B09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AC4421" w:rsidRDefault="00AC4421" w:rsidP="00510B09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AC4421" w:rsidRDefault="00AC4421" w:rsidP="00510B09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F47C6A" w:rsidRDefault="00F47C6A" w:rsidP="00510B09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F47C6A" w:rsidRDefault="00F47C6A" w:rsidP="00510B09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AC4421" w:rsidRDefault="00EE5F9B" w:rsidP="00510B09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62,5</w:t>
            </w:r>
          </w:p>
          <w:p w:rsidR="00AC4421" w:rsidRPr="00510B09" w:rsidRDefault="00AC4421" w:rsidP="00510B09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4421" w:rsidRDefault="00AC4421" w:rsidP="00510B09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AC4421" w:rsidRDefault="00AC4421" w:rsidP="00510B09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AC4421" w:rsidRDefault="00AC4421" w:rsidP="00510B09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AC4421" w:rsidRDefault="00AC4421" w:rsidP="00510B09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AC4421" w:rsidRDefault="00AC4421" w:rsidP="00510B09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AC4421" w:rsidRDefault="00AC4421" w:rsidP="00510B09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AC4421" w:rsidRPr="00510B09" w:rsidRDefault="00CA5544" w:rsidP="00510B09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85,71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4421" w:rsidRDefault="00AC4421" w:rsidP="00510B09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AC4421" w:rsidRDefault="00AC4421" w:rsidP="00510B09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AC4421" w:rsidRDefault="00AC4421" w:rsidP="00510B09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AC4421" w:rsidRDefault="00AC4421" w:rsidP="00510B09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AC4421" w:rsidRDefault="00AC4421" w:rsidP="00510B09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AC4421" w:rsidRPr="00510B09" w:rsidRDefault="00CA5544" w:rsidP="00CA554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885,71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4421" w:rsidRDefault="00AC4421" w:rsidP="00510B09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AC4421" w:rsidRDefault="00AC4421" w:rsidP="00510B09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AC4421" w:rsidRDefault="00AC4421" w:rsidP="00510B09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AC4421" w:rsidRDefault="00AC4421" w:rsidP="00510B09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AC4421" w:rsidRDefault="00AC4421" w:rsidP="00510B09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AC4421" w:rsidRDefault="00AC4421" w:rsidP="00510B09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CA5544" w:rsidRDefault="00CA5544" w:rsidP="00510B09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AC4421" w:rsidRDefault="00CA5544" w:rsidP="00510B09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  <w:p w:rsidR="00AC4421" w:rsidRPr="00510B09" w:rsidRDefault="00AC4421" w:rsidP="00510B09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4421" w:rsidRDefault="00AC4421" w:rsidP="00510B09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AC4421" w:rsidRDefault="00AC4421" w:rsidP="00510B09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AC4421" w:rsidRDefault="00AC4421" w:rsidP="00510B09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AC4421" w:rsidRDefault="00AC4421" w:rsidP="00510B09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AC4421" w:rsidRDefault="00AC4421" w:rsidP="00510B09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AC4421" w:rsidRDefault="00AC4421" w:rsidP="00510B09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AC4421" w:rsidRPr="00510B09" w:rsidRDefault="00CA5544" w:rsidP="00310E54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4421" w:rsidRDefault="00AC4421" w:rsidP="00510B09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AC4421" w:rsidRDefault="00AC4421" w:rsidP="00510B09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AC4421" w:rsidRDefault="00AC4421" w:rsidP="00510B09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AC4421" w:rsidRDefault="00AC4421" w:rsidP="00510B09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AC4421" w:rsidRDefault="00AC4421" w:rsidP="00510B09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AC4421" w:rsidRDefault="00AC4421" w:rsidP="00510B09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F47C6A" w:rsidRDefault="00F47C6A" w:rsidP="00510B09">
            <w:pPr>
              <w:ind w:firstLine="0"/>
              <w:jc w:val="center"/>
              <w:rPr>
                <w:color w:val="000000"/>
                <w:sz w:val="22"/>
                <w:lang w:eastAsia="ru-RU"/>
              </w:rPr>
            </w:pPr>
          </w:p>
          <w:p w:rsidR="00F47C6A" w:rsidRDefault="00F47C6A" w:rsidP="00510B09">
            <w:pPr>
              <w:ind w:firstLine="0"/>
              <w:jc w:val="center"/>
              <w:rPr>
                <w:color w:val="000000"/>
                <w:sz w:val="22"/>
                <w:lang w:eastAsia="ru-RU"/>
              </w:rPr>
            </w:pPr>
          </w:p>
          <w:p w:rsidR="00AC4421" w:rsidRPr="00F47C6A" w:rsidRDefault="00AC4421" w:rsidP="00510B09">
            <w:pPr>
              <w:ind w:firstLine="0"/>
              <w:jc w:val="center"/>
              <w:rPr>
                <w:color w:val="000000"/>
                <w:sz w:val="22"/>
                <w:lang w:eastAsia="ru-RU"/>
              </w:rPr>
            </w:pPr>
            <w:r w:rsidRPr="00F47C6A">
              <w:rPr>
                <w:color w:val="000000"/>
                <w:sz w:val="22"/>
                <w:lang w:eastAsia="ru-RU"/>
              </w:rPr>
              <w:t>100</w:t>
            </w:r>
          </w:p>
          <w:p w:rsidR="00AC4421" w:rsidRDefault="00AC4421" w:rsidP="00510B09">
            <w:pPr>
              <w:ind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AC4421" w:rsidRPr="00961FF0" w:rsidRDefault="00AC4421" w:rsidP="00510B09">
            <w:pPr>
              <w:ind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4A4C" w:rsidRDefault="00EC4A4C" w:rsidP="00510B09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EC4A4C" w:rsidRDefault="00EC4A4C" w:rsidP="00510B09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EC4A4C" w:rsidRDefault="00EC4A4C" w:rsidP="00510B09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EC4A4C" w:rsidRDefault="00EC4A4C" w:rsidP="00510B09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EC4A4C" w:rsidRDefault="00EC4A4C" w:rsidP="00510B09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F47C6A" w:rsidRDefault="00F47C6A" w:rsidP="00510B09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F47C6A" w:rsidRDefault="00F47C6A" w:rsidP="00510B09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F47C6A" w:rsidRDefault="00F47C6A" w:rsidP="00510B09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AC4421" w:rsidRDefault="00AC4421" w:rsidP="00510B09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  <w:p w:rsidR="00AC4421" w:rsidRDefault="00AC4421" w:rsidP="00510B09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AC4421" w:rsidRPr="00510B09" w:rsidRDefault="00AC4421" w:rsidP="00510B09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4421" w:rsidRDefault="00AC4421" w:rsidP="00510B09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AC4421" w:rsidRDefault="00AC4421" w:rsidP="00510B09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AC4421" w:rsidRDefault="00AC4421" w:rsidP="00510B09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AC4421" w:rsidRDefault="00AC4421" w:rsidP="00510B09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AC4421" w:rsidRDefault="00AC4421" w:rsidP="00510B09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F47C6A" w:rsidRDefault="00F47C6A" w:rsidP="00510B09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F47C6A" w:rsidRDefault="00F47C6A" w:rsidP="00510B09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AC4421" w:rsidRDefault="00AC4421" w:rsidP="00510B09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  <w:p w:rsidR="00AC4421" w:rsidRPr="00510B09" w:rsidRDefault="00AC4421" w:rsidP="00510B09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4421" w:rsidRDefault="00AC4421" w:rsidP="00510B09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EA6A17" w:rsidRDefault="00EA6A17" w:rsidP="00510B09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EA6A17" w:rsidRDefault="00EA6A17" w:rsidP="00510B09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EA6A17" w:rsidRDefault="00EA6A17" w:rsidP="00510B09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EA6A17" w:rsidRDefault="00EA6A17" w:rsidP="00510B09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EA6A17" w:rsidRDefault="00EA6A17" w:rsidP="00510B09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EA6A17" w:rsidRPr="00510B09" w:rsidRDefault="00EA6A17" w:rsidP="00510B09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Администрация района</w:t>
            </w:r>
            <w:r w:rsidR="00EE5F9B">
              <w:rPr>
                <w:color w:val="000000"/>
                <w:sz w:val="24"/>
                <w:szCs w:val="24"/>
                <w:lang w:eastAsia="ru-RU"/>
              </w:rPr>
              <w:t xml:space="preserve"> (административное здание, </w:t>
            </w:r>
            <w:r w:rsidR="00EE5F9B" w:rsidRPr="005D32EE">
              <w:rPr>
                <w:sz w:val="24"/>
                <w:szCs w:val="24"/>
              </w:rPr>
              <w:t>МБУ «Центр народного творчества»</w:t>
            </w:r>
            <w:r w:rsidR="00EE5F9B">
              <w:rPr>
                <w:sz w:val="24"/>
                <w:szCs w:val="24"/>
              </w:rPr>
              <w:t>,</w:t>
            </w:r>
            <w:r w:rsidR="00F241C3">
              <w:rPr>
                <w:sz w:val="24"/>
                <w:szCs w:val="24"/>
              </w:rPr>
              <w:t xml:space="preserve"> МОБУ ДОД ДШИ)</w:t>
            </w:r>
          </w:p>
        </w:tc>
      </w:tr>
      <w:tr w:rsidR="00AC4421" w:rsidRPr="00022CFC" w:rsidTr="00EC4A4C">
        <w:trPr>
          <w:trHeight w:val="982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C4421" w:rsidRPr="00510B09" w:rsidRDefault="00AC4421" w:rsidP="00510B09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4421" w:rsidRDefault="00AC4421" w:rsidP="00DF5377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объекты муниципальной собственности городского поселения;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4421" w:rsidRPr="00510B09" w:rsidRDefault="00AC4421" w:rsidP="00510B09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4421" w:rsidRDefault="00AC4421" w:rsidP="00DF5377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4421" w:rsidRDefault="0016609E" w:rsidP="00510B09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</w:t>
            </w:r>
          </w:p>
          <w:p w:rsidR="00AC4421" w:rsidRDefault="00AC4421" w:rsidP="00510B09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4421" w:rsidRDefault="00AC4421" w:rsidP="00510B09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33,3</w:t>
            </w:r>
          </w:p>
          <w:p w:rsidR="00AC4421" w:rsidRDefault="00AC4421" w:rsidP="00510B09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4421" w:rsidRDefault="00AC4421" w:rsidP="00DF5377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66,7</w:t>
            </w:r>
          </w:p>
          <w:p w:rsidR="00AC4421" w:rsidRDefault="00AC4421" w:rsidP="00510B09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4421" w:rsidRDefault="00AC4421" w:rsidP="00DF5377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66,7</w:t>
            </w:r>
          </w:p>
          <w:p w:rsidR="00AC4421" w:rsidRDefault="00AC4421" w:rsidP="00510B09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4421" w:rsidRPr="00EC4A4C" w:rsidRDefault="00AC4421" w:rsidP="00510B09">
            <w:pPr>
              <w:ind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EC4A4C">
              <w:rPr>
                <w:color w:val="000000"/>
                <w:sz w:val="20"/>
                <w:szCs w:val="20"/>
                <w:lang w:eastAsia="ru-RU"/>
              </w:rPr>
              <w:t>100</w:t>
            </w:r>
          </w:p>
          <w:p w:rsidR="00AC4421" w:rsidRDefault="00AC4421" w:rsidP="00510B09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4A4C" w:rsidRDefault="00EC4A4C" w:rsidP="00EC4A4C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EC4A4C" w:rsidRDefault="00CA5544" w:rsidP="00EC4A4C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  <w:r w:rsidR="00EC4A4C">
              <w:rPr>
                <w:color w:val="000000"/>
                <w:sz w:val="24"/>
                <w:szCs w:val="24"/>
                <w:lang w:eastAsia="ru-RU"/>
              </w:rPr>
              <w:t>00</w:t>
            </w:r>
          </w:p>
          <w:p w:rsidR="00EC4A4C" w:rsidRDefault="00EC4A4C" w:rsidP="00EC4A4C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EC4A4C" w:rsidRDefault="00EC4A4C" w:rsidP="00EC4A4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4421" w:rsidRDefault="00AC4421" w:rsidP="00310E54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5F9B" w:rsidRDefault="00EE5F9B" w:rsidP="00EE5F9B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Администрация городского поселения Гаврилов-Ям</w:t>
            </w:r>
          </w:p>
          <w:p w:rsidR="00AC4421" w:rsidRPr="00510B09" w:rsidRDefault="00EE5F9B" w:rsidP="00EE5F9B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( административное здание, МУК «Дом культуры», МУ «ЦРПП»)</w:t>
            </w:r>
          </w:p>
        </w:tc>
      </w:tr>
      <w:tr w:rsidR="00AC4421" w:rsidRPr="00022CFC" w:rsidTr="00EC4A4C">
        <w:trPr>
          <w:cantSplit/>
          <w:trHeight w:val="1134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C4421" w:rsidRPr="00510B09" w:rsidRDefault="00AC4421" w:rsidP="00510B09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4421" w:rsidRDefault="00AC4421" w:rsidP="00DF5377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объекты муниципальной собственности Великосельского сельского поселения;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4421" w:rsidRPr="00510B09" w:rsidRDefault="00AC4421" w:rsidP="00510B09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4A4C" w:rsidRDefault="00EC4A4C" w:rsidP="00510B09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EC4A4C" w:rsidRDefault="00EC4A4C" w:rsidP="00510B09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AC4421" w:rsidRDefault="00AC4421" w:rsidP="00510B09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</w:t>
            </w:r>
          </w:p>
          <w:p w:rsidR="00AC4421" w:rsidRDefault="00AC4421" w:rsidP="00510B09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4421" w:rsidRDefault="00AC4421" w:rsidP="00510B09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4421" w:rsidRDefault="00AC4421" w:rsidP="00310E5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4421" w:rsidRDefault="00AC4421" w:rsidP="00310E5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4421" w:rsidRDefault="00AC4421" w:rsidP="00310E5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660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4421" w:rsidRPr="00DF5377" w:rsidRDefault="00AC4421" w:rsidP="00310E5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DF5377">
              <w:rPr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4A4C" w:rsidRDefault="00EC4A4C" w:rsidP="00EC4A4C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EC4A4C" w:rsidRDefault="00EC4A4C" w:rsidP="00EC4A4C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EC4A4C" w:rsidRDefault="00EC4A4C" w:rsidP="00EC4A4C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  <w:p w:rsidR="00AC4421" w:rsidRPr="00AC4421" w:rsidRDefault="00AC4421" w:rsidP="00AC4421">
            <w:pPr>
              <w:pStyle w:val="a7"/>
              <w:numPr>
                <w:ilvl w:val="0"/>
                <w:numId w:val="3"/>
              </w:num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4A4C" w:rsidRDefault="00EC4A4C" w:rsidP="00EC4A4C">
            <w:pPr>
              <w:ind w:firstLine="0"/>
              <w:rPr>
                <w:sz w:val="24"/>
                <w:szCs w:val="24"/>
              </w:rPr>
            </w:pPr>
          </w:p>
          <w:p w:rsidR="00AC4421" w:rsidRPr="00EC4A4C" w:rsidRDefault="00EC4A4C" w:rsidP="00310E54">
            <w:pPr>
              <w:ind w:firstLine="0"/>
              <w:rPr>
                <w:sz w:val="24"/>
                <w:szCs w:val="24"/>
              </w:rPr>
            </w:pPr>
            <w:r w:rsidRPr="00EC4A4C">
              <w:rPr>
                <w:sz w:val="24"/>
                <w:szCs w:val="24"/>
              </w:rPr>
              <w:t>100</w:t>
            </w:r>
          </w:p>
        </w:tc>
        <w:tc>
          <w:tcPr>
            <w:tcW w:w="3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4421" w:rsidRPr="00510B09" w:rsidRDefault="00EA6A17" w:rsidP="00EA6A17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Администрация Великосельского сельского поселения (административное здание, КДЦ- 4 объекта)</w:t>
            </w:r>
          </w:p>
        </w:tc>
      </w:tr>
      <w:tr w:rsidR="00EC4A4C" w:rsidRPr="00022CFC" w:rsidTr="00EC4A4C">
        <w:trPr>
          <w:trHeight w:val="1027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EC4A4C" w:rsidRPr="00510B09" w:rsidRDefault="00EC4A4C" w:rsidP="00510B09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EC4A4C" w:rsidRDefault="00EC4A4C" w:rsidP="00DF5377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-объекты муниципальной собственности Заячье-Холмского сельского поселения;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EC4A4C" w:rsidRPr="00510B09" w:rsidRDefault="00EC4A4C" w:rsidP="00510B09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EC4A4C" w:rsidRDefault="00F47C6A" w:rsidP="00EC4A4C">
            <w:pPr>
              <w:ind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    </w:t>
            </w:r>
            <w:r w:rsidR="00EC4A4C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EC4A4C" w:rsidRDefault="00F47C6A" w:rsidP="00310E5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EC4A4C" w:rsidRDefault="00F47C6A" w:rsidP="00310E5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EC4A4C" w:rsidRDefault="00F47C6A" w:rsidP="00310E5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EC4A4C" w:rsidRDefault="00F47C6A" w:rsidP="00310E5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EC4A4C" w:rsidRDefault="00F47C6A" w:rsidP="00310E54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675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F47C6A" w:rsidRDefault="00F47C6A" w:rsidP="00F47C6A">
            <w:pPr>
              <w:ind w:firstLine="0"/>
              <w:rPr>
                <w:color w:val="000000"/>
                <w:sz w:val="24"/>
                <w:szCs w:val="24"/>
                <w:lang w:eastAsia="ru-RU"/>
              </w:rPr>
            </w:pPr>
          </w:p>
          <w:p w:rsidR="00EC4A4C" w:rsidRDefault="00F47C6A" w:rsidP="00310E54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F47C6A" w:rsidRDefault="00F47C6A" w:rsidP="00F47C6A">
            <w:pPr>
              <w:ind w:firstLine="0"/>
              <w:rPr>
                <w:color w:val="000000"/>
                <w:sz w:val="24"/>
                <w:szCs w:val="24"/>
                <w:lang w:eastAsia="ru-RU"/>
              </w:rPr>
            </w:pPr>
          </w:p>
          <w:p w:rsidR="00EC4A4C" w:rsidRDefault="00F47C6A" w:rsidP="00310E54">
            <w:pPr>
              <w:ind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6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EE5F9B" w:rsidRDefault="00EE5F9B" w:rsidP="00510B09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Администрация Заячье-Холмского сельского поселения </w:t>
            </w:r>
          </w:p>
          <w:p w:rsidR="00EC4A4C" w:rsidRPr="00510B09" w:rsidRDefault="00EE5F9B" w:rsidP="00510B09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( КДЦ- 4 объекта)</w:t>
            </w:r>
          </w:p>
        </w:tc>
      </w:tr>
      <w:tr w:rsidR="00AC4421" w:rsidRPr="00022CFC" w:rsidTr="00EC4A4C">
        <w:trPr>
          <w:trHeight w:val="876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C4421" w:rsidRPr="00510B09" w:rsidRDefault="00AC4421" w:rsidP="00510B09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4421" w:rsidRDefault="00AC4421" w:rsidP="00AC442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объекты муниципальной собственности </w:t>
            </w:r>
            <w:proofErr w:type="spellStart"/>
            <w:r>
              <w:rPr>
                <w:sz w:val="24"/>
                <w:szCs w:val="24"/>
              </w:rPr>
              <w:t>Митинского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поселения;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4421" w:rsidRPr="00510B09" w:rsidRDefault="00AC4421" w:rsidP="00510B09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4421" w:rsidRDefault="00F47C6A" w:rsidP="00EC4A4C">
            <w:pPr>
              <w:ind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    </w:t>
            </w:r>
            <w:r w:rsidR="00EC4A4C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4421" w:rsidRDefault="00F47C6A" w:rsidP="00F47C6A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4421" w:rsidRDefault="00F47C6A" w:rsidP="00310E5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4421" w:rsidRDefault="00F47C6A" w:rsidP="00310E5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4421" w:rsidRDefault="00F47C6A" w:rsidP="00310E5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4421" w:rsidRDefault="00F47C6A" w:rsidP="00310E54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7C6A" w:rsidRDefault="00F47C6A" w:rsidP="00F47C6A">
            <w:pPr>
              <w:ind w:firstLine="0"/>
              <w:rPr>
                <w:color w:val="000000"/>
                <w:sz w:val="24"/>
                <w:szCs w:val="24"/>
                <w:lang w:eastAsia="ru-RU"/>
              </w:rPr>
            </w:pPr>
          </w:p>
          <w:p w:rsidR="00AC4421" w:rsidRDefault="00310E54" w:rsidP="00310E54">
            <w:pPr>
              <w:ind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   </w:t>
            </w:r>
            <w:r w:rsidR="00F47C6A"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7C6A" w:rsidRDefault="00F47C6A" w:rsidP="00F47C6A">
            <w:pPr>
              <w:ind w:firstLine="0"/>
              <w:rPr>
                <w:color w:val="000000"/>
                <w:sz w:val="24"/>
                <w:szCs w:val="24"/>
                <w:lang w:eastAsia="ru-RU"/>
              </w:rPr>
            </w:pPr>
          </w:p>
          <w:p w:rsidR="00AC4421" w:rsidRDefault="00F47C6A" w:rsidP="00310E54">
            <w:pPr>
              <w:ind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4421" w:rsidRDefault="00EE5F9B" w:rsidP="00510B09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Митинского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 xml:space="preserve"> сельского поселения</w:t>
            </w:r>
          </w:p>
          <w:p w:rsidR="00EE5F9B" w:rsidRPr="00510B09" w:rsidRDefault="00EE5F9B" w:rsidP="00510B09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( КДЦ- 4 объекта)</w:t>
            </w:r>
          </w:p>
        </w:tc>
      </w:tr>
      <w:tr w:rsidR="00AC4421" w:rsidRPr="00022CFC" w:rsidTr="00EC4A4C">
        <w:trPr>
          <w:trHeight w:val="947"/>
        </w:trPr>
        <w:tc>
          <w:tcPr>
            <w:tcW w:w="562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AC4421" w:rsidRPr="00510B09" w:rsidRDefault="00AC4421" w:rsidP="00510B09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4421" w:rsidRDefault="00AC4421" w:rsidP="00EC4A4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-объекты муниципальной собственности </w:t>
            </w:r>
            <w:proofErr w:type="spellStart"/>
            <w:r>
              <w:rPr>
                <w:sz w:val="24"/>
                <w:szCs w:val="24"/>
              </w:rPr>
              <w:t>Шопшинского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поселения.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4421" w:rsidRPr="00510B09" w:rsidRDefault="00AC4421" w:rsidP="00510B09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4421" w:rsidRDefault="00F47C6A" w:rsidP="00EC4A4C">
            <w:pPr>
              <w:ind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    </w:t>
            </w:r>
            <w:r w:rsidR="00EC4A4C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7C6A" w:rsidRDefault="00F47C6A" w:rsidP="00F47C6A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F47C6A" w:rsidRDefault="00F47C6A" w:rsidP="00F47C6A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</w:t>
            </w:r>
          </w:p>
          <w:p w:rsidR="00AC4421" w:rsidRDefault="00AC4421" w:rsidP="00510B09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7C6A" w:rsidRDefault="00F47C6A" w:rsidP="00F47C6A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F47C6A" w:rsidRDefault="00F47C6A" w:rsidP="00F47C6A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33,3</w:t>
            </w:r>
          </w:p>
          <w:p w:rsidR="00AC4421" w:rsidRDefault="00AC4421" w:rsidP="00510B09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7C6A" w:rsidRDefault="00F47C6A" w:rsidP="00F47C6A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F47C6A" w:rsidRDefault="00F47C6A" w:rsidP="00F47C6A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33,3</w:t>
            </w:r>
          </w:p>
          <w:p w:rsidR="00AC4421" w:rsidRDefault="00AC4421" w:rsidP="00510B09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7C6A" w:rsidRDefault="00F47C6A" w:rsidP="00F47C6A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F47C6A" w:rsidRDefault="00F47C6A" w:rsidP="00F47C6A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66,7</w:t>
            </w:r>
          </w:p>
          <w:p w:rsidR="00AC4421" w:rsidRDefault="00AC4421" w:rsidP="00510B09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7C6A" w:rsidRDefault="00F47C6A" w:rsidP="00F47C6A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F47C6A" w:rsidRDefault="00F47C6A" w:rsidP="00F47C6A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  <w:p w:rsidR="00AC4421" w:rsidRDefault="00AC4421" w:rsidP="00510B09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7C6A" w:rsidRDefault="00F47C6A" w:rsidP="00F47C6A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F47C6A" w:rsidRDefault="00F47C6A" w:rsidP="00F47C6A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  <w:p w:rsidR="00AC4421" w:rsidRDefault="00AC4421" w:rsidP="00510B09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4421" w:rsidRDefault="00F47C6A" w:rsidP="00310E54">
            <w:pPr>
              <w:ind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4421" w:rsidRDefault="00EE5F9B" w:rsidP="00510B09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Шопшинского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 xml:space="preserve"> сельского поселения</w:t>
            </w:r>
          </w:p>
          <w:p w:rsidR="00EE5F9B" w:rsidRPr="00510B09" w:rsidRDefault="00EE5F9B" w:rsidP="00EE5F9B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( КДЦ- 3 объекта)</w:t>
            </w:r>
          </w:p>
        </w:tc>
      </w:tr>
      <w:tr w:rsidR="00CA5544" w:rsidRPr="00022CFC" w:rsidTr="00E202EE">
        <w:trPr>
          <w:trHeight w:val="947"/>
        </w:trPr>
        <w:tc>
          <w:tcPr>
            <w:tcW w:w="15387" w:type="dxa"/>
            <w:gridSpan w:val="1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CA5544" w:rsidRPr="00E314F2" w:rsidRDefault="00CA5544" w:rsidP="00F22AD0">
            <w:pPr>
              <w:pStyle w:val="a7"/>
              <w:numPr>
                <w:ilvl w:val="0"/>
                <w:numId w:val="4"/>
              </w:num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314F2">
              <w:rPr>
                <w:color w:val="000000"/>
                <w:sz w:val="24"/>
                <w:szCs w:val="24"/>
                <w:lang w:eastAsia="ru-RU"/>
              </w:rPr>
              <w:t>Показатели в сфере</w:t>
            </w:r>
            <w:r w:rsidR="00E314F2">
              <w:rPr>
                <w:color w:val="000000"/>
                <w:sz w:val="24"/>
                <w:szCs w:val="24"/>
                <w:lang w:eastAsia="ru-RU"/>
              </w:rPr>
              <w:t xml:space="preserve"> культуры </w:t>
            </w:r>
            <w:r w:rsidR="00F22AD0">
              <w:rPr>
                <w:color w:val="000000"/>
                <w:sz w:val="24"/>
                <w:szCs w:val="24"/>
                <w:lang w:eastAsia="ru-RU"/>
              </w:rPr>
              <w:t>, туризма и молодежной политики</w:t>
            </w:r>
          </w:p>
        </w:tc>
      </w:tr>
      <w:tr w:rsidR="00A248F6" w:rsidRPr="00022CFC" w:rsidTr="00EC4A4C">
        <w:trPr>
          <w:trHeight w:val="407"/>
        </w:trPr>
        <w:tc>
          <w:tcPr>
            <w:tcW w:w="56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510B09" w:rsidRDefault="00510B09" w:rsidP="00510B09">
            <w:pPr>
              <w:ind w:firstLine="0"/>
              <w:jc w:val="center"/>
              <w:rPr>
                <w:color w:val="FF0000"/>
                <w:sz w:val="24"/>
                <w:szCs w:val="24"/>
                <w:lang w:eastAsia="ru-RU"/>
              </w:rPr>
            </w:pPr>
          </w:p>
          <w:p w:rsidR="00AC4421" w:rsidRPr="00C63B6A" w:rsidRDefault="00C63B6A" w:rsidP="00510B09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C63B6A">
              <w:rPr>
                <w:sz w:val="24"/>
                <w:szCs w:val="24"/>
                <w:lang w:eastAsia="ru-RU"/>
              </w:rPr>
              <w:t>2.1</w:t>
            </w:r>
          </w:p>
          <w:p w:rsidR="00AC4421" w:rsidRPr="00BF4A30" w:rsidRDefault="00AC4421" w:rsidP="00510B09">
            <w:pPr>
              <w:ind w:firstLine="0"/>
              <w:jc w:val="center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10B09" w:rsidRPr="00BF4A30" w:rsidRDefault="00510B09" w:rsidP="00510B09">
            <w:pPr>
              <w:ind w:firstLine="0"/>
              <w:rPr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F22AD0">
              <w:rPr>
                <w:sz w:val="24"/>
                <w:szCs w:val="24"/>
              </w:rPr>
              <w:t xml:space="preserve">Удельный вес существующих объектов, которые в результате проведения после </w:t>
            </w:r>
            <w:r w:rsidRPr="00F22AD0">
              <w:rPr>
                <w:sz w:val="24"/>
                <w:szCs w:val="24"/>
              </w:rPr>
              <w:br/>
              <w:t>1 июля 2016 года на них капитального ремонта, реконструкции, модернизации полностью соответствуют требованиям доступности для инвалидов объектов и услуг, от общего количества объектов, прошедших капитальный ремонт, реконструкцию, модернизацию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B09" w:rsidRPr="00BF4A30" w:rsidRDefault="00510B09" w:rsidP="00DA49A5">
            <w:pPr>
              <w:ind w:firstLine="0"/>
              <w:rPr>
                <w:color w:val="FF0000"/>
                <w:sz w:val="24"/>
                <w:szCs w:val="24"/>
                <w:lang w:eastAsia="ru-RU"/>
              </w:rPr>
            </w:pPr>
            <w:r w:rsidRPr="00BF4A30">
              <w:rPr>
                <w:color w:val="FF0000"/>
                <w:sz w:val="24"/>
                <w:szCs w:val="24"/>
                <w:lang w:eastAsia="ru-RU"/>
              </w:rPr>
              <w:t> </w:t>
            </w:r>
            <w:r w:rsidRPr="00F22AD0">
              <w:rPr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B09" w:rsidRPr="00F22AD0" w:rsidRDefault="00CA5544" w:rsidP="00DA49A5">
            <w:pPr>
              <w:ind w:firstLine="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F22AD0">
              <w:rPr>
                <w:color w:val="000000" w:themeColor="text1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B09" w:rsidRPr="00F22AD0" w:rsidRDefault="00CA5544" w:rsidP="00510B09">
            <w:pPr>
              <w:ind w:firstLine="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F22AD0">
              <w:rPr>
                <w:color w:val="000000" w:themeColor="text1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B09" w:rsidRPr="00F22AD0" w:rsidRDefault="00BF4A30" w:rsidP="00510B09">
            <w:pPr>
              <w:ind w:firstLine="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F22AD0">
              <w:rPr>
                <w:color w:val="000000" w:themeColor="text1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B09" w:rsidRPr="00F22AD0" w:rsidRDefault="00CA5544" w:rsidP="00DA49A5">
            <w:pPr>
              <w:ind w:firstLine="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F22AD0">
              <w:rPr>
                <w:color w:val="000000" w:themeColor="text1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B09" w:rsidRPr="00F22AD0" w:rsidRDefault="00510B09" w:rsidP="00DA49A5">
            <w:pPr>
              <w:ind w:firstLine="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F22AD0">
              <w:rPr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B09" w:rsidRPr="00F22AD0" w:rsidRDefault="00510B09" w:rsidP="00DA49A5">
            <w:pPr>
              <w:ind w:firstLine="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F22AD0">
              <w:rPr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B09" w:rsidRPr="00F22AD0" w:rsidRDefault="00510B09" w:rsidP="00DA49A5">
            <w:pPr>
              <w:ind w:firstLine="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F22AD0">
              <w:rPr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B09" w:rsidRPr="00F22AD0" w:rsidRDefault="00510B09" w:rsidP="00DA49A5">
            <w:pPr>
              <w:ind w:firstLine="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F22AD0">
              <w:rPr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B09" w:rsidRPr="00F22AD0" w:rsidRDefault="00BF4A30" w:rsidP="00DA49A5">
            <w:pPr>
              <w:ind w:firstLine="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F22AD0">
              <w:rPr>
                <w:color w:val="000000" w:themeColor="text1"/>
                <w:sz w:val="24"/>
                <w:szCs w:val="24"/>
                <w:lang w:eastAsia="ru-RU"/>
              </w:rPr>
              <w:t>УКТС и МП</w:t>
            </w:r>
            <w:r w:rsidR="007F7EE1">
              <w:rPr>
                <w:color w:val="000000" w:themeColor="text1"/>
                <w:sz w:val="24"/>
                <w:szCs w:val="24"/>
                <w:lang w:eastAsia="ru-RU"/>
              </w:rPr>
              <w:t xml:space="preserve"> ( 4 объекта)</w:t>
            </w:r>
          </w:p>
          <w:p w:rsidR="00681D5A" w:rsidRPr="00F22AD0" w:rsidRDefault="00681D5A" w:rsidP="00DA49A5">
            <w:pPr>
              <w:ind w:firstLine="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A248F6" w:rsidRPr="00022CFC" w:rsidTr="00EC4A4C">
        <w:trPr>
          <w:trHeight w:val="407"/>
        </w:trPr>
        <w:tc>
          <w:tcPr>
            <w:tcW w:w="56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510B09" w:rsidRPr="00510B09" w:rsidRDefault="00C63B6A" w:rsidP="00510B09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10B09" w:rsidRPr="00BF4A30" w:rsidRDefault="00551904" w:rsidP="00510B09">
            <w:pPr>
              <w:ind w:firstLine="0"/>
              <w:rPr>
                <w:color w:val="FF0000"/>
                <w:sz w:val="24"/>
                <w:szCs w:val="24"/>
              </w:rPr>
            </w:pPr>
            <w:r w:rsidRPr="00310E54">
              <w:rPr>
                <w:sz w:val="24"/>
                <w:szCs w:val="24"/>
              </w:rPr>
              <w:t xml:space="preserve">Удельный вес существующих объектов, на которых до </w:t>
            </w:r>
            <w:r w:rsidRPr="00310E54">
              <w:rPr>
                <w:sz w:val="24"/>
                <w:szCs w:val="24"/>
              </w:rPr>
              <w:lastRenderedPageBreak/>
              <w:t>проведения капитального ремонта или реконструкции обеспечивается доступ инвалидов к месту предоставления услуги, предоставление необходимых услуг в дистанционном режиме, предоставление, когда это возможно, необходимых услуг по месту жительства инвалида, от общего количества объектов, на которых в настоящее время невозможно полностью обеспечить доступность с учетом потребностей инвалидов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B09" w:rsidRPr="00310E54" w:rsidRDefault="00B353A0" w:rsidP="00551904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310E54">
              <w:rPr>
                <w:sz w:val="24"/>
                <w:szCs w:val="24"/>
                <w:lang w:eastAsia="ru-RU"/>
              </w:rPr>
              <w:lastRenderedPageBreak/>
              <w:t>процент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B09" w:rsidRPr="00310E54" w:rsidRDefault="006B0167" w:rsidP="00551904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B09" w:rsidRPr="00310E54" w:rsidRDefault="006B0167" w:rsidP="00BF4A30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B09" w:rsidRPr="00310E54" w:rsidRDefault="0045552C" w:rsidP="00BF4A30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B09" w:rsidRPr="00310E54" w:rsidRDefault="006B0167" w:rsidP="00BF4A30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B09" w:rsidRPr="00310E54" w:rsidRDefault="0045552C" w:rsidP="00551904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B09" w:rsidRPr="00310E54" w:rsidRDefault="006B0167" w:rsidP="00551904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B09" w:rsidRPr="00310E54" w:rsidRDefault="0045552C" w:rsidP="00551904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B09" w:rsidRPr="00310E54" w:rsidRDefault="0045552C" w:rsidP="00551904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0B09" w:rsidRPr="00310E54" w:rsidRDefault="00BF4A30" w:rsidP="00B353A0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310E54">
              <w:rPr>
                <w:sz w:val="24"/>
                <w:szCs w:val="24"/>
                <w:lang w:eastAsia="ru-RU"/>
              </w:rPr>
              <w:t>УКТС и МП</w:t>
            </w:r>
          </w:p>
        </w:tc>
      </w:tr>
      <w:tr w:rsidR="00A248F6" w:rsidRPr="00022CFC" w:rsidTr="00EC4A4C">
        <w:trPr>
          <w:trHeight w:val="407"/>
        </w:trPr>
        <w:tc>
          <w:tcPr>
            <w:tcW w:w="56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551904" w:rsidRDefault="00C63B6A" w:rsidP="00510B09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2.3</w:t>
            </w:r>
          </w:p>
        </w:tc>
        <w:tc>
          <w:tcPr>
            <w:tcW w:w="3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1904" w:rsidRPr="00B353A0" w:rsidRDefault="00C63B6A" w:rsidP="00510B0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сотрудников, предоставляющих услуги населению  в учреждениях культуры , туризма и молодежной политики ,прошедших инструктирование или обучение для работы с инвалидами по вопросам , связанным с обеспечением доступности для них объектов и услуг в сферах полномочий в соответствии с законодательством Российской Федерации и законодательством Ярославской области, от общего количества сотрудников , предос</w:t>
            </w:r>
            <w:r w:rsidR="00AD534C">
              <w:rPr>
                <w:sz w:val="24"/>
                <w:szCs w:val="24"/>
              </w:rPr>
              <w:t>тавляющих услуги населению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1904" w:rsidRPr="00510B09" w:rsidRDefault="00C63B6A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1904" w:rsidRDefault="00C63B6A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1904" w:rsidRDefault="00C63B6A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1904" w:rsidRDefault="00C63B6A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1904" w:rsidRDefault="00C63B6A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1904" w:rsidRDefault="00C63B6A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1904" w:rsidRDefault="00C63B6A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1904" w:rsidRDefault="00C63B6A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1904" w:rsidRDefault="00C63B6A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1904" w:rsidRDefault="00C63B6A" w:rsidP="00DA49A5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10E54">
              <w:rPr>
                <w:sz w:val="24"/>
                <w:szCs w:val="24"/>
                <w:lang w:eastAsia="ru-RU"/>
              </w:rPr>
              <w:t>УКТС и МП</w:t>
            </w:r>
          </w:p>
        </w:tc>
      </w:tr>
      <w:tr w:rsidR="007A0501" w:rsidRPr="00022CFC" w:rsidTr="00EC4A4C">
        <w:trPr>
          <w:trHeight w:val="407"/>
        </w:trPr>
        <w:tc>
          <w:tcPr>
            <w:tcW w:w="56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7A0501" w:rsidRDefault="007A0501" w:rsidP="00510B09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3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0501" w:rsidRPr="007A0501" w:rsidRDefault="007A0501" w:rsidP="00EA6A17">
            <w:pPr>
              <w:ind w:firstLine="0"/>
              <w:rPr>
                <w:sz w:val="24"/>
                <w:szCs w:val="24"/>
              </w:rPr>
            </w:pPr>
            <w:r w:rsidRPr="007A0501">
              <w:rPr>
                <w:sz w:val="24"/>
                <w:szCs w:val="24"/>
              </w:rPr>
              <w:t xml:space="preserve">Удельный вес приспособленных </w:t>
            </w:r>
            <w:r w:rsidRPr="007A0501">
              <w:rPr>
                <w:sz w:val="24"/>
                <w:szCs w:val="24"/>
              </w:rPr>
              <w:lastRenderedPageBreak/>
              <w:t>экспозиций (помещений) музеев и выставочных залов для инвалидов в зависимости от стойких расстройств функций организма (зрения, слуха, опорно-двигательного аппарата), в общем количестве экспозиций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0501" w:rsidRPr="007A0501" w:rsidRDefault="007A0501" w:rsidP="00EA6A17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7A0501">
              <w:rPr>
                <w:sz w:val="24"/>
                <w:szCs w:val="24"/>
                <w:lang w:eastAsia="ru-RU"/>
              </w:rPr>
              <w:lastRenderedPageBreak/>
              <w:t>процент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0501" w:rsidRPr="007A0501" w:rsidRDefault="007A0501" w:rsidP="00EA6A17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7A0501">
              <w:rPr>
                <w:sz w:val="24"/>
                <w:szCs w:val="24"/>
                <w:lang w:eastAsia="ru-RU"/>
              </w:rPr>
              <w:t>12,8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0501" w:rsidRPr="007A0501" w:rsidRDefault="007A0501" w:rsidP="00EA6A17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7A0501">
              <w:rPr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0501" w:rsidRPr="007A0501" w:rsidRDefault="007A0501" w:rsidP="00EA6A17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7A0501">
              <w:rPr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0501" w:rsidRPr="007A0501" w:rsidRDefault="007A0501" w:rsidP="00EA6A17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7A0501">
              <w:rPr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0501" w:rsidRPr="007A0501" w:rsidRDefault="007A0501" w:rsidP="00EA6A17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7A0501">
              <w:rPr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0501" w:rsidRPr="007A0501" w:rsidRDefault="007A0501" w:rsidP="00EA6A17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7A0501">
              <w:rPr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0501" w:rsidRPr="007A0501" w:rsidRDefault="007A0501" w:rsidP="00EA6A17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7A0501">
              <w:rPr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0501" w:rsidRPr="007A0501" w:rsidRDefault="007A0501" w:rsidP="00EA6A17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7A0501">
              <w:rPr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3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0501" w:rsidRPr="007A0501" w:rsidRDefault="007A0501" w:rsidP="00EA6A17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7A0501">
              <w:rPr>
                <w:sz w:val="24"/>
                <w:szCs w:val="24"/>
                <w:lang w:eastAsia="ru-RU"/>
              </w:rPr>
              <w:t>УКТС и МП</w:t>
            </w:r>
          </w:p>
        </w:tc>
      </w:tr>
      <w:tr w:rsidR="0074044F" w:rsidRPr="00022CFC" w:rsidTr="00E202EE">
        <w:trPr>
          <w:trHeight w:val="407"/>
        </w:trPr>
        <w:tc>
          <w:tcPr>
            <w:tcW w:w="15387" w:type="dxa"/>
            <w:gridSpan w:val="1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74044F" w:rsidRPr="0074044F" w:rsidRDefault="0074044F" w:rsidP="0074044F">
            <w:pPr>
              <w:pStyle w:val="a7"/>
              <w:numPr>
                <w:ilvl w:val="0"/>
                <w:numId w:val="4"/>
              </w:numPr>
              <w:jc w:val="center"/>
              <w:rPr>
                <w:color w:val="C00000"/>
                <w:sz w:val="24"/>
                <w:szCs w:val="24"/>
                <w:lang w:eastAsia="ru-RU"/>
              </w:rPr>
            </w:pPr>
            <w:r w:rsidRPr="0074044F">
              <w:rPr>
                <w:color w:val="000000" w:themeColor="text1"/>
                <w:sz w:val="24"/>
                <w:szCs w:val="24"/>
                <w:lang w:eastAsia="ru-RU"/>
              </w:rPr>
              <w:lastRenderedPageBreak/>
              <w:t>Показатели в сфере социальной защиты населения</w:t>
            </w:r>
          </w:p>
        </w:tc>
      </w:tr>
      <w:tr w:rsidR="00A248F6" w:rsidRPr="00022CFC" w:rsidTr="00EC4A4C">
        <w:trPr>
          <w:trHeight w:val="407"/>
        </w:trPr>
        <w:tc>
          <w:tcPr>
            <w:tcW w:w="56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A248F6" w:rsidRDefault="0074044F" w:rsidP="00510B09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3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48F6" w:rsidRPr="00BB5716" w:rsidRDefault="00F106D5" w:rsidP="00514F07">
            <w:pPr>
              <w:ind w:firstLine="0"/>
              <w:rPr>
                <w:color w:val="C00000"/>
                <w:sz w:val="24"/>
                <w:szCs w:val="24"/>
              </w:rPr>
            </w:pPr>
            <w:r w:rsidRPr="0074044F">
              <w:rPr>
                <w:sz w:val="24"/>
                <w:szCs w:val="24"/>
              </w:rPr>
              <w:t xml:space="preserve">Удельный вес </w:t>
            </w:r>
            <w:r w:rsidR="002E1EF7" w:rsidRPr="0074044F">
              <w:rPr>
                <w:sz w:val="24"/>
                <w:szCs w:val="24"/>
              </w:rPr>
              <w:t xml:space="preserve">муниципальных </w:t>
            </w:r>
            <w:r w:rsidRPr="0074044F">
              <w:rPr>
                <w:sz w:val="24"/>
                <w:szCs w:val="24"/>
              </w:rPr>
              <w:t xml:space="preserve">организаций социального обслуживания, </w:t>
            </w:r>
            <w:r w:rsidR="00514F07">
              <w:rPr>
                <w:sz w:val="24"/>
                <w:szCs w:val="24"/>
              </w:rPr>
              <w:t>доступных</w:t>
            </w:r>
            <w:r w:rsidRPr="0074044F">
              <w:rPr>
                <w:sz w:val="24"/>
                <w:szCs w:val="24"/>
              </w:rPr>
              <w:t xml:space="preserve"> </w:t>
            </w:r>
            <w:r w:rsidR="00514F07">
              <w:rPr>
                <w:sz w:val="24"/>
                <w:szCs w:val="24"/>
              </w:rPr>
              <w:t>для инвалидов и других МГН</w:t>
            </w:r>
            <w:r w:rsidRPr="0074044F">
              <w:rPr>
                <w:sz w:val="24"/>
                <w:szCs w:val="24"/>
              </w:rPr>
              <w:t>, от общего количества таких организаций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8F6" w:rsidRPr="0074044F" w:rsidRDefault="00F106D5" w:rsidP="00B353A0">
            <w:pPr>
              <w:ind w:firstLine="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74044F">
              <w:rPr>
                <w:color w:val="000000" w:themeColor="text1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8F6" w:rsidRPr="0074044F" w:rsidRDefault="00F106D5" w:rsidP="00B353A0">
            <w:pPr>
              <w:ind w:firstLine="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74044F">
              <w:rPr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8F6" w:rsidRPr="0074044F" w:rsidRDefault="00F106D5" w:rsidP="00B353A0">
            <w:pPr>
              <w:ind w:firstLine="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74044F">
              <w:rPr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8F6" w:rsidRPr="0074044F" w:rsidRDefault="00F106D5" w:rsidP="00B353A0">
            <w:pPr>
              <w:ind w:firstLine="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74044F">
              <w:rPr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8F6" w:rsidRPr="0074044F" w:rsidRDefault="00F106D5" w:rsidP="00B353A0">
            <w:pPr>
              <w:ind w:firstLine="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74044F">
              <w:rPr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8F6" w:rsidRPr="0074044F" w:rsidRDefault="00F106D5" w:rsidP="00B353A0">
            <w:pPr>
              <w:ind w:firstLine="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74044F">
              <w:rPr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8F6" w:rsidRPr="0074044F" w:rsidRDefault="00F106D5" w:rsidP="00B353A0">
            <w:pPr>
              <w:ind w:firstLine="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74044F">
              <w:rPr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8F6" w:rsidRPr="0074044F" w:rsidRDefault="00F106D5" w:rsidP="00B353A0">
            <w:pPr>
              <w:ind w:firstLine="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74044F">
              <w:rPr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8F6" w:rsidRPr="0074044F" w:rsidRDefault="00F106D5" w:rsidP="00B353A0">
            <w:pPr>
              <w:ind w:firstLine="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74044F">
              <w:rPr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8F6" w:rsidRPr="0074044F" w:rsidRDefault="002E1EF7" w:rsidP="00DA49A5">
            <w:pPr>
              <w:ind w:firstLine="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74044F">
              <w:rPr>
                <w:color w:val="000000" w:themeColor="text1"/>
                <w:sz w:val="24"/>
                <w:szCs w:val="24"/>
                <w:lang w:eastAsia="ru-RU"/>
              </w:rPr>
              <w:t>МУ Гаврилов-</w:t>
            </w:r>
            <w:proofErr w:type="spellStart"/>
            <w:r w:rsidRPr="0074044F">
              <w:rPr>
                <w:color w:val="000000" w:themeColor="text1"/>
                <w:sz w:val="24"/>
                <w:szCs w:val="24"/>
                <w:lang w:eastAsia="ru-RU"/>
              </w:rPr>
              <w:t>Ямский</w:t>
            </w:r>
            <w:proofErr w:type="spellEnd"/>
            <w:r w:rsidRPr="0074044F">
              <w:rPr>
                <w:color w:val="000000" w:themeColor="text1"/>
                <w:sz w:val="24"/>
                <w:szCs w:val="24"/>
                <w:lang w:eastAsia="ru-RU"/>
              </w:rPr>
              <w:t xml:space="preserve"> КЦСОН «Ветеран»</w:t>
            </w:r>
          </w:p>
        </w:tc>
      </w:tr>
      <w:tr w:rsidR="00F106D5" w:rsidRPr="00022CFC" w:rsidTr="00EC4A4C">
        <w:trPr>
          <w:trHeight w:val="407"/>
        </w:trPr>
        <w:tc>
          <w:tcPr>
            <w:tcW w:w="56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F106D5" w:rsidRDefault="0074044F" w:rsidP="00510B09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3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06D5" w:rsidRPr="00F106D5" w:rsidRDefault="00460EAF" w:rsidP="00510B09">
            <w:pPr>
              <w:ind w:firstLine="0"/>
              <w:rPr>
                <w:sz w:val="24"/>
                <w:szCs w:val="24"/>
              </w:rPr>
            </w:pPr>
            <w:r w:rsidRPr="0074044F">
              <w:rPr>
                <w:sz w:val="24"/>
                <w:szCs w:val="24"/>
              </w:rPr>
              <w:t>Удельный вес муниципальных организаций социального обслуживания, в которых обеспечено сопровождение получения социальных услуг по территории организации при пользовании услугами, от общего количества таких организаций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06D5" w:rsidRDefault="00F106D5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06D5" w:rsidRDefault="00460EAF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06D5" w:rsidRDefault="00F106D5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06D5" w:rsidRDefault="00F106D5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06D5" w:rsidRDefault="00F106D5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06D5" w:rsidRDefault="00F106D5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06D5" w:rsidRDefault="00F106D5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06D5" w:rsidRDefault="00F106D5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06D5" w:rsidRDefault="00F106D5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06D5" w:rsidRDefault="00514F07" w:rsidP="00DA49A5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4044F">
              <w:rPr>
                <w:color w:val="000000" w:themeColor="text1"/>
                <w:sz w:val="24"/>
                <w:szCs w:val="24"/>
                <w:lang w:eastAsia="ru-RU"/>
              </w:rPr>
              <w:t>МУ Гаврилов-</w:t>
            </w:r>
            <w:proofErr w:type="spellStart"/>
            <w:r w:rsidRPr="0074044F">
              <w:rPr>
                <w:color w:val="000000" w:themeColor="text1"/>
                <w:sz w:val="24"/>
                <w:szCs w:val="24"/>
                <w:lang w:eastAsia="ru-RU"/>
              </w:rPr>
              <w:t>Ямский</w:t>
            </w:r>
            <w:proofErr w:type="spellEnd"/>
            <w:r w:rsidRPr="0074044F">
              <w:rPr>
                <w:color w:val="000000" w:themeColor="text1"/>
                <w:sz w:val="24"/>
                <w:szCs w:val="24"/>
                <w:lang w:eastAsia="ru-RU"/>
              </w:rPr>
              <w:t xml:space="preserve"> КЦСОН «Ветеран»</w:t>
            </w:r>
          </w:p>
        </w:tc>
      </w:tr>
      <w:tr w:rsidR="00F106D5" w:rsidRPr="00022CFC" w:rsidTr="00EC4A4C">
        <w:trPr>
          <w:trHeight w:val="407"/>
        </w:trPr>
        <w:tc>
          <w:tcPr>
            <w:tcW w:w="56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F106D5" w:rsidRDefault="00E202EE" w:rsidP="00510B09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3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06D5" w:rsidRPr="00F106D5" w:rsidRDefault="00E202EE" w:rsidP="00E202E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Доля сотрудников, предоставляющих услуги населению  в организациях социального обслуживания ,прошедших инструктирование или обучение для работы с инвалидами по вопросам , связанным с обеспечением доступности для них объектов и </w:t>
            </w:r>
            <w:r>
              <w:rPr>
                <w:sz w:val="24"/>
                <w:szCs w:val="24"/>
              </w:rPr>
              <w:lastRenderedPageBreak/>
              <w:t>услуг в сферах полномочий в соответствии с законодательством Российской Федерации и законодательством Ярославской области, от общего количества сотрудников , п</w:t>
            </w:r>
            <w:r w:rsidR="003914AC">
              <w:rPr>
                <w:sz w:val="24"/>
                <w:szCs w:val="24"/>
              </w:rPr>
              <w:t>редоставляющих услуги населению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06D5" w:rsidRDefault="00F106D5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процент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06D5" w:rsidRDefault="00E202EE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06D5" w:rsidRDefault="00E202EE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40</w:t>
            </w:r>
            <w:r w:rsidR="00C200C9">
              <w:rPr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06D5" w:rsidRDefault="00E202EE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80</w:t>
            </w:r>
            <w:r w:rsidR="00C200C9">
              <w:rPr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06D5" w:rsidRDefault="00E202EE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06D5" w:rsidRDefault="00E202EE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06D5" w:rsidRDefault="00E202EE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06D5" w:rsidRDefault="00E202EE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06D5" w:rsidRDefault="00E202EE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06D5" w:rsidRDefault="00E202EE" w:rsidP="00DA49A5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4044F">
              <w:rPr>
                <w:color w:val="000000" w:themeColor="text1"/>
                <w:sz w:val="24"/>
                <w:szCs w:val="24"/>
                <w:lang w:eastAsia="ru-RU"/>
              </w:rPr>
              <w:t>МУ Гаврилов-</w:t>
            </w:r>
            <w:proofErr w:type="spellStart"/>
            <w:r w:rsidRPr="0074044F">
              <w:rPr>
                <w:color w:val="000000" w:themeColor="text1"/>
                <w:sz w:val="24"/>
                <w:szCs w:val="24"/>
                <w:lang w:eastAsia="ru-RU"/>
              </w:rPr>
              <w:t>Ямский</w:t>
            </w:r>
            <w:proofErr w:type="spellEnd"/>
            <w:r w:rsidRPr="0074044F">
              <w:rPr>
                <w:color w:val="000000" w:themeColor="text1"/>
                <w:sz w:val="24"/>
                <w:szCs w:val="24"/>
                <w:lang w:eastAsia="ru-RU"/>
              </w:rPr>
              <w:t xml:space="preserve"> КЦСОН «Ветеран»</w:t>
            </w:r>
          </w:p>
        </w:tc>
      </w:tr>
      <w:tr w:rsidR="00287BB6" w:rsidRPr="00022CFC" w:rsidTr="00EA6A17">
        <w:trPr>
          <w:trHeight w:val="407"/>
        </w:trPr>
        <w:tc>
          <w:tcPr>
            <w:tcW w:w="15387" w:type="dxa"/>
            <w:gridSpan w:val="1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287BB6" w:rsidRPr="00287BB6" w:rsidRDefault="00287BB6" w:rsidP="00287BB6">
            <w:pPr>
              <w:pStyle w:val="a7"/>
              <w:numPr>
                <w:ilvl w:val="0"/>
                <w:numId w:val="4"/>
              </w:num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Показатели в сфере образования</w:t>
            </w:r>
          </w:p>
        </w:tc>
      </w:tr>
      <w:tr w:rsidR="00C200C9" w:rsidRPr="00022CFC" w:rsidTr="00EC4A4C">
        <w:trPr>
          <w:trHeight w:val="407"/>
        </w:trPr>
        <w:tc>
          <w:tcPr>
            <w:tcW w:w="56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C200C9" w:rsidRDefault="00287BB6" w:rsidP="00510B09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3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00C9" w:rsidRPr="00C200C9" w:rsidRDefault="00C85D25" w:rsidP="00C200C9">
            <w:pPr>
              <w:ind w:firstLine="0"/>
              <w:rPr>
                <w:sz w:val="24"/>
                <w:szCs w:val="24"/>
              </w:rPr>
            </w:pPr>
            <w:r w:rsidRPr="00F22AD0">
              <w:rPr>
                <w:sz w:val="24"/>
                <w:szCs w:val="24"/>
              </w:rPr>
              <w:t xml:space="preserve">Удельный вес существующих объектов, которые в результате проведения после </w:t>
            </w:r>
            <w:r w:rsidRPr="00F22AD0">
              <w:rPr>
                <w:sz w:val="24"/>
                <w:szCs w:val="24"/>
              </w:rPr>
              <w:br/>
              <w:t>1 июля 2016 года на них капитального ремонта, реконструкции, модернизации полностью соответствуют требованиям доступности для инвалидов объектов и услуг, от общего количества объектов, прошедших капитальный ремонт, реконструкцию, модернизацию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0C9" w:rsidRDefault="00C200C9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0C9" w:rsidRDefault="007F7EE1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6,67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0C9" w:rsidRDefault="007F7EE1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6,67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0C9" w:rsidRDefault="007F7EE1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13,34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0C9" w:rsidRDefault="007F7EE1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13,34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0C9" w:rsidRDefault="007F7EE1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20,01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0C9" w:rsidRDefault="007F7EE1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26,68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0C9" w:rsidRDefault="00C85D25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0C9" w:rsidRDefault="00C85D25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0C9" w:rsidRDefault="00C85D25" w:rsidP="007F7EE1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УО</w:t>
            </w:r>
            <w:r w:rsidR="007F7EE1">
              <w:rPr>
                <w:color w:val="000000"/>
                <w:sz w:val="24"/>
                <w:szCs w:val="24"/>
                <w:lang w:eastAsia="ru-RU"/>
              </w:rPr>
              <w:t xml:space="preserve"> ( 15 объектов)</w:t>
            </w:r>
          </w:p>
        </w:tc>
      </w:tr>
      <w:tr w:rsidR="00C85D25" w:rsidRPr="00022CFC" w:rsidTr="00EC4A4C">
        <w:trPr>
          <w:trHeight w:val="407"/>
        </w:trPr>
        <w:tc>
          <w:tcPr>
            <w:tcW w:w="56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C85D25" w:rsidRDefault="003914AC" w:rsidP="00510B09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3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85D25" w:rsidRPr="00307590" w:rsidRDefault="00C85D25" w:rsidP="00C85D25">
            <w:pPr>
              <w:ind w:firstLine="0"/>
              <w:rPr>
                <w:sz w:val="24"/>
                <w:szCs w:val="24"/>
              </w:rPr>
            </w:pPr>
            <w:r w:rsidRPr="00307590">
              <w:rPr>
                <w:sz w:val="24"/>
                <w:szCs w:val="24"/>
              </w:rPr>
              <w:t xml:space="preserve">Доля </w:t>
            </w:r>
            <w:r>
              <w:rPr>
                <w:sz w:val="24"/>
                <w:szCs w:val="24"/>
              </w:rPr>
              <w:t>детей-</w:t>
            </w:r>
            <w:r w:rsidRPr="00307590">
              <w:rPr>
                <w:sz w:val="24"/>
                <w:szCs w:val="24"/>
              </w:rPr>
              <w:t xml:space="preserve">инвалидов, получающих образование на дому, в том числе дистанционно, от общего </w:t>
            </w:r>
            <w:r>
              <w:rPr>
                <w:sz w:val="24"/>
                <w:szCs w:val="24"/>
              </w:rPr>
              <w:t>количества детей-инвалидов, родители ( законные представители) которых согласились на обучение с использованием дистанционных образовательных техно</w:t>
            </w:r>
            <w:r w:rsidR="003914AC">
              <w:rPr>
                <w:sz w:val="24"/>
                <w:szCs w:val="24"/>
              </w:rPr>
              <w:t>логий или на дому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5D25" w:rsidRDefault="00C85D25" w:rsidP="00EA6A17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5D25" w:rsidRDefault="00C85D25" w:rsidP="00EA6A17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5D25" w:rsidRDefault="00C85D25" w:rsidP="00EA6A17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5D25" w:rsidRDefault="00C85D25" w:rsidP="00EA6A17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5D25" w:rsidRDefault="00C85D25" w:rsidP="00EA6A17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5D25" w:rsidRDefault="00C85D25" w:rsidP="00EA6A17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5D25" w:rsidRDefault="00C85D25" w:rsidP="00EA6A17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5D25" w:rsidRDefault="00C85D25" w:rsidP="00EA6A17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5D25" w:rsidRDefault="00C85D25" w:rsidP="00EA6A17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5D25" w:rsidRDefault="00C85D25" w:rsidP="00EA6A17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УО</w:t>
            </w:r>
          </w:p>
        </w:tc>
      </w:tr>
      <w:tr w:rsidR="007A0501" w:rsidRPr="00022CFC" w:rsidTr="00EC4A4C">
        <w:trPr>
          <w:trHeight w:val="407"/>
        </w:trPr>
        <w:tc>
          <w:tcPr>
            <w:tcW w:w="56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7A0501" w:rsidRDefault="003914AC" w:rsidP="00510B09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3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0501" w:rsidRPr="00C42FFA" w:rsidRDefault="007A0501" w:rsidP="00EA6A17">
            <w:pPr>
              <w:ind w:firstLine="0"/>
            </w:pPr>
            <w:r>
              <w:rPr>
                <w:rFonts w:cs="Times New Roman"/>
                <w:sz w:val="24"/>
                <w:szCs w:val="24"/>
                <w:lang w:eastAsia="ru-RU"/>
              </w:rPr>
              <w:t>Д</w:t>
            </w:r>
            <w:r w:rsidRPr="003F3FF7">
              <w:rPr>
                <w:rFonts w:cs="Times New Roman"/>
                <w:sz w:val="24"/>
                <w:szCs w:val="24"/>
                <w:lang w:eastAsia="ru-RU"/>
              </w:rPr>
              <w:t xml:space="preserve">оля общеобразовательных </w:t>
            </w:r>
            <w:r w:rsidRPr="003F3FF7">
              <w:rPr>
                <w:rFonts w:cs="Times New Roman"/>
                <w:sz w:val="24"/>
                <w:szCs w:val="24"/>
                <w:lang w:eastAsia="ru-RU"/>
              </w:rPr>
              <w:lastRenderedPageBreak/>
              <w:t xml:space="preserve">организаций, в которых создана универсальная </w:t>
            </w:r>
            <w:proofErr w:type="spellStart"/>
            <w:r w:rsidRPr="003F3FF7">
              <w:rPr>
                <w:rFonts w:cs="Times New Roman"/>
                <w:sz w:val="24"/>
                <w:szCs w:val="24"/>
                <w:lang w:eastAsia="ru-RU"/>
              </w:rPr>
              <w:t>безбарьерная</w:t>
            </w:r>
            <w:proofErr w:type="spellEnd"/>
            <w:r w:rsidRPr="003F3FF7">
              <w:rPr>
                <w:rFonts w:cs="Times New Roman"/>
                <w:sz w:val="24"/>
                <w:szCs w:val="24"/>
                <w:lang w:eastAsia="ru-RU"/>
              </w:rPr>
              <w:t xml:space="preserve"> среда для инклюзивного образования детей-инвалидов, в общем количестве общеобразовательных организаций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0501" w:rsidRDefault="007A0501" w:rsidP="00EA6A17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процент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0501" w:rsidRDefault="007A0501" w:rsidP="00EA6A17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7,14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0501" w:rsidRDefault="007A0501" w:rsidP="00EA6A17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7,14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0501" w:rsidRDefault="007A0501" w:rsidP="00EA6A17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14,29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0501" w:rsidRDefault="007A0501" w:rsidP="00EA6A17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14,29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0501" w:rsidRDefault="007A0501" w:rsidP="00EA6A17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21,43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0501" w:rsidRDefault="007A0501" w:rsidP="00EA6A17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21,43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0501" w:rsidRDefault="007A0501" w:rsidP="00EA6A17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0501" w:rsidRDefault="007A0501" w:rsidP="00EA6A17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0501" w:rsidRDefault="007A0501" w:rsidP="00EA6A17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УО</w:t>
            </w:r>
            <w:r w:rsidR="007F7EE1">
              <w:rPr>
                <w:color w:val="000000"/>
                <w:sz w:val="24"/>
                <w:szCs w:val="24"/>
                <w:lang w:eastAsia="ru-RU"/>
              </w:rPr>
              <w:t xml:space="preserve"> (14 объектов)</w:t>
            </w:r>
          </w:p>
        </w:tc>
      </w:tr>
      <w:tr w:rsidR="00C200C9" w:rsidRPr="00022CFC" w:rsidTr="00EC4A4C">
        <w:trPr>
          <w:trHeight w:val="407"/>
        </w:trPr>
        <w:tc>
          <w:tcPr>
            <w:tcW w:w="56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C200C9" w:rsidRDefault="003914AC" w:rsidP="005F69D6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  <w:r w:rsidR="005F69D6">
              <w:rPr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00C9" w:rsidRPr="00307590" w:rsidRDefault="003914AC" w:rsidP="003914A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Доля сотрудников, работающих с детьми- инвалидами в образовательных организациях, прошедших инструктирование или обучение для работы с инвалидами по вопросам , связанным с обеспечением доступности для них объектов и услуг в сферах полномочий в соответствии с законодательством Российской Федерации и законодательством Ярославской области, от общего количества таких сотрудников 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0C9" w:rsidRDefault="00FA7061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0C9" w:rsidRDefault="003914AC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0C9" w:rsidRDefault="003914AC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0C9" w:rsidRDefault="003914AC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0C9" w:rsidRDefault="003914AC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0C9" w:rsidRDefault="003914AC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0C9" w:rsidRDefault="003914AC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0C9" w:rsidRDefault="003914AC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0C9" w:rsidRDefault="003914AC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0C9" w:rsidRDefault="003914AC" w:rsidP="00DA49A5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УО</w:t>
            </w:r>
          </w:p>
        </w:tc>
      </w:tr>
      <w:tr w:rsidR="005F69D6" w:rsidRPr="00022CFC" w:rsidTr="00EA6A17">
        <w:trPr>
          <w:trHeight w:val="407"/>
        </w:trPr>
        <w:tc>
          <w:tcPr>
            <w:tcW w:w="15387" w:type="dxa"/>
            <w:gridSpan w:val="1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5F69D6" w:rsidRPr="005F69D6" w:rsidRDefault="005F69D6" w:rsidP="005F69D6">
            <w:pPr>
              <w:pStyle w:val="a7"/>
              <w:numPr>
                <w:ilvl w:val="0"/>
                <w:numId w:val="4"/>
              </w:num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Показатели в сфере предоставления</w:t>
            </w:r>
            <w:r w:rsidR="007F17FF">
              <w:rPr>
                <w:color w:val="000000"/>
                <w:sz w:val="24"/>
                <w:szCs w:val="24"/>
                <w:lang w:eastAsia="ru-RU"/>
              </w:rPr>
              <w:t xml:space="preserve"> муниципальных услуг</w:t>
            </w:r>
            <w:r w:rsidR="00CE37DC">
              <w:rPr>
                <w:color w:val="000000"/>
                <w:sz w:val="24"/>
                <w:szCs w:val="24"/>
                <w:lang w:eastAsia="ru-RU"/>
              </w:rPr>
              <w:t xml:space="preserve"> структурными подразделениями Администрации района</w:t>
            </w:r>
          </w:p>
        </w:tc>
      </w:tr>
      <w:tr w:rsidR="00307590" w:rsidRPr="00022CFC" w:rsidTr="00EC4A4C">
        <w:trPr>
          <w:trHeight w:val="407"/>
        </w:trPr>
        <w:tc>
          <w:tcPr>
            <w:tcW w:w="56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307590" w:rsidRDefault="007F17FF" w:rsidP="00510B09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3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7590" w:rsidRPr="00307590" w:rsidRDefault="007F17FF" w:rsidP="00CE37DC">
            <w:pPr>
              <w:ind w:firstLine="0"/>
              <w:rPr>
                <w:sz w:val="24"/>
                <w:szCs w:val="24"/>
              </w:rPr>
            </w:pPr>
            <w:r w:rsidRPr="00F22AD0">
              <w:rPr>
                <w:sz w:val="24"/>
                <w:szCs w:val="24"/>
              </w:rPr>
              <w:t xml:space="preserve">Удельный вес </w:t>
            </w:r>
            <w:r w:rsidR="00FA7061">
              <w:rPr>
                <w:sz w:val="24"/>
                <w:szCs w:val="24"/>
              </w:rPr>
              <w:t xml:space="preserve">административных </w:t>
            </w:r>
            <w:r w:rsidR="00CE37DC">
              <w:rPr>
                <w:sz w:val="24"/>
                <w:szCs w:val="24"/>
              </w:rPr>
              <w:t>зданий</w:t>
            </w:r>
            <w:r w:rsidRPr="00F22AD0">
              <w:rPr>
                <w:sz w:val="24"/>
                <w:szCs w:val="24"/>
              </w:rPr>
              <w:t xml:space="preserve">, которые в результате проведения после </w:t>
            </w:r>
            <w:r w:rsidRPr="00F22AD0">
              <w:rPr>
                <w:sz w:val="24"/>
                <w:szCs w:val="24"/>
              </w:rPr>
              <w:br/>
              <w:t xml:space="preserve">1 июля 2016 года на них капитального ремонта, реконструкции, модернизации полностью соответствуют требованиям доступности для инвалидов объектов и услуг, от общего количества объектов, </w:t>
            </w:r>
            <w:r w:rsidRPr="00F22AD0">
              <w:rPr>
                <w:sz w:val="24"/>
                <w:szCs w:val="24"/>
              </w:rPr>
              <w:lastRenderedPageBreak/>
              <w:t>прошедших капитальный ремонт, реконструкцию, модернизацию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7590" w:rsidRDefault="00FA7061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процент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7590" w:rsidRDefault="00FC393F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7590" w:rsidRDefault="00FC393F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7590" w:rsidRDefault="00FC393F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66,7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7590" w:rsidRDefault="00FC393F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66,7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7590" w:rsidRDefault="00CE37DC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7590" w:rsidRDefault="00CE37DC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7590" w:rsidRDefault="00CE37DC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7590" w:rsidRDefault="00CE37DC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393F" w:rsidRDefault="00FC393F" w:rsidP="00FC393F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Администрация района</w:t>
            </w:r>
          </w:p>
          <w:p w:rsidR="00307590" w:rsidRDefault="00FC393F" w:rsidP="00FC393F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(административное здание, </w:t>
            </w: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УСЗНиТ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>, здание ЗАГС)</w:t>
            </w:r>
          </w:p>
        </w:tc>
      </w:tr>
      <w:tr w:rsidR="007F17FF" w:rsidRPr="00022CFC" w:rsidTr="00EC4A4C">
        <w:trPr>
          <w:trHeight w:val="407"/>
        </w:trPr>
        <w:tc>
          <w:tcPr>
            <w:tcW w:w="56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7F17FF" w:rsidRDefault="00AD534C" w:rsidP="00510B09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5.2</w:t>
            </w:r>
          </w:p>
        </w:tc>
        <w:tc>
          <w:tcPr>
            <w:tcW w:w="3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17FF" w:rsidRPr="00DA49A5" w:rsidRDefault="00AD534C" w:rsidP="006B0167">
            <w:pPr>
              <w:ind w:firstLine="0"/>
              <w:rPr>
                <w:sz w:val="24"/>
                <w:szCs w:val="24"/>
              </w:rPr>
            </w:pPr>
            <w:r w:rsidRPr="00310E54">
              <w:rPr>
                <w:sz w:val="24"/>
                <w:szCs w:val="24"/>
              </w:rPr>
              <w:t xml:space="preserve">Удельный вес существующих </w:t>
            </w:r>
            <w:r>
              <w:rPr>
                <w:sz w:val="24"/>
                <w:szCs w:val="24"/>
              </w:rPr>
              <w:t>административных зданий</w:t>
            </w:r>
            <w:r w:rsidRPr="00310E54">
              <w:rPr>
                <w:sz w:val="24"/>
                <w:szCs w:val="24"/>
              </w:rPr>
              <w:t>, на которых до проведения капитального ремонта или реконструкции обеспечивается доступ инвалидов к месту предоставления услуги, предоставление необходимы</w:t>
            </w:r>
            <w:r w:rsidR="004C38F8">
              <w:rPr>
                <w:sz w:val="24"/>
                <w:szCs w:val="24"/>
              </w:rPr>
              <w:t>х услуг в дистанционном режиме. П</w:t>
            </w:r>
            <w:r w:rsidRPr="00310E54">
              <w:rPr>
                <w:sz w:val="24"/>
                <w:szCs w:val="24"/>
              </w:rPr>
              <w:t>редоставление, когда это возможно, необходимых услуг по месту жительства инвалида,</w:t>
            </w:r>
            <w:r w:rsidR="004C38F8">
              <w:rPr>
                <w:sz w:val="24"/>
                <w:szCs w:val="24"/>
              </w:rPr>
              <w:t xml:space="preserve"> по согласованию с общественными организациями инвалидов,</w:t>
            </w:r>
            <w:r w:rsidRPr="00310E54">
              <w:rPr>
                <w:sz w:val="24"/>
                <w:szCs w:val="24"/>
              </w:rPr>
              <w:t xml:space="preserve"> от общего количества объектов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17FF" w:rsidRDefault="007F17FF" w:rsidP="00EA6A17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17FF" w:rsidRDefault="006B0167" w:rsidP="00EA6A17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17FF" w:rsidRDefault="006B0167" w:rsidP="00EA6A17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66,7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17FF" w:rsidRDefault="006B0167" w:rsidP="00EA6A17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66,7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17FF" w:rsidRDefault="006B0167" w:rsidP="00EA6A17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17FF" w:rsidRDefault="006B0167" w:rsidP="00EA6A17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17FF" w:rsidRDefault="006B0167" w:rsidP="00EA6A17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17FF" w:rsidRDefault="006B0167" w:rsidP="00EA6A17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17FF" w:rsidRDefault="006B0167" w:rsidP="00EA6A17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17FF" w:rsidRDefault="00AD534C" w:rsidP="00EA6A17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Администрация района</w:t>
            </w:r>
          </w:p>
          <w:p w:rsidR="00FC393F" w:rsidRDefault="00FC393F" w:rsidP="00FC393F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(административное здание, </w:t>
            </w: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УСЗНиТ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>, здание ЗАГС)</w:t>
            </w:r>
          </w:p>
        </w:tc>
      </w:tr>
      <w:tr w:rsidR="00307590" w:rsidRPr="00022CFC" w:rsidTr="00EC4A4C">
        <w:trPr>
          <w:trHeight w:val="407"/>
        </w:trPr>
        <w:tc>
          <w:tcPr>
            <w:tcW w:w="56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307590" w:rsidRDefault="00AD534C" w:rsidP="00510B09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3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7590" w:rsidRPr="00C42FFA" w:rsidRDefault="00AD534C" w:rsidP="00AD534C">
            <w:pPr>
              <w:ind w:firstLine="0"/>
            </w:pPr>
            <w:r>
              <w:rPr>
                <w:sz w:val="24"/>
                <w:szCs w:val="24"/>
              </w:rPr>
              <w:t xml:space="preserve">Доля сотрудников, предоставляющих муниципальные услуги населению  в структурных подразделениях Администрации района прошедших инструктирование или обучение для работы с инвалидами по вопросам , связанным с обеспечением доступности для них объектов и услуг в сферах полномочий в соответствии с законодательством Российской Федерации и законодательством Ярославской области, от общего </w:t>
            </w:r>
            <w:r>
              <w:rPr>
                <w:sz w:val="24"/>
                <w:szCs w:val="24"/>
              </w:rPr>
              <w:lastRenderedPageBreak/>
              <w:t>количества сотрудников , предоставляющих услуги населению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7590" w:rsidRDefault="00AD534C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процент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7590" w:rsidRDefault="00AD534C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7590" w:rsidRDefault="00AD534C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7590" w:rsidRDefault="00AD534C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7590" w:rsidRDefault="00AD534C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7590" w:rsidRDefault="00AD534C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7590" w:rsidRDefault="00AD534C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7590" w:rsidRDefault="00AD534C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7590" w:rsidRDefault="00AD534C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7590" w:rsidRDefault="00AD534C" w:rsidP="00DA49A5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Структурные подразделения Администрации района</w:t>
            </w:r>
          </w:p>
        </w:tc>
      </w:tr>
      <w:tr w:rsidR="004C38F8" w:rsidRPr="00022CFC" w:rsidTr="00EA6A17">
        <w:trPr>
          <w:trHeight w:val="407"/>
        </w:trPr>
        <w:tc>
          <w:tcPr>
            <w:tcW w:w="15387" w:type="dxa"/>
            <w:gridSpan w:val="1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4C38F8" w:rsidRPr="004C38F8" w:rsidRDefault="004C38F8" w:rsidP="00E043B2">
            <w:pPr>
              <w:pStyle w:val="a7"/>
              <w:numPr>
                <w:ilvl w:val="0"/>
                <w:numId w:val="4"/>
              </w:numPr>
              <w:jc w:val="center"/>
              <w:rPr>
                <w:color w:val="FF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 xml:space="preserve">Показатели в сфере </w:t>
            </w:r>
            <w:r w:rsidR="00E043B2">
              <w:rPr>
                <w:color w:val="000000"/>
                <w:sz w:val="24"/>
                <w:szCs w:val="24"/>
                <w:lang w:eastAsia="ru-RU"/>
              </w:rPr>
              <w:t xml:space="preserve">доступности объектов и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муниципальных услуг</w:t>
            </w:r>
            <w:r w:rsidR="00E043B2">
              <w:rPr>
                <w:color w:val="000000"/>
                <w:sz w:val="24"/>
                <w:szCs w:val="24"/>
                <w:lang w:eastAsia="ru-RU"/>
              </w:rPr>
              <w:t xml:space="preserve"> в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поселения</w:t>
            </w:r>
            <w:r w:rsidR="00E043B2">
              <w:rPr>
                <w:color w:val="000000"/>
                <w:sz w:val="24"/>
                <w:szCs w:val="24"/>
                <w:lang w:eastAsia="ru-RU"/>
              </w:rPr>
              <w:t>х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</w:tr>
      <w:tr w:rsidR="004C38F8" w:rsidRPr="00022CFC" w:rsidTr="00EA6A17">
        <w:trPr>
          <w:trHeight w:val="407"/>
        </w:trPr>
        <w:tc>
          <w:tcPr>
            <w:tcW w:w="56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4C38F8" w:rsidRDefault="004C38F8" w:rsidP="00510B09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1482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C38F8" w:rsidRDefault="004C38F8" w:rsidP="00EA6A17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Городское поселение Гаврилов-Ям</w:t>
            </w:r>
          </w:p>
        </w:tc>
      </w:tr>
      <w:tr w:rsidR="004C38F8" w:rsidRPr="00022CFC" w:rsidTr="00EC4A4C">
        <w:trPr>
          <w:trHeight w:val="407"/>
        </w:trPr>
        <w:tc>
          <w:tcPr>
            <w:tcW w:w="56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4C38F8" w:rsidRDefault="004C38F8" w:rsidP="00510B09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6.1.1</w:t>
            </w:r>
          </w:p>
        </w:tc>
        <w:tc>
          <w:tcPr>
            <w:tcW w:w="3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C38F8" w:rsidRPr="00307590" w:rsidRDefault="004C38F8" w:rsidP="00EA6A17">
            <w:pPr>
              <w:ind w:firstLine="0"/>
              <w:rPr>
                <w:sz w:val="24"/>
                <w:szCs w:val="24"/>
              </w:rPr>
            </w:pPr>
            <w:r w:rsidRPr="00F22AD0">
              <w:rPr>
                <w:sz w:val="24"/>
                <w:szCs w:val="24"/>
              </w:rPr>
              <w:t xml:space="preserve">Удельный вес </w:t>
            </w:r>
            <w:r>
              <w:rPr>
                <w:sz w:val="24"/>
                <w:szCs w:val="24"/>
              </w:rPr>
              <w:t>административных зданий</w:t>
            </w:r>
            <w:r w:rsidRPr="00F22AD0">
              <w:rPr>
                <w:sz w:val="24"/>
                <w:szCs w:val="24"/>
              </w:rPr>
              <w:t xml:space="preserve">, которые в результате проведения после </w:t>
            </w:r>
            <w:r w:rsidRPr="00F22AD0">
              <w:rPr>
                <w:sz w:val="24"/>
                <w:szCs w:val="24"/>
              </w:rPr>
              <w:br/>
              <w:t>1 июля 2016 года на них капитального ремонта, реконструкции, модернизации полностью соответствуют требованиям доступности для инвалидов объектов и услуг, от общего количества объектов, прошедших капитальный ремонт, реконструкцию, модернизацию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38F8" w:rsidRDefault="004C38F8" w:rsidP="00EA6A17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38F8" w:rsidRDefault="00FC393F" w:rsidP="00EA6A17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38F8" w:rsidRDefault="00FC393F" w:rsidP="00EA6A17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38F8" w:rsidRDefault="00FC393F" w:rsidP="00EA6A17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38F8" w:rsidRDefault="00FC393F" w:rsidP="00EA6A17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38F8" w:rsidRDefault="00FC393F" w:rsidP="00EA6A17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66,7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38F8" w:rsidRDefault="00FC393F" w:rsidP="00EA6A17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66,7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38F8" w:rsidRDefault="004C38F8" w:rsidP="00EA6A17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38F8" w:rsidRDefault="004C38F8" w:rsidP="00EA6A17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393F" w:rsidRDefault="004C38F8" w:rsidP="00FC393F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r w:rsidR="00FC393F">
              <w:rPr>
                <w:color w:val="000000"/>
                <w:sz w:val="24"/>
                <w:szCs w:val="24"/>
                <w:lang w:eastAsia="ru-RU"/>
              </w:rPr>
              <w:t>городского поселения Гаврилов-Ям</w:t>
            </w:r>
          </w:p>
          <w:p w:rsidR="004C38F8" w:rsidRDefault="00FC393F" w:rsidP="00FC393F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( административное здание, МУК «Дом культуры», МУ «ЦРПП»)</w:t>
            </w:r>
          </w:p>
        </w:tc>
      </w:tr>
      <w:tr w:rsidR="004C38F8" w:rsidRPr="00022CFC" w:rsidTr="00EC4A4C">
        <w:trPr>
          <w:trHeight w:val="407"/>
        </w:trPr>
        <w:tc>
          <w:tcPr>
            <w:tcW w:w="56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4C38F8" w:rsidRDefault="00FC393F" w:rsidP="00510B09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6.1.2</w:t>
            </w:r>
          </w:p>
        </w:tc>
        <w:tc>
          <w:tcPr>
            <w:tcW w:w="3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C38F8" w:rsidRPr="00A07F3C" w:rsidRDefault="00FC393F" w:rsidP="007668C9">
            <w:pPr>
              <w:widowControl w:val="0"/>
              <w:overflowPunct w:val="0"/>
              <w:autoSpaceDE w:val="0"/>
              <w:autoSpaceDN w:val="0"/>
              <w:adjustRightInd w:val="0"/>
              <w:spacing w:before="60" w:line="228" w:lineRule="auto"/>
              <w:ind w:left="33" w:hanging="33"/>
              <w:textAlignment w:val="baseline"/>
              <w:rPr>
                <w:iCs/>
                <w:sz w:val="20"/>
                <w:szCs w:val="20"/>
              </w:rPr>
            </w:pPr>
            <w:r w:rsidRPr="00310E54">
              <w:rPr>
                <w:sz w:val="24"/>
                <w:szCs w:val="24"/>
              </w:rPr>
              <w:t xml:space="preserve">Удельный вес существующих </w:t>
            </w:r>
            <w:r>
              <w:rPr>
                <w:sz w:val="24"/>
                <w:szCs w:val="24"/>
              </w:rPr>
              <w:t>административных зданий</w:t>
            </w:r>
            <w:r w:rsidRPr="00310E54">
              <w:rPr>
                <w:sz w:val="24"/>
                <w:szCs w:val="24"/>
              </w:rPr>
              <w:t>, на которых до проведения капитального ремонта или реконструкции обеспечивается доступ инвалидов к месту предоставления услуги, предоставление необходимы</w:t>
            </w:r>
            <w:r>
              <w:rPr>
                <w:sz w:val="24"/>
                <w:szCs w:val="24"/>
              </w:rPr>
              <w:t>х услуг в дистанционном режиме. П</w:t>
            </w:r>
            <w:r w:rsidRPr="00310E54">
              <w:rPr>
                <w:sz w:val="24"/>
                <w:szCs w:val="24"/>
              </w:rPr>
              <w:t>редоставление, когда это возможно, необходимых услуг по месту жительства инвалида,</w:t>
            </w:r>
            <w:r>
              <w:rPr>
                <w:sz w:val="24"/>
                <w:szCs w:val="24"/>
              </w:rPr>
              <w:t xml:space="preserve"> по согласованию с общественными организациями инвалидов,</w:t>
            </w:r>
            <w:r w:rsidRPr="00310E54">
              <w:rPr>
                <w:sz w:val="24"/>
                <w:szCs w:val="24"/>
              </w:rPr>
              <w:t xml:space="preserve"> от общего количества объектов 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38F8" w:rsidRDefault="00FC393F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38F8" w:rsidRDefault="00FC393F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38F8" w:rsidRDefault="00FC393F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38F8" w:rsidRDefault="007668C9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66,7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38F8" w:rsidRDefault="007668C9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66,7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38F8" w:rsidRDefault="007668C9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38F8" w:rsidRDefault="007668C9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38F8" w:rsidRDefault="007668C9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38F8" w:rsidRDefault="007668C9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38F8" w:rsidRDefault="00FC393F" w:rsidP="00DA49A5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Администрация городского поселения Гаврилов-Ям</w:t>
            </w:r>
          </w:p>
          <w:p w:rsidR="00FC393F" w:rsidRDefault="00FC393F" w:rsidP="00DA49A5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( административное здание, МУК «Дом культуры», МУ «ЦРПП»)</w:t>
            </w:r>
          </w:p>
        </w:tc>
      </w:tr>
      <w:tr w:rsidR="004C38F8" w:rsidRPr="00022CFC" w:rsidTr="00EC4A4C">
        <w:trPr>
          <w:trHeight w:val="407"/>
        </w:trPr>
        <w:tc>
          <w:tcPr>
            <w:tcW w:w="56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4C38F8" w:rsidRDefault="00FC393F" w:rsidP="00510B09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6.1.3</w:t>
            </w:r>
          </w:p>
        </w:tc>
        <w:tc>
          <w:tcPr>
            <w:tcW w:w="3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C38F8" w:rsidRPr="00DA49A5" w:rsidRDefault="00FC393F" w:rsidP="00FC393F">
            <w:pPr>
              <w:ind w:firstLine="0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сотрудников, предоставляющих муниципальные услуги населению  Администрацией городского поселения прошедших инструктирование или обучение для работы с инвалидами по вопросам , связанным с обеспечением доступности для них объектов и услуг в сферах полномочий в соответствии с законодательством Российской Федерации и законодательством Ярославской области, от общего количества сотрудников , предоставляющих услуги населению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38F8" w:rsidRDefault="004C38F8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38F8" w:rsidRDefault="00FC393F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38F8" w:rsidRDefault="00FC393F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38F8" w:rsidRDefault="00FC393F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38F8" w:rsidRDefault="00FC393F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38F8" w:rsidRDefault="004C38F8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38F8" w:rsidRDefault="004C38F8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38F8" w:rsidRDefault="004C38F8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38F8" w:rsidRDefault="004C38F8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38F8" w:rsidRDefault="00FC393F" w:rsidP="00DA49A5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Администрация городского поселения Гаврилов-Ям</w:t>
            </w:r>
          </w:p>
        </w:tc>
      </w:tr>
      <w:tr w:rsidR="00AD3500" w:rsidRPr="00022CFC" w:rsidTr="00EA6A17">
        <w:trPr>
          <w:trHeight w:val="407"/>
        </w:trPr>
        <w:tc>
          <w:tcPr>
            <w:tcW w:w="56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AD3500" w:rsidRDefault="00AD3500" w:rsidP="00510B09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1482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3500" w:rsidRDefault="00AD3500" w:rsidP="00DA49A5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Великосельское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 xml:space="preserve">  сельское поселение</w:t>
            </w:r>
          </w:p>
        </w:tc>
      </w:tr>
      <w:tr w:rsidR="004C38F8" w:rsidRPr="00022CFC" w:rsidTr="00EC4A4C">
        <w:trPr>
          <w:trHeight w:val="407"/>
        </w:trPr>
        <w:tc>
          <w:tcPr>
            <w:tcW w:w="56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4C38F8" w:rsidRDefault="00AD3500" w:rsidP="00510B09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6.2.1</w:t>
            </w:r>
          </w:p>
        </w:tc>
        <w:tc>
          <w:tcPr>
            <w:tcW w:w="3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C38F8" w:rsidRPr="00A07F3C" w:rsidRDefault="00AD3500" w:rsidP="00AD3500">
            <w:pPr>
              <w:widowControl w:val="0"/>
              <w:overflowPunct w:val="0"/>
              <w:autoSpaceDE w:val="0"/>
              <w:autoSpaceDN w:val="0"/>
              <w:adjustRightInd w:val="0"/>
              <w:spacing w:before="60" w:line="228" w:lineRule="auto"/>
              <w:ind w:left="33" w:hanging="33"/>
              <w:textAlignment w:val="baseline"/>
              <w:rPr>
                <w:iCs/>
                <w:sz w:val="20"/>
                <w:szCs w:val="20"/>
              </w:rPr>
            </w:pPr>
            <w:r w:rsidRPr="00F22AD0">
              <w:rPr>
                <w:sz w:val="24"/>
                <w:szCs w:val="24"/>
              </w:rPr>
              <w:t xml:space="preserve">Удельный вес </w:t>
            </w:r>
            <w:r>
              <w:rPr>
                <w:sz w:val="24"/>
                <w:szCs w:val="24"/>
              </w:rPr>
              <w:t>объектов муниципальной собственности</w:t>
            </w:r>
            <w:r w:rsidRPr="00F22AD0">
              <w:rPr>
                <w:sz w:val="24"/>
                <w:szCs w:val="24"/>
              </w:rPr>
              <w:t xml:space="preserve">, которые в результате проведения после </w:t>
            </w:r>
            <w:r w:rsidRPr="00F22AD0">
              <w:rPr>
                <w:sz w:val="24"/>
                <w:szCs w:val="24"/>
              </w:rPr>
              <w:br/>
              <w:t>1 июля 2016 года на них капитального ремонта, реконструкции, модернизации полностью соответствуют требованиям доступности для инвалидов объектов и услуг, от общего количества объектов, прошедших капитальный ремонт, реконструкцию, модернизацию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3500" w:rsidRDefault="00AD3500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AD3500" w:rsidRDefault="00AD3500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AD3500" w:rsidRDefault="00AD3500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AD3500" w:rsidRDefault="00AD3500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4C38F8" w:rsidRDefault="00AD3500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38F8" w:rsidRDefault="00AD3500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38F8" w:rsidRDefault="00AD3500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38F8" w:rsidRDefault="00AD3500" w:rsidP="00DA49A5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38F8" w:rsidRDefault="00AD3500" w:rsidP="00DA49A5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38F8" w:rsidRDefault="00AD3500" w:rsidP="00DA49A5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38F8" w:rsidRDefault="00AD3500" w:rsidP="00DA49A5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38F8" w:rsidRDefault="00AD3500" w:rsidP="00DA49A5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38F8" w:rsidRDefault="00AD3500" w:rsidP="00DA49A5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38F8" w:rsidRDefault="00AD3500" w:rsidP="00DA49A5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Администрация Великосельского сельского поселения (административное здание, КДЦ- 4 шт.)</w:t>
            </w:r>
          </w:p>
        </w:tc>
      </w:tr>
      <w:tr w:rsidR="004C38F8" w:rsidRPr="00022CFC" w:rsidTr="00EC4A4C">
        <w:trPr>
          <w:trHeight w:val="407"/>
        </w:trPr>
        <w:tc>
          <w:tcPr>
            <w:tcW w:w="56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4C38F8" w:rsidRDefault="00AD3500" w:rsidP="00510B09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6.2.2</w:t>
            </w:r>
          </w:p>
        </w:tc>
        <w:tc>
          <w:tcPr>
            <w:tcW w:w="3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C38F8" w:rsidRPr="00234216" w:rsidRDefault="00AD3500" w:rsidP="00510B09">
            <w:pPr>
              <w:ind w:firstLine="0"/>
              <w:rPr>
                <w:iCs/>
                <w:sz w:val="24"/>
                <w:szCs w:val="24"/>
              </w:rPr>
            </w:pPr>
            <w:r w:rsidRPr="00310E54">
              <w:rPr>
                <w:sz w:val="24"/>
                <w:szCs w:val="24"/>
              </w:rPr>
              <w:t xml:space="preserve">Удельный вес существующих </w:t>
            </w:r>
            <w:r>
              <w:rPr>
                <w:sz w:val="24"/>
                <w:szCs w:val="24"/>
              </w:rPr>
              <w:lastRenderedPageBreak/>
              <w:t>объектов муниципальной собственности</w:t>
            </w:r>
            <w:r w:rsidRPr="00310E54">
              <w:rPr>
                <w:sz w:val="24"/>
                <w:szCs w:val="24"/>
              </w:rPr>
              <w:t>, на которых до проведения капитального ремонта или реконструкции обеспечивается доступ инвалидов к месту предоставления услуги, предоставление необходимы</w:t>
            </w:r>
            <w:r>
              <w:rPr>
                <w:sz w:val="24"/>
                <w:szCs w:val="24"/>
              </w:rPr>
              <w:t>х услуг в дистанционном режиме. П</w:t>
            </w:r>
            <w:r w:rsidRPr="00310E54">
              <w:rPr>
                <w:sz w:val="24"/>
                <w:szCs w:val="24"/>
              </w:rPr>
              <w:t>редоставление, когда это возможно, необходимых услуг по месту жительства инвалида,</w:t>
            </w:r>
            <w:r>
              <w:rPr>
                <w:sz w:val="24"/>
                <w:szCs w:val="24"/>
              </w:rPr>
              <w:t xml:space="preserve"> по согласованию с общественными организациями инвалидов,</w:t>
            </w:r>
            <w:r w:rsidRPr="00310E54">
              <w:rPr>
                <w:sz w:val="24"/>
                <w:szCs w:val="24"/>
              </w:rPr>
              <w:t xml:space="preserve"> от общего количества объектов, на которых в настоящее время невозможно полностью обеспечить доступность с учетом потребностей инвалидов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38F8" w:rsidRDefault="004C38F8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процент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38F8" w:rsidRDefault="00AD3500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38F8" w:rsidRDefault="00AD3500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38F8" w:rsidRDefault="00AD3500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38F8" w:rsidRDefault="007668C9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38F8" w:rsidRDefault="007668C9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38F8" w:rsidRDefault="007668C9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38F8" w:rsidRDefault="007668C9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38F8" w:rsidRDefault="007668C9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38F8" w:rsidRDefault="00AD3500" w:rsidP="00DA49A5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Администрация Великосельского </w:t>
            </w: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сельского поселения (административное здание, КДЦ- 4 шт.)</w:t>
            </w:r>
          </w:p>
        </w:tc>
      </w:tr>
      <w:tr w:rsidR="004C38F8" w:rsidRPr="00022CFC" w:rsidTr="0016609E">
        <w:trPr>
          <w:trHeight w:val="407"/>
        </w:trPr>
        <w:tc>
          <w:tcPr>
            <w:tcW w:w="56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4C38F8" w:rsidRDefault="00AD3500" w:rsidP="00510B09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6.2.3</w:t>
            </w:r>
          </w:p>
        </w:tc>
        <w:tc>
          <w:tcPr>
            <w:tcW w:w="3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C38F8" w:rsidRPr="00234216" w:rsidRDefault="00AD3500" w:rsidP="00234216">
            <w:pPr>
              <w:ind w:firstLine="0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Доля сотрудников, предоставляющих муниципальные услуги населению  Администрацией городского поселения прошедших инструктирование или обучение для работы с инвалидами по вопросам , связанным с обеспечением доступности для них объектов и услуг в сферах полномочий в соответствии с законодательством Российской Федерации и законодательством Ярославской области, от общего </w:t>
            </w:r>
            <w:r>
              <w:rPr>
                <w:sz w:val="24"/>
                <w:szCs w:val="24"/>
              </w:rPr>
              <w:lastRenderedPageBreak/>
              <w:t>количества сотрудников , предоставляющих услуги населению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38F8" w:rsidRDefault="004C38F8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процент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38F8" w:rsidRDefault="00AD3500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38F8" w:rsidRDefault="00AD3500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38F8" w:rsidRDefault="00AD3500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38F8" w:rsidRDefault="00AD3500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38F8" w:rsidRDefault="00AD3500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38F8" w:rsidRDefault="004C38F8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38F8" w:rsidRDefault="004C38F8" w:rsidP="00AD350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38F8" w:rsidRDefault="004C38F8" w:rsidP="00AD350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38F8" w:rsidRDefault="00AD3500" w:rsidP="00234216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Администрация Великосельского сельского поселения</w:t>
            </w:r>
          </w:p>
        </w:tc>
      </w:tr>
      <w:tr w:rsidR="0016609E" w:rsidRPr="00022CFC" w:rsidTr="007F7EE1">
        <w:trPr>
          <w:trHeight w:val="407"/>
        </w:trPr>
        <w:tc>
          <w:tcPr>
            <w:tcW w:w="56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16609E" w:rsidRDefault="0016609E" w:rsidP="00510B09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6.3</w:t>
            </w:r>
          </w:p>
        </w:tc>
        <w:tc>
          <w:tcPr>
            <w:tcW w:w="1482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609E" w:rsidRDefault="0016609E" w:rsidP="00234216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Заячье-</w:t>
            </w: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Холмское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</w:tr>
      <w:tr w:rsidR="00997B13" w:rsidRPr="00022CFC" w:rsidTr="0016609E">
        <w:trPr>
          <w:trHeight w:val="407"/>
        </w:trPr>
        <w:tc>
          <w:tcPr>
            <w:tcW w:w="56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997B13" w:rsidRDefault="00997B13" w:rsidP="00510B09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6.3.1</w:t>
            </w:r>
          </w:p>
        </w:tc>
        <w:tc>
          <w:tcPr>
            <w:tcW w:w="3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7B13" w:rsidRDefault="00997B13" w:rsidP="00234216">
            <w:pPr>
              <w:ind w:firstLine="0"/>
              <w:rPr>
                <w:sz w:val="24"/>
                <w:szCs w:val="24"/>
              </w:rPr>
            </w:pPr>
            <w:r w:rsidRPr="00F22AD0">
              <w:rPr>
                <w:sz w:val="24"/>
                <w:szCs w:val="24"/>
              </w:rPr>
              <w:t xml:space="preserve">Удельный вес </w:t>
            </w:r>
            <w:r>
              <w:rPr>
                <w:sz w:val="24"/>
                <w:szCs w:val="24"/>
              </w:rPr>
              <w:t>объектов муниципальной собственности</w:t>
            </w:r>
            <w:r w:rsidRPr="00F22AD0">
              <w:rPr>
                <w:sz w:val="24"/>
                <w:szCs w:val="24"/>
              </w:rPr>
              <w:t xml:space="preserve">, которые в результате проведения после </w:t>
            </w:r>
            <w:r w:rsidRPr="00F22AD0">
              <w:rPr>
                <w:sz w:val="24"/>
                <w:szCs w:val="24"/>
              </w:rPr>
              <w:br/>
              <w:t>1 июля 2016 года на них капитального ремонта, реконструкции, модернизации полностью соответствуют требованиям доступности для инвалидов объектов и услуг, от общего количества объектов, прошедших капитальный ремонт, реконструкцию, модернизацию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7B13" w:rsidRDefault="00997B13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7B13" w:rsidRDefault="00997B13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997B13" w:rsidRDefault="00997B13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997B13" w:rsidRDefault="00997B13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</w:t>
            </w:r>
          </w:p>
          <w:p w:rsidR="00997B13" w:rsidRDefault="00997B13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7B13" w:rsidRDefault="00997B13" w:rsidP="007F7EE1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7B13" w:rsidRDefault="00997B13" w:rsidP="007F7EE1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7B13" w:rsidRDefault="00997B13" w:rsidP="007F7EE1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7B13" w:rsidRDefault="00997B13" w:rsidP="007F7EE1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7B13" w:rsidRDefault="00997B13" w:rsidP="007F7EE1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675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7B13" w:rsidRDefault="00997B13" w:rsidP="007F7EE1">
            <w:pPr>
              <w:ind w:firstLine="0"/>
              <w:rPr>
                <w:color w:val="000000"/>
                <w:sz w:val="24"/>
                <w:szCs w:val="24"/>
                <w:lang w:eastAsia="ru-RU"/>
              </w:rPr>
            </w:pPr>
          </w:p>
          <w:p w:rsidR="00997B13" w:rsidRDefault="00997B13" w:rsidP="007F7EE1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7B13" w:rsidRDefault="00997B13" w:rsidP="007F7EE1">
            <w:pPr>
              <w:ind w:firstLine="0"/>
              <w:rPr>
                <w:color w:val="000000"/>
                <w:sz w:val="24"/>
                <w:szCs w:val="24"/>
                <w:lang w:eastAsia="ru-RU"/>
              </w:rPr>
            </w:pPr>
          </w:p>
          <w:p w:rsidR="00997B13" w:rsidRDefault="00997B13" w:rsidP="007F7EE1">
            <w:pPr>
              <w:ind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7B13" w:rsidRDefault="00997B13" w:rsidP="00997B13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Администрация Заячье-Холмского сельского поселения </w:t>
            </w:r>
          </w:p>
          <w:p w:rsidR="00997B13" w:rsidRDefault="00997B13" w:rsidP="00997B13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( КДЦ- 4 объекта)</w:t>
            </w:r>
          </w:p>
        </w:tc>
      </w:tr>
      <w:tr w:rsidR="00077AAC" w:rsidRPr="00022CFC" w:rsidTr="00EC4A4C">
        <w:trPr>
          <w:trHeight w:val="407"/>
        </w:trPr>
        <w:tc>
          <w:tcPr>
            <w:tcW w:w="562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7AAC" w:rsidRDefault="00077AAC" w:rsidP="00510B09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6.3.2</w:t>
            </w:r>
          </w:p>
        </w:tc>
        <w:tc>
          <w:tcPr>
            <w:tcW w:w="3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7AAC" w:rsidRDefault="00077AAC" w:rsidP="00234216">
            <w:pPr>
              <w:ind w:firstLine="0"/>
              <w:rPr>
                <w:sz w:val="24"/>
                <w:szCs w:val="24"/>
              </w:rPr>
            </w:pPr>
            <w:r w:rsidRPr="00310E54">
              <w:rPr>
                <w:sz w:val="24"/>
                <w:szCs w:val="24"/>
              </w:rPr>
              <w:t xml:space="preserve">Удельный вес существующих </w:t>
            </w:r>
            <w:r>
              <w:rPr>
                <w:sz w:val="24"/>
                <w:szCs w:val="24"/>
              </w:rPr>
              <w:t>объектов муниципальной собственности</w:t>
            </w:r>
            <w:r w:rsidRPr="00310E54">
              <w:rPr>
                <w:sz w:val="24"/>
                <w:szCs w:val="24"/>
              </w:rPr>
              <w:t>, на которых до проведения капитального ремонта или реконструкции обеспечивается доступ инвалидов к месту предоставления услуги, предоставление необходимы</w:t>
            </w:r>
            <w:r>
              <w:rPr>
                <w:sz w:val="24"/>
                <w:szCs w:val="24"/>
              </w:rPr>
              <w:t>х услуг в дистанционном режиме. П</w:t>
            </w:r>
            <w:r w:rsidRPr="00310E54">
              <w:rPr>
                <w:sz w:val="24"/>
                <w:szCs w:val="24"/>
              </w:rPr>
              <w:t>редоставление, когда это возможно, необходимых услуг по месту жительства инвалида,</w:t>
            </w:r>
            <w:r>
              <w:rPr>
                <w:sz w:val="24"/>
                <w:szCs w:val="24"/>
              </w:rPr>
              <w:t xml:space="preserve"> по согласованию с общественными организациями инвалидов,</w:t>
            </w:r>
            <w:r w:rsidRPr="00310E54">
              <w:rPr>
                <w:sz w:val="24"/>
                <w:szCs w:val="24"/>
              </w:rPr>
              <w:t xml:space="preserve"> от общего количества объектов, на </w:t>
            </w:r>
            <w:r w:rsidRPr="00310E54">
              <w:rPr>
                <w:sz w:val="24"/>
                <w:szCs w:val="24"/>
              </w:rPr>
              <w:lastRenderedPageBreak/>
              <w:t>которых в настоящее время невозможно полностью обеспечить доступность с учетом потребностей инвалидов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77AAC" w:rsidRDefault="00077AAC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процент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77AAC" w:rsidRDefault="00077AAC" w:rsidP="007F7EE1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77AAC" w:rsidRDefault="00077AAC" w:rsidP="007F7EE1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77AAC" w:rsidRDefault="007668C9" w:rsidP="007F7EE1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77AAC" w:rsidRDefault="007668C9" w:rsidP="007F7EE1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77AAC" w:rsidRDefault="007668C9" w:rsidP="007F7EE1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77AAC" w:rsidRDefault="007668C9" w:rsidP="007F7EE1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77AAC" w:rsidRDefault="007668C9" w:rsidP="007F7EE1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77AAC" w:rsidRDefault="007668C9" w:rsidP="007F7EE1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7B13" w:rsidRDefault="00997B13" w:rsidP="00997B13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Администрация Заячье-Холмского сельского поселения </w:t>
            </w:r>
          </w:p>
          <w:p w:rsidR="00077AAC" w:rsidRDefault="00997B13" w:rsidP="00997B13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( КДЦ- 4 объекта)</w:t>
            </w:r>
          </w:p>
        </w:tc>
      </w:tr>
      <w:tr w:rsidR="0016609E" w:rsidRPr="00022CFC" w:rsidTr="0016609E">
        <w:trPr>
          <w:trHeight w:val="407"/>
        </w:trPr>
        <w:tc>
          <w:tcPr>
            <w:tcW w:w="56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16609E" w:rsidRDefault="0016609E" w:rsidP="00510B09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6.3.3</w:t>
            </w:r>
          </w:p>
        </w:tc>
        <w:tc>
          <w:tcPr>
            <w:tcW w:w="3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609E" w:rsidRDefault="0016609E" w:rsidP="0023421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сотрудников, предоставляющих муниципальные услуги населению  Администрацией городского поселения прошедших инструктирование или обучение для работы с инвалидами по вопросам , связанным с обеспечением доступности для них объектов и услуг в сферах полномочий в соответствии с законодательством Российской Федерации и законодательством Ярославской области, от общего количества сотрудников , предоставляющих услуги населению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6609E" w:rsidRDefault="0016609E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6609E" w:rsidRDefault="00997B13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6609E" w:rsidRDefault="00997B13" w:rsidP="007F7EE1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6609E" w:rsidRDefault="00997B13" w:rsidP="007F7EE1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6609E" w:rsidRDefault="00997B13" w:rsidP="007F7EE1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6609E" w:rsidRDefault="00997B13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6609E" w:rsidRDefault="00997B13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6609E" w:rsidRDefault="00997B13" w:rsidP="00AD350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6609E" w:rsidRDefault="00997B13" w:rsidP="00AD350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6609E" w:rsidRDefault="00077AAC" w:rsidP="00234216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Администрация Заячье-Холмского сельского поселения</w:t>
            </w:r>
          </w:p>
        </w:tc>
      </w:tr>
      <w:tr w:rsidR="0016609E" w:rsidRPr="00022CFC" w:rsidTr="007F7EE1">
        <w:trPr>
          <w:trHeight w:val="407"/>
        </w:trPr>
        <w:tc>
          <w:tcPr>
            <w:tcW w:w="56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16609E" w:rsidRDefault="0016609E" w:rsidP="00510B09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1482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609E" w:rsidRDefault="0016609E" w:rsidP="00234216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Митинское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</w:tr>
      <w:tr w:rsidR="0016609E" w:rsidRPr="00022CFC" w:rsidTr="0016609E">
        <w:trPr>
          <w:trHeight w:val="407"/>
        </w:trPr>
        <w:tc>
          <w:tcPr>
            <w:tcW w:w="56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16609E" w:rsidRDefault="0016609E" w:rsidP="00510B09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6.4.1</w:t>
            </w:r>
          </w:p>
        </w:tc>
        <w:tc>
          <w:tcPr>
            <w:tcW w:w="3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609E" w:rsidRDefault="0016609E" w:rsidP="00234216">
            <w:pPr>
              <w:ind w:firstLine="0"/>
              <w:rPr>
                <w:sz w:val="24"/>
                <w:szCs w:val="24"/>
              </w:rPr>
            </w:pPr>
            <w:r w:rsidRPr="00F22AD0">
              <w:rPr>
                <w:sz w:val="24"/>
                <w:szCs w:val="24"/>
              </w:rPr>
              <w:t xml:space="preserve">Удельный вес </w:t>
            </w:r>
            <w:r>
              <w:rPr>
                <w:sz w:val="24"/>
                <w:szCs w:val="24"/>
              </w:rPr>
              <w:t>объектов муниципальной собственности</w:t>
            </w:r>
            <w:r w:rsidRPr="00F22AD0">
              <w:rPr>
                <w:sz w:val="24"/>
                <w:szCs w:val="24"/>
              </w:rPr>
              <w:t xml:space="preserve">, которые в результате проведения после </w:t>
            </w:r>
            <w:r w:rsidRPr="00F22AD0">
              <w:rPr>
                <w:sz w:val="24"/>
                <w:szCs w:val="24"/>
              </w:rPr>
              <w:br/>
              <w:t xml:space="preserve">1 июля 2016 года на них капитального ремонта, реконструкции, модернизации полностью соответствуют требованиям доступности для инвалидов объектов и услуг, от </w:t>
            </w:r>
            <w:r w:rsidRPr="00F22AD0">
              <w:rPr>
                <w:sz w:val="24"/>
                <w:szCs w:val="24"/>
              </w:rPr>
              <w:lastRenderedPageBreak/>
              <w:t>общего количества объектов, прошедших капитальный ремонт, реконструкцию, модернизацию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6609E" w:rsidRDefault="0016609E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16609E" w:rsidRDefault="0016609E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16609E" w:rsidRDefault="0016609E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16609E" w:rsidRDefault="0016609E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6609E" w:rsidRDefault="0016609E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997B13" w:rsidRDefault="00997B13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997B13" w:rsidRDefault="00997B13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997B13" w:rsidRDefault="00997B13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6609E" w:rsidRDefault="0016609E" w:rsidP="007F7EE1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997B13" w:rsidRDefault="00997B13" w:rsidP="007F7EE1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997B13" w:rsidRDefault="00997B13" w:rsidP="007F7EE1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997B13" w:rsidRDefault="00997B13" w:rsidP="007F7EE1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6609E" w:rsidRDefault="0016609E" w:rsidP="007F7EE1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997B13" w:rsidRDefault="00997B13" w:rsidP="007F7EE1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997B13" w:rsidRDefault="00997B13" w:rsidP="007F7EE1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997B13" w:rsidRDefault="00997B13" w:rsidP="007F7EE1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6609E" w:rsidRDefault="0016609E" w:rsidP="007F7EE1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997B13" w:rsidRDefault="00997B13" w:rsidP="007F7EE1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997B13" w:rsidRDefault="00997B13" w:rsidP="007F7EE1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997B13" w:rsidRDefault="00997B13" w:rsidP="007F7EE1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6609E" w:rsidRDefault="0016609E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997B13" w:rsidRDefault="00997B13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997B13" w:rsidRDefault="00997B13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997B13" w:rsidRDefault="00997B13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6609E" w:rsidRDefault="0016609E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997B13" w:rsidRDefault="00997B13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997B13" w:rsidRDefault="00997B13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997B13" w:rsidRDefault="00997B13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6609E" w:rsidRDefault="0016609E" w:rsidP="00AD350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997B13" w:rsidRDefault="00997B13" w:rsidP="00AD350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997B13" w:rsidRDefault="00997B13" w:rsidP="00AD350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997B13" w:rsidRDefault="00997B13" w:rsidP="00AD350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6609E" w:rsidRDefault="0016609E" w:rsidP="00AD350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997B13" w:rsidRDefault="00997B13" w:rsidP="00AD350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997B13" w:rsidRDefault="00997B13" w:rsidP="00AD350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997B13" w:rsidRDefault="00997B13" w:rsidP="00AD350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6609E" w:rsidRDefault="0016609E" w:rsidP="00234216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997B13" w:rsidRDefault="00997B13" w:rsidP="00234216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997B13" w:rsidRDefault="00997B13" w:rsidP="00234216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997B13" w:rsidRDefault="00997B13" w:rsidP="00234216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997B13" w:rsidRDefault="00997B13" w:rsidP="00997B13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Митинского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 xml:space="preserve"> сельского поселения</w:t>
            </w:r>
          </w:p>
          <w:p w:rsidR="00997B13" w:rsidRDefault="00997B13" w:rsidP="00997B13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( КДЦ- 4 объекта)</w:t>
            </w:r>
          </w:p>
        </w:tc>
      </w:tr>
      <w:tr w:rsidR="00077AAC" w:rsidRPr="00022CFC" w:rsidTr="0016609E">
        <w:trPr>
          <w:trHeight w:val="407"/>
        </w:trPr>
        <w:tc>
          <w:tcPr>
            <w:tcW w:w="56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077AAC" w:rsidRDefault="00077AAC" w:rsidP="00510B09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6.4.2</w:t>
            </w:r>
          </w:p>
        </w:tc>
        <w:tc>
          <w:tcPr>
            <w:tcW w:w="3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7AAC" w:rsidRDefault="00077AAC" w:rsidP="00234216">
            <w:pPr>
              <w:ind w:firstLine="0"/>
              <w:rPr>
                <w:sz w:val="24"/>
                <w:szCs w:val="24"/>
              </w:rPr>
            </w:pPr>
            <w:r w:rsidRPr="00310E54">
              <w:rPr>
                <w:sz w:val="24"/>
                <w:szCs w:val="24"/>
              </w:rPr>
              <w:t xml:space="preserve">Удельный вес существующих </w:t>
            </w:r>
            <w:r>
              <w:rPr>
                <w:sz w:val="24"/>
                <w:szCs w:val="24"/>
              </w:rPr>
              <w:t>объектов муниципальной собственности</w:t>
            </w:r>
            <w:r w:rsidRPr="00310E54">
              <w:rPr>
                <w:sz w:val="24"/>
                <w:szCs w:val="24"/>
              </w:rPr>
              <w:t>, на которых до проведения капитального ремонта или реконструкции обеспечивается доступ инвалидов к месту предоставления услуги, предоставление необходимы</w:t>
            </w:r>
            <w:r>
              <w:rPr>
                <w:sz w:val="24"/>
                <w:szCs w:val="24"/>
              </w:rPr>
              <w:t>х услуг в дистанционном режиме. П</w:t>
            </w:r>
            <w:r w:rsidRPr="00310E54">
              <w:rPr>
                <w:sz w:val="24"/>
                <w:szCs w:val="24"/>
              </w:rPr>
              <w:t>редоставление, когда это возможно, необходимых услуг по месту жительства инвалида,</w:t>
            </w:r>
            <w:r>
              <w:rPr>
                <w:sz w:val="24"/>
                <w:szCs w:val="24"/>
              </w:rPr>
              <w:t xml:space="preserve"> по согласованию с общественными организациями инвалидов,</w:t>
            </w:r>
            <w:r w:rsidRPr="00310E54">
              <w:rPr>
                <w:sz w:val="24"/>
                <w:szCs w:val="24"/>
              </w:rPr>
              <w:t xml:space="preserve"> от общего количества объектов, на которых в настоящее время невозможно полностью обеспечить доступность с учетом потребностей инвалидов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77AAC" w:rsidRDefault="00077AAC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77AAC" w:rsidRDefault="00077AAC" w:rsidP="007F7EE1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77AAC" w:rsidRDefault="00077AAC" w:rsidP="007F7EE1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77AAC" w:rsidRDefault="007668C9" w:rsidP="007F7EE1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77AAC" w:rsidRDefault="007668C9" w:rsidP="007F7EE1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77AAC" w:rsidRDefault="007668C9" w:rsidP="007F7EE1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77AAC" w:rsidRDefault="007668C9" w:rsidP="007F7EE1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77AAC" w:rsidRDefault="007668C9" w:rsidP="007F7EE1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77AAC" w:rsidRDefault="007668C9" w:rsidP="007F7EE1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7B13" w:rsidRDefault="00997B13" w:rsidP="00997B13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Митинского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 xml:space="preserve"> сельского поселения</w:t>
            </w:r>
          </w:p>
          <w:p w:rsidR="00077AAC" w:rsidRDefault="00997B13" w:rsidP="00997B13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( КДЦ- 4 объекта)</w:t>
            </w:r>
          </w:p>
        </w:tc>
      </w:tr>
      <w:tr w:rsidR="0016609E" w:rsidRPr="00022CFC" w:rsidTr="0016609E">
        <w:trPr>
          <w:trHeight w:val="407"/>
        </w:trPr>
        <w:tc>
          <w:tcPr>
            <w:tcW w:w="56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16609E" w:rsidRDefault="0016609E" w:rsidP="00510B09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6.4.3</w:t>
            </w:r>
          </w:p>
        </w:tc>
        <w:tc>
          <w:tcPr>
            <w:tcW w:w="3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609E" w:rsidRDefault="0016609E" w:rsidP="0023421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Доля сотрудников, предоставляющих муниципальные услуги населению  Администрацией городского поселения прошедших инструктирование или обучение для работы с инвалидами по вопросам , связанным с обеспечением доступности для них объектов и услуг в сферах </w:t>
            </w:r>
            <w:r>
              <w:rPr>
                <w:sz w:val="24"/>
                <w:szCs w:val="24"/>
              </w:rPr>
              <w:lastRenderedPageBreak/>
              <w:t>полномочий в соответствии с законодательством Российской Федерации и законодательством Ярославской области, от общего количества сотрудников , предоставляющих услуги населению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6609E" w:rsidRDefault="0016609E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16609E" w:rsidRDefault="0016609E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16609E" w:rsidRDefault="0016609E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16609E" w:rsidRDefault="0016609E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16609E" w:rsidRDefault="0016609E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6609E" w:rsidRDefault="0016609E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077AAC" w:rsidRDefault="00077AAC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077AAC" w:rsidRDefault="00077AAC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077AAC" w:rsidRDefault="00077AAC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077AAC" w:rsidRDefault="00077AAC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6609E" w:rsidRDefault="0016609E" w:rsidP="007F7EE1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077AAC" w:rsidRDefault="00077AAC" w:rsidP="007F7EE1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077AAC" w:rsidRDefault="00077AAC" w:rsidP="007F7EE1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077AAC" w:rsidRDefault="00077AAC" w:rsidP="007F7EE1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077AAC" w:rsidRDefault="00077AAC" w:rsidP="007F7EE1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6609E" w:rsidRDefault="0016609E" w:rsidP="007F7EE1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077AAC" w:rsidRDefault="00077AAC" w:rsidP="007F7EE1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077AAC" w:rsidRDefault="00077AAC" w:rsidP="007F7EE1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077AAC" w:rsidRDefault="00077AAC" w:rsidP="007F7EE1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077AAC" w:rsidRDefault="00077AAC" w:rsidP="007F7EE1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6609E" w:rsidRDefault="0016609E" w:rsidP="007F7EE1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077AAC" w:rsidRDefault="00077AAC" w:rsidP="007F7EE1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077AAC" w:rsidRDefault="00077AAC" w:rsidP="007F7EE1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077AAC" w:rsidRDefault="00077AAC" w:rsidP="007F7EE1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077AAC" w:rsidRDefault="00077AAC" w:rsidP="007F7EE1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6609E" w:rsidRDefault="0016609E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077AAC" w:rsidRDefault="00077AAC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077AAC" w:rsidRDefault="00077AAC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077AAC" w:rsidRDefault="00077AAC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077AAC" w:rsidRDefault="00077AAC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6609E" w:rsidRDefault="0016609E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077AAC" w:rsidRDefault="00077AAC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077AAC" w:rsidRDefault="00077AAC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077AAC" w:rsidRDefault="00077AAC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077AAC" w:rsidRDefault="00077AAC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6609E" w:rsidRDefault="0016609E" w:rsidP="00AD350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077AAC" w:rsidRDefault="00077AAC" w:rsidP="00AD350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077AAC" w:rsidRDefault="00077AAC" w:rsidP="00AD350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077AAC" w:rsidRDefault="00077AAC" w:rsidP="00AD350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077AAC" w:rsidRDefault="00077AAC" w:rsidP="00AD350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6609E" w:rsidRDefault="0016609E" w:rsidP="00AD350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077AAC" w:rsidRDefault="00077AAC" w:rsidP="00AD350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077AAC" w:rsidRDefault="00077AAC" w:rsidP="00AD350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077AAC" w:rsidRDefault="00077AAC" w:rsidP="00AD350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077AAC" w:rsidRDefault="00077AAC" w:rsidP="00AD350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6609E" w:rsidRDefault="0016609E" w:rsidP="00234216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077AAC" w:rsidRDefault="00077AAC" w:rsidP="00234216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077AAC" w:rsidRDefault="00077AAC" w:rsidP="00234216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077AAC" w:rsidRDefault="00077AAC" w:rsidP="00234216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077AAC" w:rsidRDefault="00077AAC" w:rsidP="00234216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Митинского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</w:tr>
      <w:tr w:rsidR="0016609E" w:rsidRPr="00022CFC" w:rsidTr="007F7EE1">
        <w:trPr>
          <w:trHeight w:val="407"/>
        </w:trPr>
        <w:tc>
          <w:tcPr>
            <w:tcW w:w="56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16609E" w:rsidRDefault="00077AAC" w:rsidP="00510B09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6.5</w:t>
            </w:r>
          </w:p>
        </w:tc>
        <w:tc>
          <w:tcPr>
            <w:tcW w:w="1482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609E" w:rsidRDefault="00077AAC" w:rsidP="00234216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Шопшинское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</w:tr>
      <w:tr w:rsidR="00997B13" w:rsidRPr="00022CFC" w:rsidTr="0016609E">
        <w:trPr>
          <w:trHeight w:val="407"/>
        </w:trPr>
        <w:tc>
          <w:tcPr>
            <w:tcW w:w="56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997B13" w:rsidRDefault="00997B13" w:rsidP="00510B09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6.5.1</w:t>
            </w:r>
          </w:p>
        </w:tc>
        <w:tc>
          <w:tcPr>
            <w:tcW w:w="3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7B13" w:rsidRDefault="00997B13" w:rsidP="00234216">
            <w:pPr>
              <w:ind w:firstLine="0"/>
              <w:rPr>
                <w:sz w:val="24"/>
                <w:szCs w:val="24"/>
              </w:rPr>
            </w:pPr>
            <w:r w:rsidRPr="00F22AD0">
              <w:rPr>
                <w:sz w:val="24"/>
                <w:szCs w:val="24"/>
              </w:rPr>
              <w:t xml:space="preserve">Удельный вес </w:t>
            </w:r>
            <w:r>
              <w:rPr>
                <w:sz w:val="24"/>
                <w:szCs w:val="24"/>
              </w:rPr>
              <w:t>объектов муниципальной собственности</w:t>
            </w:r>
            <w:r w:rsidRPr="00F22AD0">
              <w:rPr>
                <w:sz w:val="24"/>
                <w:szCs w:val="24"/>
              </w:rPr>
              <w:t xml:space="preserve">, которые в результате проведения после </w:t>
            </w:r>
            <w:r w:rsidRPr="00F22AD0">
              <w:rPr>
                <w:sz w:val="24"/>
                <w:szCs w:val="24"/>
              </w:rPr>
              <w:br/>
              <w:t>1 июля 2016 года на них капитального ремонта, реконструкции, модернизации полностью соответствуют требованиям доступности для инвалидов объектов и услуг, от общего количества объектов, прошедших капитальный ремонт, реконструкцию, модернизацию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7B13" w:rsidRDefault="00997B13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7B13" w:rsidRDefault="00997B13" w:rsidP="007F7EE1">
            <w:pPr>
              <w:ind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    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7B13" w:rsidRDefault="00997B13" w:rsidP="007F7EE1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997B13" w:rsidRDefault="00997B13" w:rsidP="007F7EE1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</w:t>
            </w:r>
          </w:p>
          <w:p w:rsidR="00997B13" w:rsidRDefault="00997B13" w:rsidP="007F7EE1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7B13" w:rsidRDefault="00997B13" w:rsidP="007F7EE1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997B13" w:rsidRDefault="00997B13" w:rsidP="007F7EE1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33,3</w:t>
            </w:r>
          </w:p>
          <w:p w:rsidR="00997B13" w:rsidRDefault="00997B13" w:rsidP="007F7EE1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7B13" w:rsidRDefault="00997B13" w:rsidP="007F7EE1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997B13" w:rsidRDefault="00997B13" w:rsidP="007F7EE1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33,3</w:t>
            </w:r>
          </w:p>
          <w:p w:rsidR="00997B13" w:rsidRDefault="00997B13" w:rsidP="007F7EE1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7B13" w:rsidRDefault="00997B13" w:rsidP="007F7EE1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997B13" w:rsidRDefault="00997B13" w:rsidP="007F7EE1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66,7</w:t>
            </w:r>
          </w:p>
          <w:p w:rsidR="00997B13" w:rsidRDefault="00997B13" w:rsidP="007F7EE1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7B13" w:rsidRDefault="00997B13" w:rsidP="007F7EE1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997B13" w:rsidRDefault="00997B13" w:rsidP="007F7EE1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  <w:p w:rsidR="00997B13" w:rsidRDefault="00997B13" w:rsidP="007F7EE1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7B13" w:rsidRDefault="00997B13" w:rsidP="007F7EE1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997B13" w:rsidRDefault="00997B13" w:rsidP="007F7EE1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  <w:p w:rsidR="00997B13" w:rsidRDefault="00997B13" w:rsidP="007F7EE1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7B13" w:rsidRDefault="00997B13" w:rsidP="007F7EE1">
            <w:pPr>
              <w:ind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7B13" w:rsidRDefault="00997B13" w:rsidP="00997B13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Шопшинского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 xml:space="preserve"> сельского поселения</w:t>
            </w:r>
          </w:p>
          <w:p w:rsidR="00997B13" w:rsidRDefault="00997B13" w:rsidP="00997B13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( КДЦ- 3 объекта)</w:t>
            </w:r>
          </w:p>
        </w:tc>
      </w:tr>
      <w:tr w:rsidR="0016609E" w:rsidRPr="00022CFC" w:rsidTr="0016609E">
        <w:trPr>
          <w:trHeight w:val="407"/>
        </w:trPr>
        <w:tc>
          <w:tcPr>
            <w:tcW w:w="56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16609E" w:rsidRDefault="00077AAC" w:rsidP="00510B09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6.5.2</w:t>
            </w:r>
          </w:p>
        </w:tc>
        <w:tc>
          <w:tcPr>
            <w:tcW w:w="3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609E" w:rsidRDefault="00077AAC" w:rsidP="00234216">
            <w:pPr>
              <w:ind w:firstLine="0"/>
              <w:rPr>
                <w:sz w:val="24"/>
                <w:szCs w:val="24"/>
              </w:rPr>
            </w:pPr>
            <w:r w:rsidRPr="00310E54">
              <w:rPr>
                <w:sz w:val="24"/>
                <w:szCs w:val="24"/>
              </w:rPr>
              <w:t xml:space="preserve">Удельный вес существующих </w:t>
            </w:r>
            <w:r>
              <w:rPr>
                <w:sz w:val="24"/>
                <w:szCs w:val="24"/>
              </w:rPr>
              <w:t>объектов муниципальной собственности</w:t>
            </w:r>
            <w:r w:rsidRPr="00310E54">
              <w:rPr>
                <w:sz w:val="24"/>
                <w:szCs w:val="24"/>
              </w:rPr>
              <w:t>, на которых до проведения капитального ремонта или реконструкции обеспечивается доступ инвалидов к месту предоставления услуги, предоставление необходимы</w:t>
            </w:r>
            <w:r>
              <w:rPr>
                <w:sz w:val="24"/>
                <w:szCs w:val="24"/>
              </w:rPr>
              <w:t>х услуг в дистанционном режиме. П</w:t>
            </w:r>
            <w:r w:rsidRPr="00310E54">
              <w:rPr>
                <w:sz w:val="24"/>
                <w:szCs w:val="24"/>
              </w:rPr>
              <w:t xml:space="preserve">редоставление, когда это возможно, необходимых услуг по </w:t>
            </w:r>
            <w:r w:rsidRPr="00310E54">
              <w:rPr>
                <w:sz w:val="24"/>
                <w:szCs w:val="24"/>
              </w:rPr>
              <w:lastRenderedPageBreak/>
              <w:t>месту жительства инвалида,</w:t>
            </w:r>
            <w:r>
              <w:rPr>
                <w:sz w:val="24"/>
                <w:szCs w:val="24"/>
              </w:rPr>
              <w:t xml:space="preserve"> по согласованию с общественными организациями инвалидов,</w:t>
            </w:r>
            <w:r w:rsidRPr="00310E54">
              <w:rPr>
                <w:sz w:val="24"/>
                <w:szCs w:val="24"/>
              </w:rPr>
              <w:t xml:space="preserve"> от общего количества объектов, на которых в настоящее время невозможно полностью обеспечить доступность с учетом потребностей инвалидов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6609E" w:rsidRDefault="0016609E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077AAC" w:rsidRDefault="00077AAC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077AAC" w:rsidRDefault="00077AAC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077AAC" w:rsidRDefault="00077AAC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077AAC" w:rsidRDefault="00077AAC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6609E" w:rsidRDefault="0016609E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077AAC" w:rsidRDefault="00077AAC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077AAC" w:rsidRDefault="00077AAC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077AAC" w:rsidRDefault="00077AAC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DD617F" w:rsidRDefault="00DD617F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077AAC" w:rsidRDefault="00077AAC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</w:t>
            </w:r>
          </w:p>
          <w:p w:rsidR="00077AAC" w:rsidRDefault="00077AAC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6609E" w:rsidRDefault="0016609E" w:rsidP="007F7EE1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077AAC" w:rsidRDefault="00077AAC" w:rsidP="007F7EE1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077AAC" w:rsidRDefault="00077AAC" w:rsidP="007F7EE1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077AAC" w:rsidRDefault="00077AAC" w:rsidP="007F7EE1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077AAC" w:rsidRDefault="00077AAC" w:rsidP="007F7EE1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6609E" w:rsidRDefault="0016609E" w:rsidP="007F7EE1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077AAC" w:rsidRDefault="00077AAC" w:rsidP="007F7EE1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077AAC" w:rsidRDefault="00077AAC" w:rsidP="007F7EE1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077AAC" w:rsidRDefault="00077AAC" w:rsidP="007F7EE1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077AAC" w:rsidRDefault="00077AAC" w:rsidP="007F7EE1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6609E" w:rsidRDefault="0016609E" w:rsidP="007F7EE1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077AAC" w:rsidRDefault="00077AAC" w:rsidP="007F7EE1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077AAC" w:rsidRDefault="00077AAC" w:rsidP="007F7EE1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077AAC" w:rsidRDefault="00077AAC" w:rsidP="007F7EE1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077AAC" w:rsidRDefault="00DD617F" w:rsidP="007F7EE1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66,7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6609E" w:rsidRDefault="0016609E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077AAC" w:rsidRDefault="00077AAC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077AAC" w:rsidRDefault="00077AAC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077AAC" w:rsidRDefault="00077AAC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077AAC" w:rsidRDefault="00DD617F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6609E" w:rsidRDefault="0016609E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077AAC" w:rsidRDefault="00077AAC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077AAC" w:rsidRDefault="00077AAC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077AAC" w:rsidRDefault="00077AAC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077AAC" w:rsidRDefault="00DD617F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6609E" w:rsidRDefault="0016609E" w:rsidP="00AD350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077AAC" w:rsidRDefault="00077AAC" w:rsidP="00AD350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077AAC" w:rsidRDefault="00077AAC" w:rsidP="00AD350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077AAC" w:rsidRDefault="00077AAC" w:rsidP="00AD350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077AAC" w:rsidRDefault="00DD617F" w:rsidP="00AD350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6609E" w:rsidRDefault="0016609E" w:rsidP="00AD350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077AAC" w:rsidRDefault="00077AAC" w:rsidP="00AD350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077AAC" w:rsidRDefault="00077AAC" w:rsidP="00AD350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077AAC" w:rsidRDefault="00077AAC" w:rsidP="00AD350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077AAC" w:rsidRDefault="00DD617F" w:rsidP="00AD350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6609E" w:rsidRDefault="0016609E" w:rsidP="00234216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997B13" w:rsidRDefault="00997B13" w:rsidP="00234216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997B13" w:rsidRDefault="00997B13" w:rsidP="00234216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997B13" w:rsidRDefault="00997B13" w:rsidP="00234216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997B13" w:rsidRDefault="00997B13" w:rsidP="00997B13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Шопшинского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 xml:space="preserve"> сельского поселения</w:t>
            </w:r>
          </w:p>
          <w:p w:rsidR="00997B13" w:rsidRDefault="00997B13" w:rsidP="00997B13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( КДЦ- 3 объекта)</w:t>
            </w:r>
          </w:p>
        </w:tc>
      </w:tr>
      <w:tr w:rsidR="0016609E" w:rsidRPr="00022CFC" w:rsidTr="00EC4A4C">
        <w:trPr>
          <w:trHeight w:val="407"/>
        </w:trPr>
        <w:tc>
          <w:tcPr>
            <w:tcW w:w="562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609E" w:rsidRDefault="00077AAC" w:rsidP="00510B09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6.5.3</w:t>
            </w:r>
          </w:p>
        </w:tc>
        <w:tc>
          <w:tcPr>
            <w:tcW w:w="3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609E" w:rsidRDefault="00077AAC" w:rsidP="0023421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сотрудников, предоставляющих муниципальные услуги населению  Администрацией городского поселения прошедших инструктирование или обучение для работы с инвалидами по вопросам , связанным с обеспечением доступности для них объектов и услуг в сферах полномочий в соответствии с законодательством Российской Федерации и законодательством Ярославской области, от общего количества сотрудников , предоставляющих услуги населению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6609E" w:rsidRDefault="00077AAC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6609E" w:rsidRDefault="00077AAC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6609E" w:rsidRDefault="00077AAC" w:rsidP="007F7EE1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6609E" w:rsidRDefault="00077AAC" w:rsidP="007F7EE1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6609E" w:rsidRDefault="00077AAC" w:rsidP="007F7EE1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6609E" w:rsidRDefault="00077AAC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6609E" w:rsidRDefault="00077AAC" w:rsidP="00B353A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6609E" w:rsidRDefault="00077AAC" w:rsidP="00AD350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6609E" w:rsidRDefault="00077AAC" w:rsidP="00AD3500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6609E" w:rsidRDefault="00077AAC" w:rsidP="00234216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Шопшинского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</w:tr>
    </w:tbl>
    <w:p w:rsidR="00AC4421" w:rsidRDefault="00AC4421" w:rsidP="00510B09">
      <w:pPr>
        <w:widowControl w:val="0"/>
        <w:autoSpaceDE w:val="0"/>
        <w:autoSpaceDN w:val="0"/>
        <w:adjustRightInd w:val="0"/>
        <w:ind w:firstLine="0"/>
        <w:jc w:val="both"/>
      </w:pPr>
    </w:p>
    <w:p w:rsidR="00510B09" w:rsidRPr="00510B09" w:rsidRDefault="00510B09" w:rsidP="00510B09">
      <w:pPr>
        <w:widowControl w:val="0"/>
        <w:autoSpaceDE w:val="0"/>
        <w:autoSpaceDN w:val="0"/>
        <w:adjustRightInd w:val="0"/>
        <w:ind w:firstLine="0"/>
        <w:jc w:val="both"/>
      </w:pPr>
    </w:p>
    <w:p w:rsidR="001402B9" w:rsidRPr="00F975BA" w:rsidRDefault="00F975BA" w:rsidP="00F975BA">
      <w:pPr>
        <w:widowControl w:val="0"/>
        <w:autoSpaceDE w:val="0"/>
        <w:autoSpaceDN w:val="0"/>
        <w:adjustRightInd w:val="0"/>
        <w:spacing w:line="240" w:lineRule="exact"/>
        <w:ind w:firstLine="0"/>
        <w:jc w:val="center"/>
      </w:pPr>
      <w:r w:rsidRPr="00F975BA">
        <w:t>6. Перечень мероприятий</w:t>
      </w:r>
      <w:r w:rsidR="001402B9" w:rsidRPr="00F975BA">
        <w:t>,</w:t>
      </w:r>
      <w:r w:rsidRPr="00F975BA">
        <w:t xml:space="preserve"> </w:t>
      </w:r>
      <w:r w:rsidR="001402B9" w:rsidRPr="00F975BA">
        <w:t xml:space="preserve">реализуемых для достижения запланированных значений показателей </w:t>
      </w:r>
    </w:p>
    <w:p w:rsidR="001402B9" w:rsidRPr="00F975BA" w:rsidRDefault="001402B9" w:rsidP="00F975BA">
      <w:pPr>
        <w:widowControl w:val="0"/>
        <w:autoSpaceDE w:val="0"/>
        <w:autoSpaceDN w:val="0"/>
        <w:adjustRightInd w:val="0"/>
        <w:spacing w:line="240" w:lineRule="exact"/>
        <w:ind w:firstLine="0"/>
        <w:jc w:val="center"/>
      </w:pPr>
      <w:r w:rsidRPr="00F975BA">
        <w:t>доступности для инвалидов объектов и услуг</w:t>
      </w:r>
    </w:p>
    <w:p w:rsidR="00510B09" w:rsidRDefault="00510B09" w:rsidP="00510B09">
      <w:pPr>
        <w:widowControl w:val="0"/>
        <w:autoSpaceDE w:val="0"/>
        <w:autoSpaceDN w:val="0"/>
        <w:adjustRightInd w:val="0"/>
        <w:ind w:firstLine="0"/>
        <w:jc w:val="both"/>
        <w:rPr>
          <w:rFonts w:cs="Times New Roman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  <w:gridCol w:w="3119"/>
        <w:gridCol w:w="2126"/>
        <w:gridCol w:w="1701"/>
        <w:gridCol w:w="3544"/>
      </w:tblGrid>
      <w:tr w:rsidR="00863517" w:rsidRPr="00C42FFA" w:rsidTr="00A95759">
        <w:trPr>
          <w:tblHeader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3517" w:rsidRPr="00A95759" w:rsidRDefault="00863517" w:rsidP="00A9575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A95759">
              <w:rPr>
                <w:sz w:val="24"/>
                <w:szCs w:val="24"/>
              </w:rPr>
              <w:lastRenderedPageBreak/>
              <w:t>Наименование мероприятия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3517" w:rsidRPr="00A95759" w:rsidRDefault="00863517" w:rsidP="00A9575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A95759">
              <w:rPr>
                <w:sz w:val="24"/>
                <w:szCs w:val="24"/>
              </w:rPr>
              <w:t>Нормативный правовой акт, иной документ, которым предусмотрено проведение мероприятия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3517" w:rsidRPr="00A95759" w:rsidRDefault="00863517" w:rsidP="00A9575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A95759">
              <w:rPr>
                <w:sz w:val="24"/>
                <w:szCs w:val="24"/>
              </w:rPr>
              <w:t>Ответственные исполнители, соисполнители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3517" w:rsidRPr="00A95759" w:rsidRDefault="00863517" w:rsidP="00A9575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A95759">
              <w:rPr>
                <w:sz w:val="24"/>
                <w:szCs w:val="24"/>
              </w:rPr>
              <w:t>Срок реализации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3517" w:rsidRPr="00A95759" w:rsidRDefault="00863517" w:rsidP="00A9575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A95759">
              <w:rPr>
                <w:sz w:val="24"/>
                <w:szCs w:val="24"/>
              </w:rPr>
              <w:t>Планируемые результаты влияния мероприятия на повышение значения показателя доступности для инвалидов объектов и услуг</w:t>
            </w:r>
          </w:p>
        </w:tc>
      </w:tr>
    </w:tbl>
    <w:p w:rsidR="00A95759" w:rsidRPr="00A95759" w:rsidRDefault="00A95759">
      <w:pPr>
        <w:rPr>
          <w:sz w:val="8"/>
          <w:szCs w:val="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  <w:gridCol w:w="3119"/>
        <w:gridCol w:w="2126"/>
        <w:gridCol w:w="1701"/>
        <w:gridCol w:w="3544"/>
      </w:tblGrid>
      <w:tr w:rsidR="00863517" w:rsidRPr="00564C50" w:rsidTr="00A95759">
        <w:trPr>
          <w:trHeight w:val="101"/>
          <w:tblHeader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3517" w:rsidRPr="00A95759" w:rsidRDefault="00863517" w:rsidP="0086351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A95759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3517" w:rsidRPr="00A95759" w:rsidRDefault="00863517" w:rsidP="0086351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A95759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3517" w:rsidRPr="00A95759" w:rsidRDefault="00863517" w:rsidP="0086351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A95759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3517" w:rsidRPr="00A95759" w:rsidRDefault="00863517" w:rsidP="0086351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A95759">
              <w:rPr>
                <w:sz w:val="24"/>
                <w:szCs w:val="24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3517" w:rsidRPr="00A95759" w:rsidRDefault="00863517" w:rsidP="0086351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A95759">
              <w:rPr>
                <w:sz w:val="24"/>
                <w:szCs w:val="24"/>
              </w:rPr>
              <w:t>5</w:t>
            </w:r>
          </w:p>
        </w:tc>
      </w:tr>
      <w:tr w:rsidR="00183F72" w:rsidRPr="00564C50" w:rsidTr="00183F72">
        <w:trPr>
          <w:trHeight w:val="101"/>
        </w:trPr>
        <w:tc>
          <w:tcPr>
            <w:tcW w:w="146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3F72" w:rsidRPr="00183F72" w:rsidRDefault="00183F72" w:rsidP="0086351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183F72">
              <w:rPr>
                <w:b/>
                <w:iCs/>
                <w:sz w:val="24"/>
                <w:szCs w:val="24"/>
              </w:rPr>
              <w:t>Раздел 1.  Совершенствование нормативной правовой базы</w:t>
            </w:r>
          </w:p>
        </w:tc>
      </w:tr>
      <w:tr w:rsidR="00183F72" w:rsidRPr="00564C50" w:rsidTr="00183F72">
        <w:trPr>
          <w:trHeight w:val="101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3F72" w:rsidRPr="00183F72" w:rsidRDefault="00183F72" w:rsidP="00F02FC2">
            <w:pPr>
              <w:pStyle w:val="a7"/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ind w:left="0" w:firstLine="0"/>
              <w:rPr>
                <w:sz w:val="24"/>
                <w:szCs w:val="24"/>
              </w:rPr>
            </w:pPr>
            <w:r w:rsidRPr="00183F72">
              <w:rPr>
                <w:iCs/>
                <w:sz w:val="24"/>
                <w:szCs w:val="24"/>
              </w:rPr>
              <w:t xml:space="preserve">Включение в административные регламенты предоставления </w:t>
            </w:r>
            <w:r w:rsidR="00F02FC2">
              <w:rPr>
                <w:iCs/>
                <w:sz w:val="24"/>
                <w:szCs w:val="24"/>
              </w:rPr>
              <w:t>муниципальных</w:t>
            </w:r>
            <w:r w:rsidRPr="00183F72">
              <w:rPr>
                <w:iCs/>
                <w:sz w:val="24"/>
                <w:szCs w:val="24"/>
              </w:rPr>
              <w:t xml:space="preserve"> услуг требований к обеспечению условий доступности для инвалидов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3F72" w:rsidRPr="00166F74" w:rsidRDefault="00166F74" w:rsidP="00166F7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166F74">
              <w:rPr>
                <w:iCs/>
                <w:sz w:val="24"/>
                <w:szCs w:val="24"/>
              </w:rPr>
              <w:t>Федеральный закон от 01.12.2014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3F72" w:rsidRPr="00A95759" w:rsidRDefault="00F02FC2" w:rsidP="00166F7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Структурные подразделения Администрации района и администрации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6F74" w:rsidRPr="00166F74" w:rsidRDefault="00166F74" w:rsidP="00166F7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iCs/>
                <w:sz w:val="24"/>
                <w:szCs w:val="24"/>
              </w:rPr>
            </w:pPr>
            <w:r w:rsidRPr="00166F74">
              <w:rPr>
                <w:iCs/>
                <w:sz w:val="24"/>
                <w:szCs w:val="24"/>
              </w:rPr>
              <w:t>до</w:t>
            </w:r>
          </w:p>
          <w:p w:rsidR="00183F72" w:rsidRPr="00A95759" w:rsidRDefault="00166F74" w:rsidP="00166F7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166F74">
              <w:rPr>
                <w:iCs/>
                <w:sz w:val="24"/>
                <w:szCs w:val="24"/>
              </w:rPr>
              <w:t>01.07.2016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3F72" w:rsidRPr="00166F74" w:rsidRDefault="00F02FC2" w:rsidP="00F02FC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Повышение качества предоставляемых муниципальных услуг инвалидам</w:t>
            </w:r>
            <w:r w:rsidR="00166F74" w:rsidRPr="00166F74">
              <w:rPr>
                <w:iCs/>
                <w:sz w:val="24"/>
                <w:szCs w:val="24"/>
              </w:rPr>
              <w:t xml:space="preserve"> </w:t>
            </w:r>
          </w:p>
        </w:tc>
      </w:tr>
      <w:tr w:rsidR="00620B0F" w:rsidRPr="00564C50" w:rsidTr="00183F72">
        <w:trPr>
          <w:trHeight w:val="101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0B0F" w:rsidRPr="00620B0F" w:rsidRDefault="00620B0F" w:rsidP="00CC0D2A">
            <w:pPr>
              <w:pStyle w:val="a7"/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iCs/>
                <w:sz w:val="24"/>
                <w:szCs w:val="24"/>
              </w:rPr>
            </w:pPr>
            <w:r w:rsidRPr="00620B0F">
              <w:rPr>
                <w:iCs/>
                <w:sz w:val="24"/>
                <w:szCs w:val="24"/>
              </w:rPr>
              <w:t xml:space="preserve">Принятие распорядительных актов </w:t>
            </w:r>
            <w:r w:rsidR="00F02FC2">
              <w:rPr>
                <w:iCs/>
                <w:sz w:val="24"/>
                <w:szCs w:val="24"/>
              </w:rPr>
              <w:t>учреждений</w:t>
            </w:r>
            <w:r w:rsidR="00CC0D2A">
              <w:rPr>
                <w:iCs/>
                <w:sz w:val="24"/>
                <w:szCs w:val="24"/>
              </w:rPr>
              <w:t xml:space="preserve"> и </w:t>
            </w:r>
            <w:r w:rsidRPr="00620B0F">
              <w:rPr>
                <w:iCs/>
                <w:sz w:val="24"/>
                <w:szCs w:val="24"/>
              </w:rPr>
              <w:t xml:space="preserve">организаций </w:t>
            </w:r>
            <w:r w:rsidR="00CC0D2A">
              <w:rPr>
                <w:iCs/>
                <w:sz w:val="24"/>
                <w:szCs w:val="24"/>
              </w:rPr>
              <w:t>района</w:t>
            </w:r>
            <w:r w:rsidRPr="00620B0F">
              <w:rPr>
                <w:iCs/>
                <w:sz w:val="24"/>
                <w:szCs w:val="24"/>
              </w:rPr>
              <w:t>, в соответствие с которыми на работников возложены обязанности оказания инвалидам помощи при предоставлении им услуг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0B0F" w:rsidRPr="00166F74" w:rsidRDefault="00620B0F" w:rsidP="00166F7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iCs/>
                <w:sz w:val="24"/>
                <w:szCs w:val="24"/>
              </w:rPr>
            </w:pPr>
            <w:r w:rsidRPr="00166F74">
              <w:rPr>
                <w:iCs/>
                <w:sz w:val="24"/>
                <w:szCs w:val="24"/>
              </w:rPr>
              <w:t>Федеральный закон от 01.12.2014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0B0F" w:rsidRDefault="00CC0D2A" w:rsidP="00620B0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Администрация района и администрации поселений </w:t>
            </w:r>
            <w:r w:rsidR="00620B0F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620B0F" w:rsidRDefault="00620B0F" w:rsidP="00620B0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0B0F" w:rsidRDefault="00620B0F" w:rsidP="00166F7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 – 2020 годы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0B0F" w:rsidRPr="00620B0F" w:rsidRDefault="00620B0F" w:rsidP="00620B0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620B0F">
              <w:rPr>
                <w:iCs/>
                <w:sz w:val="24"/>
                <w:szCs w:val="24"/>
              </w:rPr>
              <w:t>о</w:t>
            </w:r>
            <w:r w:rsidR="000C79EF">
              <w:rPr>
                <w:iCs/>
                <w:sz w:val="24"/>
                <w:szCs w:val="24"/>
              </w:rPr>
              <w:t>беспечено выполнение требований</w:t>
            </w:r>
            <w:r w:rsidRPr="00620B0F">
              <w:rPr>
                <w:iCs/>
                <w:sz w:val="24"/>
                <w:szCs w:val="24"/>
              </w:rPr>
              <w:t xml:space="preserve"> законодательства Российской Федерации по обеспечению сопровождения инвалидов, имеющих стойкие расстройства функции зрения и самостоятельного передвижения, и оказания работниками организаций, предоставляющих услуги населению, помощи инвалидам в преодолении барьеров, мешающих получению ими услуг наравне с другими лицами</w:t>
            </w:r>
          </w:p>
        </w:tc>
      </w:tr>
      <w:tr w:rsidR="00863517" w:rsidRPr="00C42FFA" w:rsidTr="00183F72">
        <w:tc>
          <w:tcPr>
            <w:tcW w:w="146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3517" w:rsidRPr="00863517" w:rsidRDefault="00863517" w:rsidP="0001178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/>
                <w:sz w:val="24"/>
                <w:szCs w:val="24"/>
              </w:rPr>
            </w:pPr>
            <w:r w:rsidRPr="00863517">
              <w:rPr>
                <w:b/>
                <w:sz w:val="24"/>
                <w:szCs w:val="24"/>
              </w:rPr>
              <w:lastRenderedPageBreak/>
              <w:t xml:space="preserve">Раздел </w:t>
            </w:r>
            <w:r w:rsidR="00183F72">
              <w:rPr>
                <w:b/>
                <w:sz w:val="24"/>
                <w:szCs w:val="24"/>
              </w:rPr>
              <w:t>2</w:t>
            </w:r>
            <w:r w:rsidRPr="00863517">
              <w:rPr>
                <w:b/>
                <w:sz w:val="24"/>
                <w:szCs w:val="24"/>
              </w:rPr>
              <w:t>. Мероприятия по поэтапному повышению значений показателей доступности для ин</w:t>
            </w:r>
            <w:r w:rsidR="0001178B">
              <w:rPr>
                <w:b/>
                <w:sz w:val="24"/>
                <w:szCs w:val="24"/>
              </w:rPr>
              <w:t>валидов объектов инфраструктуры,</w:t>
            </w:r>
            <w:r w:rsidRPr="00863517">
              <w:rPr>
                <w:b/>
                <w:sz w:val="24"/>
                <w:szCs w:val="24"/>
              </w:rPr>
              <w:t xml:space="preserve"> включая оборудование объектов необходимыми приспособлениями</w:t>
            </w:r>
          </w:p>
        </w:tc>
      </w:tr>
      <w:tr w:rsidR="00863517" w:rsidRPr="00C42FFA" w:rsidTr="00183F72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3517" w:rsidRPr="00863517" w:rsidRDefault="00183F72" w:rsidP="00A95759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63517" w:rsidRPr="00863517">
              <w:rPr>
                <w:sz w:val="24"/>
                <w:szCs w:val="24"/>
              </w:rPr>
              <w:t xml:space="preserve">.1. Организация и проведение паспортизации и классификации объектов социальной инфраструктуры и услуг для определения уровня доступности и необходимой адаптации для инвалидов и других маломобильных групп населения  (далее – МГН)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3517" w:rsidRDefault="00863517" w:rsidP="007469D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863517">
              <w:rPr>
                <w:sz w:val="24"/>
                <w:szCs w:val="24"/>
              </w:rPr>
              <w:t xml:space="preserve">приказ Министерства труда и социальной защиты Российской Федерации от 25.12.2012 № 627 </w:t>
            </w:r>
            <w:r w:rsidR="00A95759">
              <w:rPr>
                <w:sz w:val="24"/>
                <w:szCs w:val="24"/>
              </w:rPr>
              <w:t>«</w:t>
            </w:r>
            <w:r w:rsidRPr="00863517">
              <w:rPr>
                <w:sz w:val="24"/>
                <w:szCs w:val="24"/>
              </w:rPr>
              <w:t>Об утверждении методики, позволяющей объективизировать и систематизировать доступность объектов и услуг в приоритетных сферах жизнедеятельности для инвалидов и других МГН, с возможностью учета региональной специфики</w:t>
            </w:r>
            <w:r w:rsidR="00A95759">
              <w:rPr>
                <w:sz w:val="24"/>
                <w:szCs w:val="24"/>
              </w:rPr>
              <w:t>»;</w:t>
            </w:r>
          </w:p>
          <w:p w:rsidR="00A95759" w:rsidRPr="00A95759" w:rsidRDefault="00A95759" w:rsidP="007469DF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sz w:val="24"/>
                <w:szCs w:val="24"/>
              </w:rPr>
            </w:pPr>
            <w:r>
              <w:rPr>
                <w:rFonts w:eastAsiaTheme="minorHAnsi" w:cs="Times New Roman"/>
                <w:sz w:val="24"/>
                <w:szCs w:val="24"/>
              </w:rPr>
              <w:t>п</w:t>
            </w:r>
            <w:r w:rsidRPr="00A95759">
              <w:rPr>
                <w:rFonts w:eastAsiaTheme="minorHAnsi" w:cs="Times New Roman"/>
                <w:sz w:val="24"/>
                <w:szCs w:val="24"/>
              </w:rPr>
              <w:t xml:space="preserve">остановление Правительства ЯО от 27.01.2012 </w:t>
            </w:r>
            <w:r>
              <w:rPr>
                <w:rFonts w:eastAsiaTheme="minorHAnsi" w:cs="Times New Roman"/>
                <w:sz w:val="24"/>
                <w:szCs w:val="24"/>
              </w:rPr>
              <w:t>№</w:t>
            </w:r>
            <w:r w:rsidRPr="00A95759">
              <w:rPr>
                <w:rFonts w:eastAsiaTheme="minorHAnsi" w:cs="Times New Roman"/>
                <w:sz w:val="24"/>
                <w:szCs w:val="24"/>
              </w:rPr>
              <w:t xml:space="preserve"> 22-п</w:t>
            </w:r>
            <w:r>
              <w:rPr>
                <w:rFonts w:eastAsiaTheme="minorHAnsi" w:cs="Times New Roman"/>
                <w:sz w:val="24"/>
                <w:szCs w:val="24"/>
              </w:rPr>
              <w:t xml:space="preserve"> «</w:t>
            </w:r>
            <w:r w:rsidRPr="00A95759">
              <w:rPr>
                <w:rFonts w:eastAsiaTheme="minorHAnsi" w:cs="Times New Roman"/>
                <w:sz w:val="24"/>
                <w:szCs w:val="24"/>
              </w:rPr>
              <w:t>О паспортизации объектов социальной инфраструктуры в соответствии с требованиями строительных норм и правил по обеспечению их доступности для инвалидов и други</w:t>
            </w:r>
            <w:r>
              <w:rPr>
                <w:rFonts w:eastAsiaTheme="minorHAnsi" w:cs="Times New Roman"/>
                <w:sz w:val="24"/>
                <w:szCs w:val="24"/>
              </w:rPr>
              <w:t>х маломобильных групп населения»</w:t>
            </w:r>
          </w:p>
          <w:p w:rsidR="00A95759" w:rsidRPr="00863517" w:rsidRDefault="00A95759" w:rsidP="007469D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3517" w:rsidRPr="00863517" w:rsidRDefault="00265C0E" w:rsidP="007469D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УСЗНиТ</w:t>
            </w:r>
            <w:proofErr w:type="spellEnd"/>
            <w:r>
              <w:rPr>
                <w:sz w:val="24"/>
                <w:szCs w:val="24"/>
              </w:rPr>
              <w:t xml:space="preserve">, УО, </w:t>
            </w:r>
            <w:r w:rsidRPr="00310E54">
              <w:rPr>
                <w:sz w:val="24"/>
                <w:szCs w:val="24"/>
                <w:lang w:eastAsia="ru-RU"/>
              </w:rPr>
              <w:t>УКТС и МП</w:t>
            </w:r>
            <w:r w:rsidR="00FB46FC">
              <w:rPr>
                <w:sz w:val="24"/>
                <w:szCs w:val="24"/>
                <w:lang w:eastAsia="ru-RU"/>
              </w:rPr>
              <w:t>, ВОИ, ВОС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3517" w:rsidRDefault="00863517" w:rsidP="007469D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863517">
              <w:rPr>
                <w:sz w:val="24"/>
                <w:szCs w:val="24"/>
              </w:rPr>
              <w:t xml:space="preserve">2016 </w:t>
            </w:r>
            <w:r w:rsidR="007469DF">
              <w:rPr>
                <w:sz w:val="24"/>
                <w:szCs w:val="24"/>
              </w:rPr>
              <w:t>год,</w:t>
            </w:r>
          </w:p>
          <w:p w:rsidR="007469DF" w:rsidRPr="00863517" w:rsidRDefault="007469DF" w:rsidP="007469D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далее ежегодно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3517" w:rsidRPr="00863517" w:rsidRDefault="000C79EF" w:rsidP="00183F7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актуализирована информация</w:t>
            </w:r>
            <w:r w:rsidR="00863517" w:rsidRPr="00863517">
              <w:rPr>
                <w:sz w:val="24"/>
                <w:szCs w:val="24"/>
              </w:rPr>
              <w:t xml:space="preserve"> о доступности </w:t>
            </w:r>
            <w:r w:rsidR="007469DF">
              <w:rPr>
                <w:sz w:val="24"/>
                <w:szCs w:val="24"/>
              </w:rPr>
              <w:t xml:space="preserve">всех </w:t>
            </w:r>
            <w:r w:rsidR="00863517" w:rsidRPr="00863517">
              <w:rPr>
                <w:sz w:val="24"/>
                <w:szCs w:val="24"/>
              </w:rPr>
              <w:t>объектов социальной инфраструктуры и услуг в приоритетных сферах жизнедеятельности инвалидов и других МГН</w:t>
            </w:r>
          </w:p>
        </w:tc>
      </w:tr>
      <w:tr w:rsidR="007469DF" w:rsidRPr="00C42FFA" w:rsidTr="00183F72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6928" w:rsidRDefault="00183F72" w:rsidP="00265C0E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469DF" w:rsidRPr="007469DF">
              <w:rPr>
                <w:sz w:val="24"/>
                <w:szCs w:val="24"/>
              </w:rPr>
              <w:t xml:space="preserve">.2. </w:t>
            </w:r>
            <w:r w:rsidR="00FB46FC">
              <w:rPr>
                <w:sz w:val="24"/>
                <w:szCs w:val="24"/>
              </w:rPr>
              <w:t xml:space="preserve">Обеспечение доступа инвалидов в </w:t>
            </w:r>
            <w:r w:rsidR="00FB46FC">
              <w:rPr>
                <w:sz w:val="24"/>
                <w:szCs w:val="24"/>
              </w:rPr>
              <w:lastRenderedPageBreak/>
              <w:t>административные здания</w:t>
            </w:r>
            <w:r w:rsidR="003D72A9">
              <w:rPr>
                <w:sz w:val="24"/>
                <w:szCs w:val="24"/>
              </w:rPr>
              <w:t xml:space="preserve"> муниципальной собственности района</w:t>
            </w:r>
            <w:r w:rsidR="00586928">
              <w:rPr>
                <w:sz w:val="24"/>
                <w:szCs w:val="24"/>
              </w:rPr>
              <w:t>:</w:t>
            </w:r>
          </w:p>
          <w:p w:rsidR="00FB46FC" w:rsidRPr="007469DF" w:rsidRDefault="00586928" w:rsidP="00586928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(оборудование парковочного места для стоянки транспорта инвалидов, оборудование пандуса входной группы, установка кнопки вызова персонала, оснащение тактильными плитками, указателями, установка информационных табло для слабослышащих и слабовидящих)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69DF" w:rsidRDefault="00FB46FC" w:rsidP="007469D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rFonts w:eastAsiaTheme="minorHAnsi" w:cs="Times New Roman"/>
                <w:sz w:val="24"/>
                <w:szCs w:val="24"/>
              </w:rPr>
              <w:lastRenderedPageBreak/>
              <w:t xml:space="preserve">Муниципальная программа </w:t>
            </w:r>
            <w:r>
              <w:rPr>
                <w:rFonts w:eastAsiaTheme="minorHAnsi" w:cs="Times New Roman"/>
                <w:sz w:val="24"/>
                <w:szCs w:val="24"/>
              </w:rPr>
              <w:lastRenderedPageBreak/>
              <w:t>«Доступная среда» на 2016-2020 годы</w:t>
            </w:r>
          </w:p>
          <w:p w:rsidR="007469DF" w:rsidRDefault="007469DF" w:rsidP="007469DF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sz w:val="24"/>
                <w:szCs w:val="24"/>
              </w:rPr>
            </w:pPr>
          </w:p>
          <w:p w:rsidR="00183F72" w:rsidRDefault="00183F72" w:rsidP="00183F72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sz w:val="24"/>
                <w:szCs w:val="24"/>
              </w:rPr>
            </w:pPr>
          </w:p>
          <w:p w:rsidR="00183F72" w:rsidRPr="00183F72" w:rsidRDefault="00183F72" w:rsidP="00183F72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sz w:val="24"/>
                <w:szCs w:val="24"/>
              </w:rPr>
            </w:pPr>
          </w:p>
          <w:p w:rsidR="00183F72" w:rsidRPr="00183F72" w:rsidRDefault="00183F72" w:rsidP="00183F72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sz w:val="24"/>
                <w:szCs w:val="24"/>
              </w:rPr>
            </w:pPr>
          </w:p>
          <w:p w:rsidR="007469DF" w:rsidRDefault="007469DF" w:rsidP="007469D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  <w:p w:rsidR="00183F72" w:rsidRDefault="00183F72" w:rsidP="007469D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  <w:p w:rsidR="00183F72" w:rsidRPr="00863517" w:rsidRDefault="00183F72" w:rsidP="00183F7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863517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69DF" w:rsidRDefault="003D72A9" w:rsidP="007469DF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 xml:space="preserve">Администрация </w:t>
            </w: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69DF" w:rsidRPr="00863517" w:rsidRDefault="007469DF" w:rsidP="007469D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2016 – 2020 </w:t>
            </w:r>
            <w:r>
              <w:rPr>
                <w:sz w:val="24"/>
                <w:szCs w:val="24"/>
              </w:rPr>
              <w:lastRenderedPageBreak/>
              <w:t>годы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69DF" w:rsidRPr="00183F72" w:rsidRDefault="003D72A9" w:rsidP="00ED5AE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lastRenderedPageBreak/>
              <w:t>О</w:t>
            </w:r>
            <w:r w:rsidR="000C79EF">
              <w:rPr>
                <w:iCs/>
                <w:sz w:val="24"/>
                <w:szCs w:val="24"/>
              </w:rPr>
              <w:t>беспечен</w:t>
            </w:r>
            <w:r w:rsidR="00ED5AEF">
              <w:rPr>
                <w:iCs/>
                <w:sz w:val="24"/>
                <w:szCs w:val="24"/>
              </w:rPr>
              <w:t>а</w:t>
            </w:r>
            <w:r>
              <w:rPr>
                <w:iCs/>
                <w:sz w:val="24"/>
                <w:szCs w:val="24"/>
              </w:rPr>
              <w:t xml:space="preserve"> </w:t>
            </w:r>
            <w:r w:rsidR="00183F72" w:rsidRPr="00183F72">
              <w:rPr>
                <w:iCs/>
                <w:sz w:val="24"/>
                <w:szCs w:val="24"/>
              </w:rPr>
              <w:t xml:space="preserve"> доступ</w:t>
            </w:r>
            <w:r>
              <w:rPr>
                <w:iCs/>
                <w:sz w:val="24"/>
                <w:szCs w:val="24"/>
              </w:rPr>
              <w:t>ност</w:t>
            </w:r>
            <w:r w:rsidR="00ED5AEF">
              <w:rPr>
                <w:iCs/>
                <w:sz w:val="24"/>
                <w:szCs w:val="24"/>
              </w:rPr>
              <w:t>ь</w:t>
            </w:r>
            <w:r w:rsidR="00183F72" w:rsidRPr="00183F72">
              <w:rPr>
                <w:iCs/>
                <w:sz w:val="24"/>
                <w:szCs w:val="24"/>
              </w:rPr>
              <w:t xml:space="preserve"> </w:t>
            </w:r>
            <w:r>
              <w:rPr>
                <w:iCs/>
                <w:sz w:val="24"/>
                <w:szCs w:val="24"/>
              </w:rPr>
              <w:lastRenderedPageBreak/>
              <w:t>административных зданий</w:t>
            </w:r>
          </w:p>
        </w:tc>
      </w:tr>
      <w:tr w:rsidR="00620B0F" w:rsidRPr="00C42FFA" w:rsidTr="00183F72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2A9" w:rsidRDefault="00DF3002" w:rsidP="003D72A9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2.3. </w:t>
            </w:r>
            <w:r w:rsidR="003D72A9">
              <w:rPr>
                <w:sz w:val="24"/>
                <w:szCs w:val="24"/>
              </w:rPr>
              <w:t>Обеспечение доступности объектов культуры:</w:t>
            </w:r>
            <w:r w:rsidR="003D72A9" w:rsidRPr="005D32EE">
              <w:rPr>
                <w:sz w:val="24"/>
                <w:szCs w:val="24"/>
              </w:rPr>
              <w:t xml:space="preserve"> </w:t>
            </w:r>
          </w:p>
          <w:p w:rsidR="003D72A9" w:rsidRDefault="003D72A9" w:rsidP="003D72A9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5D32EE">
              <w:rPr>
                <w:sz w:val="24"/>
                <w:szCs w:val="24"/>
              </w:rPr>
              <w:t>МБУ «Центр народного творчества»</w:t>
            </w:r>
          </w:p>
          <w:p w:rsidR="00620B0F" w:rsidRDefault="003D72A9" w:rsidP="003D72A9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-МОБУ ДОД ДШИ</w:t>
            </w:r>
          </w:p>
          <w:p w:rsidR="003D72A9" w:rsidRDefault="003D72A9" w:rsidP="003D72A9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МУ «Молодежный центр»</w:t>
            </w:r>
          </w:p>
          <w:p w:rsidR="003D72A9" w:rsidRDefault="00ED5AEF" w:rsidP="007E517D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(оборудование парковочного места для стоянки транспорта инвалидов, оборудование пандуса входной группы, установка кнопки вызова персонала, оснащение тактильными плитками, указателями, установка информационных табло для слабослышащих и слабовидящих)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2A9" w:rsidRDefault="003D72A9" w:rsidP="003D72A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rFonts w:eastAsiaTheme="minorHAnsi" w:cs="Times New Roman"/>
                <w:sz w:val="24"/>
                <w:szCs w:val="24"/>
              </w:rPr>
              <w:t>Муниципальная программа «Доступная среда» на 2016-2020 годы</w:t>
            </w:r>
          </w:p>
          <w:p w:rsidR="003D72A9" w:rsidRDefault="003D72A9" w:rsidP="003D72A9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sz w:val="24"/>
                <w:szCs w:val="24"/>
              </w:rPr>
            </w:pPr>
          </w:p>
          <w:p w:rsidR="00620B0F" w:rsidRDefault="00620B0F" w:rsidP="003D72A9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0B0F" w:rsidRPr="00183F72" w:rsidRDefault="003D72A9" w:rsidP="003D72A9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УКТС</w:t>
            </w:r>
            <w:r w:rsidR="007E517D">
              <w:rPr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>и</w:t>
            </w:r>
            <w:r w:rsidR="007E517D">
              <w:rPr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>МП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0B0F" w:rsidRDefault="00DF3002" w:rsidP="003D72A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 – 20</w:t>
            </w:r>
            <w:r w:rsidR="003D72A9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0B0F" w:rsidRPr="00DF3002" w:rsidRDefault="00ED5AEF" w:rsidP="00183F7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Обеспечена доступность объектов культуры</w:t>
            </w:r>
          </w:p>
        </w:tc>
      </w:tr>
      <w:tr w:rsidR="000C79EF" w:rsidRPr="00C42FFA" w:rsidTr="00183F72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79EF" w:rsidRDefault="000C79EF" w:rsidP="00ED5AEF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2.4. </w:t>
            </w:r>
            <w:r w:rsidR="00ED5AEF">
              <w:rPr>
                <w:sz w:val="24"/>
                <w:szCs w:val="24"/>
              </w:rPr>
              <w:t>Обеспечение доступности  образовательных учреждений :</w:t>
            </w:r>
          </w:p>
          <w:p w:rsidR="00ED5AEF" w:rsidRDefault="00ED5AEF" w:rsidP="00ED5AEF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-приспособление входных групп</w:t>
            </w:r>
          </w:p>
          <w:p w:rsidR="00ED5AEF" w:rsidRDefault="00ED5AEF" w:rsidP="00ED5AEF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путей движения внутри зданий</w:t>
            </w:r>
          </w:p>
          <w:p w:rsidR="00ED5AEF" w:rsidRDefault="00ED5AEF" w:rsidP="00ED5AEF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санитарно-гигиенических помещений </w:t>
            </w:r>
          </w:p>
          <w:p w:rsidR="00ED5AEF" w:rsidRDefault="00ED5AEF" w:rsidP="00ED5AEF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- </w:t>
            </w:r>
            <w:r w:rsidR="00586928">
              <w:rPr>
                <w:sz w:val="24"/>
                <w:szCs w:val="24"/>
              </w:rPr>
              <w:t>приобретение санитарно-гигиенического оборудования</w:t>
            </w:r>
          </w:p>
          <w:p w:rsidR="00586928" w:rsidRDefault="00586928" w:rsidP="00ED5AEF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-оборудование зданий информационными средствами-тактильными и речевыми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6928" w:rsidRDefault="00586928" w:rsidP="0058692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rFonts w:eastAsiaTheme="minorHAnsi" w:cs="Times New Roman"/>
                <w:sz w:val="24"/>
                <w:szCs w:val="24"/>
              </w:rPr>
              <w:lastRenderedPageBreak/>
              <w:t>Муниципальная программа «Доступная среда» на 2016-2020 годы</w:t>
            </w:r>
          </w:p>
          <w:p w:rsidR="000C79EF" w:rsidRDefault="000C79EF" w:rsidP="005F24A9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79EF" w:rsidRPr="00183F72" w:rsidRDefault="00586928" w:rsidP="005F24A9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79EF" w:rsidRDefault="000C79EF" w:rsidP="007E517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 – 20</w:t>
            </w:r>
            <w:r w:rsidR="007E517D">
              <w:rPr>
                <w:sz w:val="24"/>
                <w:szCs w:val="24"/>
              </w:rPr>
              <w:t>3</w:t>
            </w:r>
            <w:r w:rsidR="00586928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79EF" w:rsidRPr="000C79EF" w:rsidRDefault="00586928" w:rsidP="005F24A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Обеспечена доступность образовательных учреждений</w:t>
            </w:r>
          </w:p>
        </w:tc>
      </w:tr>
      <w:tr w:rsidR="000C79EF" w:rsidRPr="00C42FFA" w:rsidTr="00183F72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4A9" w:rsidRDefault="002C717B" w:rsidP="005F24A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2.5. </w:t>
            </w:r>
            <w:r w:rsidR="00586928">
              <w:rPr>
                <w:sz w:val="24"/>
                <w:szCs w:val="24"/>
              </w:rPr>
              <w:t>Обеспечение доступности объектов социальной защиты:</w:t>
            </w:r>
          </w:p>
          <w:p w:rsidR="00586928" w:rsidRPr="005F24A9" w:rsidRDefault="00586928" w:rsidP="005F24A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 КЦСОН «Ветеран»</w:t>
            </w:r>
          </w:p>
          <w:p w:rsidR="000C79EF" w:rsidRDefault="000C79EF" w:rsidP="005F24A9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79EF" w:rsidRPr="005F24A9" w:rsidRDefault="00706E66" w:rsidP="00706E6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sz w:val="24"/>
                <w:szCs w:val="24"/>
              </w:rPr>
            </w:pPr>
            <w:r w:rsidRPr="008A5B43">
              <w:rPr>
                <w:iCs/>
                <w:sz w:val="24"/>
                <w:szCs w:val="24"/>
              </w:rPr>
              <w:t>Федеральный закон от 01.12.2014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6928" w:rsidRPr="005F24A9" w:rsidRDefault="00586928" w:rsidP="00586928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 КЦСОН «Ветеран»</w:t>
            </w:r>
          </w:p>
          <w:p w:rsidR="000C79EF" w:rsidRDefault="000C79EF" w:rsidP="005F24A9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79EF" w:rsidRDefault="005F24A9" w:rsidP="007E517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 – 20</w:t>
            </w:r>
            <w:r w:rsidR="007E517D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0 годы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4A9" w:rsidRPr="005F24A9" w:rsidRDefault="00586928" w:rsidP="005F24A9">
            <w:pPr>
              <w:shd w:val="clear" w:color="auto" w:fill="FFFFFF"/>
              <w:tabs>
                <w:tab w:val="left" w:pos="2746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Обеспечена доступность </w:t>
            </w:r>
            <w:r w:rsidR="001C79FF">
              <w:rPr>
                <w:color w:val="000000"/>
                <w:sz w:val="24"/>
                <w:szCs w:val="24"/>
              </w:rPr>
              <w:t>объекта для всех категорий инвалидов</w:t>
            </w:r>
          </w:p>
          <w:p w:rsidR="000C79EF" w:rsidRPr="000C79EF" w:rsidRDefault="000C79EF" w:rsidP="005F24A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iCs/>
                <w:sz w:val="24"/>
                <w:szCs w:val="24"/>
              </w:rPr>
            </w:pPr>
          </w:p>
        </w:tc>
      </w:tr>
      <w:tr w:rsidR="005F24A9" w:rsidRPr="00C42FFA" w:rsidTr="00183F72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4A9" w:rsidRDefault="005F24A9" w:rsidP="005F24A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2.6. </w:t>
            </w:r>
            <w:r w:rsidRPr="005F24A9">
              <w:rPr>
                <w:sz w:val="24"/>
                <w:szCs w:val="24"/>
              </w:rPr>
              <w:t xml:space="preserve">Содействие доступности объектов </w:t>
            </w:r>
            <w:r>
              <w:rPr>
                <w:sz w:val="24"/>
                <w:szCs w:val="24"/>
              </w:rPr>
              <w:t xml:space="preserve">туризма </w:t>
            </w:r>
            <w:r w:rsidRPr="005F24A9">
              <w:rPr>
                <w:sz w:val="24"/>
                <w:szCs w:val="24"/>
              </w:rPr>
              <w:t>для инвалидов и других МГН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4A9" w:rsidRPr="005F24A9" w:rsidRDefault="00706E66" w:rsidP="00706E66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8A5B43">
              <w:rPr>
                <w:iCs/>
                <w:sz w:val="24"/>
                <w:szCs w:val="24"/>
              </w:rPr>
              <w:t>Федеральный закон от 01.12.2014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4A9" w:rsidRDefault="00586928" w:rsidP="00ED300C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4A9" w:rsidRDefault="005F24A9" w:rsidP="00ED300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2016 – 2030 годы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4A9" w:rsidRPr="005F24A9" w:rsidRDefault="00586928" w:rsidP="00ED300C">
            <w:pPr>
              <w:shd w:val="clear" w:color="auto" w:fill="FFFFFF"/>
              <w:tabs>
                <w:tab w:val="left" w:pos="2746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Обеспечена доступность объектов</w:t>
            </w:r>
            <w:r w:rsidR="005F24A9" w:rsidRPr="005F24A9">
              <w:rPr>
                <w:color w:val="000000"/>
                <w:sz w:val="24"/>
                <w:szCs w:val="24"/>
              </w:rPr>
              <w:t xml:space="preserve"> </w:t>
            </w:r>
            <w:r w:rsidR="005F24A9">
              <w:rPr>
                <w:color w:val="000000"/>
                <w:sz w:val="24"/>
                <w:szCs w:val="24"/>
              </w:rPr>
              <w:t>туризма</w:t>
            </w:r>
            <w:r w:rsidR="005F24A9" w:rsidRPr="005F24A9">
              <w:rPr>
                <w:color w:val="000000"/>
                <w:sz w:val="24"/>
                <w:szCs w:val="24"/>
              </w:rPr>
              <w:t xml:space="preserve"> для инвалидов</w:t>
            </w:r>
          </w:p>
          <w:p w:rsidR="005F24A9" w:rsidRPr="000C79EF" w:rsidRDefault="005F24A9" w:rsidP="00ED300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iCs/>
                <w:sz w:val="24"/>
                <w:szCs w:val="24"/>
              </w:rPr>
            </w:pPr>
          </w:p>
        </w:tc>
      </w:tr>
      <w:tr w:rsidR="008A5B43" w:rsidRPr="00C42FFA" w:rsidTr="00183F72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B43" w:rsidRDefault="008A5B43" w:rsidP="00125D3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2.7. </w:t>
            </w:r>
            <w:r w:rsidRPr="008A5B43">
              <w:rPr>
                <w:sz w:val="24"/>
                <w:szCs w:val="24"/>
              </w:rPr>
              <w:t xml:space="preserve">Адаптация </w:t>
            </w:r>
            <w:r w:rsidR="00125D3A">
              <w:rPr>
                <w:sz w:val="24"/>
                <w:szCs w:val="24"/>
              </w:rPr>
              <w:t xml:space="preserve">приоритетного </w:t>
            </w:r>
            <w:r w:rsidRPr="008A5B43">
              <w:rPr>
                <w:sz w:val="24"/>
                <w:szCs w:val="24"/>
              </w:rPr>
              <w:t xml:space="preserve">жилого фонда </w:t>
            </w:r>
            <w:proofErr w:type="spellStart"/>
            <w:r w:rsidR="001C79FF">
              <w:rPr>
                <w:sz w:val="24"/>
                <w:szCs w:val="24"/>
              </w:rPr>
              <w:t>г.Гаврилов</w:t>
            </w:r>
            <w:proofErr w:type="spellEnd"/>
            <w:r w:rsidR="001C79FF">
              <w:rPr>
                <w:sz w:val="24"/>
                <w:szCs w:val="24"/>
              </w:rPr>
              <w:t>-Ям</w:t>
            </w:r>
            <w:r w:rsidRPr="008A5B43">
              <w:rPr>
                <w:sz w:val="24"/>
                <w:szCs w:val="24"/>
              </w:rPr>
              <w:t xml:space="preserve"> на предмет оборудования многоквартирных домов приспособлениями для обеспечения их физической доступности для инвалидов с </w:t>
            </w:r>
            <w:r w:rsidRPr="008A5B43">
              <w:rPr>
                <w:sz w:val="24"/>
                <w:szCs w:val="24"/>
              </w:rPr>
              <w:lastRenderedPageBreak/>
              <w:t>нарушениями опорно-двигательного аппарата (па</w:t>
            </w:r>
            <w:r w:rsidR="001C79FF">
              <w:rPr>
                <w:sz w:val="24"/>
                <w:szCs w:val="24"/>
              </w:rPr>
              <w:t>ндусами, поручнями</w:t>
            </w:r>
            <w:r w:rsidRPr="008A5B43">
              <w:rPr>
                <w:sz w:val="24"/>
                <w:szCs w:val="24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6E66" w:rsidRDefault="00706E66" w:rsidP="00706E66">
            <w:pPr>
              <w:autoSpaceDE w:val="0"/>
              <w:autoSpaceDN w:val="0"/>
              <w:adjustRightInd w:val="0"/>
              <w:ind w:firstLine="0"/>
              <w:jc w:val="center"/>
              <w:rPr>
                <w:iCs/>
                <w:sz w:val="24"/>
                <w:szCs w:val="24"/>
              </w:rPr>
            </w:pPr>
            <w:r w:rsidRPr="008A5B43">
              <w:rPr>
                <w:iCs/>
                <w:sz w:val="24"/>
                <w:szCs w:val="24"/>
              </w:rPr>
              <w:lastRenderedPageBreak/>
              <w:t xml:space="preserve">Федеральный закон от 01.12.2014 № 419-ФЗ «О внесении изменений в отдельные законодательные акты Российской Федерации по вопросам социальной </w:t>
            </w:r>
            <w:r w:rsidRPr="008A5B43">
              <w:rPr>
                <w:iCs/>
                <w:sz w:val="24"/>
                <w:szCs w:val="24"/>
              </w:rPr>
              <w:lastRenderedPageBreak/>
              <w:t>защиты инвалидов в связи с ратификацией Конвенции о правах инвалидов»</w:t>
            </w:r>
          </w:p>
          <w:p w:rsidR="008A5B43" w:rsidRDefault="008A5B43" w:rsidP="008A5B43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  <w:p w:rsidR="008A5B43" w:rsidRPr="005F24A9" w:rsidRDefault="008A5B43" w:rsidP="00706E66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B43" w:rsidRDefault="001C79FF" w:rsidP="00125D3A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Администрация городского поселения Гаврилов-Ям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B43" w:rsidRDefault="008A5B43" w:rsidP="00ED300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2016 – 2030 годы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B43" w:rsidRPr="005F24A9" w:rsidRDefault="008A5B43" w:rsidP="00ED300C">
            <w:pPr>
              <w:shd w:val="clear" w:color="auto" w:fill="FFFFFF"/>
              <w:tabs>
                <w:tab w:val="left" w:pos="2746"/>
              </w:tabs>
              <w:ind w:firstLine="0"/>
              <w:jc w:val="center"/>
              <w:rPr>
                <w:sz w:val="24"/>
                <w:szCs w:val="24"/>
              </w:rPr>
            </w:pPr>
            <w:r w:rsidRPr="005F24A9"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беспечены</w:t>
            </w:r>
            <w:r w:rsidRPr="005F24A9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условия </w:t>
            </w:r>
            <w:r w:rsidRPr="005F24A9">
              <w:rPr>
                <w:color w:val="000000"/>
                <w:sz w:val="24"/>
                <w:szCs w:val="24"/>
              </w:rPr>
              <w:t xml:space="preserve">доступности </w:t>
            </w:r>
            <w:r>
              <w:rPr>
                <w:color w:val="000000"/>
                <w:sz w:val="24"/>
                <w:szCs w:val="24"/>
              </w:rPr>
              <w:t>в</w:t>
            </w:r>
            <w:r w:rsidR="007E517D">
              <w:rPr>
                <w:color w:val="000000"/>
                <w:sz w:val="24"/>
                <w:szCs w:val="24"/>
              </w:rPr>
              <w:t xml:space="preserve"> приоритетных</w:t>
            </w:r>
            <w:r>
              <w:rPr>
                <w:color w:val="000000"/>
                <w:sz w:val="24"/>
                <w:szCs w:val="24"/>
              </w:rPr>
              <w:t xml:space="preserve"> многоквартирных домах</w:t>
            </w:r>
            <w:r w:rsidRPr="005F24A9">
              <w:rPr>
                <w:color w:val="000000"/>
                <w:sz w:val="24"/>
                <w:szCs w:val="24"/>
              </w:rPr>
              <w:t xml:space="preserve"> для инвалидов</w:t>
            </w:r>
          </w:p>
          <w:p w:rsidR="008A5B43" w:rsidRPr="000C79EF" w:rsidRDefault="008A5B43" w:rsidP="00ED300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iCs/>
                <w:sz w:val="24"/>
                <w:szCs w:val="24"/>
              </w:rPr>
            </w:pPr>
          </w:p>
        </w:tc>
      </w:tr>
      <w:tr w:rsidR="008A5B43" w:rsidRPr="00C42FFA" w:rsidTr="00183F72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B43" w:rsidRDefault="008A5B43" w:rsidP="001C79F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2.8. </w:t>
            </w:r>
            <w:r w:rsidR="001C79FF">
              <w:rPr>
                <w:sz w:val="24"/>
                <w:szCs w:val="24"/>
              </w:rPr>
              <w:t>Обеспечение доступности объектов муниципальной собственности городского поселения Гаврилов-Ям:</w:t>
            </w:r>
          </w:p>
          <w:p w:rsidR="001C79FF" w:rsidRDefault="001C79FF" w:rsidP="001C79F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 административное здание</w:t>
            </w:r>
          </w:p>
          <w:p w:rsidR="001C79FF" w:rsidRDefault="001C79FF" w:rsidP="001C79F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МУК «Дом культуры»</w:t>
            </w:r>
          </w:p>
          <w:p w:rsidR="001C79FF" w:rsidRDefault="001C79FF" w:rsidP="001C79F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МУ «ЦРПП»</w:t>
            </w:r>
          </w:p>
          <w:p w:rsidR="001C79FF" w:rsidRDefault="001C79FF" w:rsidP="001C79F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(оборудование парковочного места для стоянки транспорта инвалидов, оборудование пандуса входной группы, установка кнопки вызова персонала, оснащение тактильными плитками, указателями, установка информационных табло для слабослышащих и слабовидящих)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B43" w:rsidRDefault="008A5B43" w:rsidP="008A5B43">
            <w:pPr>
              <w:autoSpaceDE w:val="0"/>
              <w:autoSpaceDN w:val="0"/>
              <w:adjustRightInd w:val="0"/>
              <w:ind w:firstLine="0"/>
              <w:jc w:val="center"/>
              <w:rPr>
                <w:iCs/>
                <w:sz w:val="24"/>
                <w:szCs w:val="24"/>
              </w:rPr>
            </w:pPr>
            <w:r w:rsidRPr="008A5B43">
              <w:rPr>
                <w:iCs/>
                <w:sz w:val="24"/>
                <w:szCs w:val="24"/>
              </w:rPr>
              <w:t>Федеральный закон от 01.12.2014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</w:t>
            </w:r>
          </w:p>
          <w:p w:rsidR="008A5B43" w:rsidRPr="008A5B43" w:rsidRDefault="008A5B43" w:rsidP="008A5B43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sz w:val="24"/>
                <w:szCs w:val="24"/>
              </w:rPr>
            </w:pPr>
          </w:p>
          <w:p w:rsidR="008A5B43" w:rsidRPr="005F24A9" w:rsidRDefault="008A5B43" w:rsidP="001C79FF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B43" w:rsidRDefault="001C79FF" w:rsidP="00125D3A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Администрация городского поселения Гаврилов-Ям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B43" w:rsidRDefault="008A5B43" w:rsidP="00ED300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 – 2030 годы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B43" w:rsidRPr="008A5B43" w:rsidRDefault="001C79FF" w:rsidP="00ED300C">
            <w:pPr>
              <w:shd w:val="clear" w:color="auto" w:fill="FFFFFF"/>
              <w:tabs>
                <w:tab w:val="left" w:pos="2746"/>
              </w:tabs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Обеспечена доступность объектов для инвалидов</w:t>
            </w:r>
          </w:p>
        </w:tc>
      </w:tr>
      <w:tr w:rsidR="007B2BAB" w:rsidRPr="00C42FFA" w:rsidTr="00183F72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517D" w:rsidRDefault="007B2BAB" w:rsidP="007E517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2.9.</w:t>
            </w:r>
            <w:r w:rsidR="007E517D">
              <w:rPr>
                <w:sz w:val="24"/>
                <w:szCs w:val="24"/>
              </w:rPr>
              <w:t xml:space="preserve"> Обеспечение доступности объектов муниципальной собственности </w:t>
            </w:r>
            <w:r w:rsidR="009C4777">
              <w:rPr>
                <w:sz w:val="24"/>
                <w:szCs w:val="24"/>
              </w:rPr>
              <w:t>сельских</w:t>
            </w:r>
            <w:r w:rsidR="007E517D">
              <w:rPr>
                <w:sz w:val="24"/>
                <w:szCs w:val="24"/>
              </w:rPr>
              <w:t xml:space="preserve"> поселени</w:t>
            </w:r>
            <w:r w:rsidR="009C4777">
              <w:rPr>
                <w:sz w:val="24"/>
                <w:szCs w:val="24"/>
              </w:rPr>
              <w:t>й:</w:t>
            </w:r>
            <w:r w:rsidR="007E517D">
              <w:rPr>
                <w:sz w:val="24"/>
                <w:szCs w:val="24"/>
              </w:rPr>
              <w:t xml:space="preserve"> </w:t>
            </w:r>
          </w:p>
          <w:p w:rsidR="007B2BAB" w:rsidRDefault="009C4777" w:rsidP="009C4777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E517D">
              <w:rPr>
                <w:sz w:val="24"/>
                <w:szCs w:val="24"/>
              </w:rPr>
              <w:t>оборудование парковочн</w:t>
            </w:r>
            <w:r>
              <w:rPr>
                <w:sz w:val="24"/>
                <w:szCs w:val="24"/>
              </w:rPr>
              <w:t>ых</w:t>
            </w:r>
            <w:r w:rsidR="007E517D">
              <w:rPr>
                <w:sz w:val="24"/>
                <w:szCs w:val="24"/>
              </w:rPr>
              <w:t xml:space="preserve"> мест для стоянки транспорта инвалидов, оборудование пандус</w:t>
            </w:r>
            <w:r>
              <w:rPr>
                <w:sz w:val="24"/>
                <w:szCs w:val="24"/>
              </w:rPr>
              <w:t>ов</w:t>
            </w:r>
            <w:r w:rsidR="007E517D">
              <w:rPr>
                <w:sz w:val="24"/>
                <w:szCs w:val="24"/>
              </w:rPr>
              <w:t xml:space="preserve"> входной группы, установка кноп</w:t>
            </w:r>
            <w:r>
              <w:rPr>
                <w:sz w:val="24"/>
                <w:szCs w:val="24"/>
              </w:rPr>
              <w:t>о</w:t>
            </w:r>
            <w:r w:rsidR="007E517D">
              <w:rPr>
                <w:sz w:val="24"/>
                <w:szCs w:val="24"/>
              </w:rPr>
              <w:t xml:space="preserve">к вызова персонала, оснащение тактильными плитками, указателями, установка информационных табло для </w:t>
            </w:r>
            <w:r w:rsidR="007E517D">
              <w:rPr>
                <w:sz w:val="24"/>
                <w:szCs w:val="24"/>
              </w:rPr>
              <w:lastRenderedPageBreak/>
              <w:t>слабослышащих и слабовидящих)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517D" w:rsidRDefault="007E517D" w:rsidP="007E517D">
            <w:pPr>
              <w:autoSpaceDE w:val="0"/>
              <w:autoSpaceDN w:val="0"/>
              <w:adjustRightInd w:val="0"/>
              <w:ind w:firstLine="0"/>
              <w:jc w:val="center"/>
              <w:rPr>
                <w:iCs/>
                <w:sz w:val="24"/>
                <w:szCs w:val="24"/>
              </w:rPr>
            </w:pPr>
            <w:r w:rsidRPr="008A5B43">
              <w:rPr>
                <w:iCs/>
                <w:sz w:val="24"/>
                <w:szCs w:val="24"/>
              </w:rPr>
              <w:lastRenderedPageBreak/>
              <w:t>Федеральный закон от 01.12.2014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</w:t>
            </w:r>
          </w:p>
          <w:p w:rsidR="007B2BAB" w:rsidRPr="008A5B43" w:rsidRDefault="007B2BAB" w:rsidP="0001178B">
            <w:pPr>
              <w:autoSpaceDE w:val="0"/>
              <w:autoSpaceDN w:val="0"/>
              <w:adjustRightInd w:val="0"/>
              <w:ind w:firstLine="0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2BAB" w:rsidRDefault="009C4777" w:rsidP="00ED300C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Администрации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2BAB" w:rsidRDefault="007E517D" w:rsidP="0001178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 – 2030 годы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2BAB" w:rsidRPr="0001178B" w:rsidRDefault="009C4777" w:rsidP="00ED300C">
            <w:pPr>
              <w:shd w:val="clear" w:color="auto" w:fill="FFFFFF"/>
              <w:tabs>
                <w:tab w:val="left" w:pos="2746"/>
              </w:tabs>
              <w:ind w:firstLine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Обеспечена доступность объектов для инвалидов</w:t>
            </w:r>
          </w:p>
        </w:tc>
      </w:tr>
      <w:tr w:rsidR="000B2934" w:rsidRPr="00C42FFA" w:rsidTr="00183F72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934" w:rsidRDefault="000B2934" w:rsidP="001C79F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2.10. </w:t>
            </w:r>
            <w:r w:rsidRPr="00210B1B">
              <w:rPr>
                <w:rFonts w:cs="Times New Roman"/>
                <w:sz w:val="24"/>
                <w:szCs w:val="24"/>
                <w:lang w:eastAsia="ru-RU"/>
              </w:rPr>
              <w:t>Адаптация официальн</w:t>
            </w:r>
            <w:r w:rsidR="001C79FF">
              <w:rPr>
                <w:rFonts w:cs="Times New Roman"/>
                <w:sz w:val="24"/>
                <w:szCs w:val="24"/>
                <w:lang w:eastAsia="ru-RU"/>
              </w:rPr>
              <w:t>ых</w:t>
            </w:r>
            <w:r w:rsidRPr="00210B1B">
              <w:rPr>
                <w:rFonts w:cs="Times New Roman"/>
                <w:sz w:val="24"/>
                <w:szCs w:val="24"/>
                <w:lang w:eastAsia="ru-RU"/>
              </w:rPr>
              <w:t xml:space="preserve"> </w:t>
            </w:r>
            <w:r w:rsidR="001C79FF">
              <w:rPr>
                <w:rFonts w:cs="Times New Roman"/>
                <w:sz w:val="24"/>
                <w:szCs w:val="24"/>
                <w:lang w:eastAsia="ru-RU"/>
              </w:rPr>
              <w:t>сайтов администраций</w:t>
            </w:r>
            <w:r w:rsidRPr="00210B1B">
              <w:rPr>
                <w:rFonts w:cs="Times New Roman"/>
                <w:sz w:val="24"/>
                <w:szCs w:val="24"/>
                <w:lang w:eastAsia="ru-RU"/>
              </w:rPr>
              <w:t xml:space="preserve">  для пользователей с ограниченными возможностями здоровья, его техническое сопровождение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79FF" w:rsidRDefault="001C79FF" w:rsidP="001C79FF">
            <w:pPr>
              <w:autoSpaceDE w:val="0"/>
              <w:autoSpaceDN w:val="0"/>
              <w:adjustRightInd w:val="0"/>
              <w:ind w:firstLine="0"/>
              <w:jc w:val="center"/>
              <w:rPr>
                <w:iCs/>
                <w:sz w:val="24"/>
                <w:szCs w:val="24"/>
              </w:rPr>
            </w:pPr>
            <w:r w:rsidRPr="008A5B43">
              <w:rPr>
                <w:iCs/>
                <w:sz w:val="24"/>
                <w:szCs w:val="24"/>
              </w:rPr>
              <w:t>Федеральный закон от 01.12.2014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</w:t>
            </w:r>
          </w:p>
          <w:p w:rsidR="000B2934" w:rsidRPr="007469DF" w:rsidRDefault="000B2934" w:rsidP="0001178B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934" w:rsidRDefault="001C79FF" w:rsidP="000B2934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Администрация района,</w:t>
            </w:r>
          </w:p>
          <w:p w:rsidR="001C79FF" w:rsidRDefault="001C79FF" w:rsidP="000B2934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Администрация городского поселения Гаврилов-Ям</w:t>
            </w:r>
            <w:r w:rsidR="007B2BAB">
              <w:rPr>
                <w:sz w:val="24"/>
                <w:szCs w:val="24"/>
                <w:lang w:eastAsia="ru-RU"/>
              </w:rPr>
              <w:t>, администрации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934" w:rsidRDefault="000B2934" w:rsidP="0001178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 год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934" w:rsidRDefault="000B2934" w:rsidP="001C79FF">
            <w:pPr>
              <w:shd w:val="clear" w:color="auto" w:fill="FFFFFF"/>
              <w:tabs>
                <w:tab w:val="left" w:pos="2746"/>
              </w:tabs>
              <w:ind w:firstLine="0"/>
              <w:jc w:val="center"/>
              <w:rPr>
                <w:iCs/>
                <w:sz w:val="24"/>
                <w:szCs w:val="24"/>
              </w:rPr>
            </w:pPr>
            <w:r w:rsidRPr="00210B1B">
              <w:rPr>
                <w:rFonts w:cs="Times New Roman"/>
                <w:sz w:val="24"/>
                <w:szCs w:val="24"/>
                <w:lang w:eastAsia="ru-RU"/>
              </w:rPr>
              <w:t>официальны</w:t>
            </w:r>
            <w:r w:rsidR="001C79FF">
              <w:rPr>
                <w:rFonts w:cs="Times New Roman"/>
                <w:sz w:val="24"/>
                <w:szCs w:val="24"/>
                <w:lang w:eastAsia="ru-RU"/>
              </w:rPr>
              <w:t>е</w:t>
            </w:r>
            <w:r w:rsidRPr="00210B1B">
              <w:rPr>
                <w:rFonts w:cs="Times New Roman"/>
                <w:sz w:val="24"/>
                <w:szCs w:val="24"/>
                <w:lang w:eastAsia="ru-RU"/>
              </w:rPr>
              <w:t xml:space="preserve"> </w:t>
            </w:r>
            <w:r w:rsidR="001C79FF">
              <w:rPr>
                <w:rFonts w:cs="Times New Roman"/>
                <w:sz w:val="24"/>
                <w:szCs w:val="24"/>
                <w:lang w:eastAsia="ru-RU"/>
              </w:rPr>
              <w:t>сайты</w:t>
            </w:r>
            <w:r w:rsidRPr="00210B1B">
              <w:rPr>
                <w:rFonts w:cs="Times New Roman"/>
                <w:sz w:val="24"/>
                <w:szCs w:val="24"/>
                <w:lang w:eastAsia="ru-RU"/>
              </w:rPr>
              <w:t xml:space="preserve">  адаптирован</w:t>
            </w:r>
            <w:r w:rsidR="001C79FF">
              <w:rPr>
                <w:rFonts w:cs="Times New Roman"/>
                <w:sz w:val="24"/>
                <w:szCs w:val="24"/>
                <w:lang w:eastAsia="ru-RU"/>
              </w:rPr>
              <w:t>ы</w:t>
            </w:r>
            <w:r w:rsidRPr="00210B1B">
              <w:rPr>
                <w:rFonts w:cs="Times New Roman"/>
                <w:sz w:val="24"/>
                <w:szCs w:val="24"/>
                <w:lang w:eastAsia="ru-RU"/>
              </w:rPr>
              <w:t xml:space="preserve"> для пользователей с ограниченными возможностями здоровья  </w:t>
            </w:r>
          </w:p>
        </w:tc>
      </w:tr>
      <w:tr w:rsidR="008A5B43" w:rsidRPr="00C42FFA" w:rsidTr="00ED300C">
        <w:tc>
          <w:tcPr>
            <w:tcW w:w="146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B43" w:rsidRPr="0001178B" w:rsidRDefault="0001178B" w:rsidP="00ED300C">
            <w:pPr>
              <w:shd w:val="clear" w:color="auto" w:fill="FFFFFF"/>
              <w:tabs>
                <w:tab w:val="left" w:pos="2746"/>
              </w:tabs>
              <w:ind w:firstLine="0"/>
              <w:jc w:val="center"/>
              <w:rPr>
                <w:i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3</w:t>
            </w:r>
            <w:r w:rsidRPr="0001178B">
              <w:rPr>
                <w:b/>
                <w:sz w:val="24"/>
                <w:szCs w:val="24"/>
              </w:rPr>
              <w:t>. Мероприятия по поэтапному повышению значений показателей доступности предоставляемых инвалидам услуг с учетом имеющихся у них нарушенных функций организма, а также по оказанию им помощи в преодолении барьеров, препятствующих пользованию объектами и услугами</w:t>
            </w:r>
          </w:p>
        </w:tc>
      </w:tr>
      <w:tr w:rsidR="008A5B43" w:rsidRPr="00C42FFA" w:rsidTr="00183F72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B43" w:rsidRDefault="00A76709" w:rsidP="008A5B4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3.1. </w:t>
            </w:r>
            <w:r w:rsidR="00706E66" w:rsidRPr="00706E66">
              <w:rPr>
                <w:sz w:val="24"/>
                <w:szCs w:val="24"/>
              </w:rPr>
              <w:t>Организация обучения и инструктирования специалистов, работающих с инвалидами, по вопросам обеспечения доступности для инвалидов услуг и объектов, на которых они предоставляются, оказания при этом необходимой помощи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6E66" w:rsidRDefault="00706E66" w:rsidP="00706E66">
            <w:pPr>
              <w:autoSpaceDE w:val="0"/>
              <w:autoSpaceDN w:val="0"/>
              <w:adjustRightInd w:val="0"/>
              <w:ind w:firstLine="0"/>
              <w:jc w:val="center"/>
              <w:rPr>
                <w:iCs/>
                <w:sz w:val="24"/>
                <w:szCs w:val="24"/>
              </w:rPr>
            </w:pPr>
            <w:r w:rsidRPr="008A5B43">
              <w:rPr>
                <w:iCs/>
                <w:sz w:val="24"/>
                <w:szCs w:val="24"/>
              </w:rPr>
              <w:t>Федеральный закон от 01.12.2014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</w:t>
            </w:r>
          </w:p>
          <w:p w:rsidR="008A5B43" w:rsidRPr="008A5B43" w:rsidRDefault="008A5B43" w:rsidP="008A5B43">
            <w:pPr>
              <w:autoSpaceDE w:val="0"/>
              <w:autoSpaceDN w:val="0"/>
              <w:adjustRightInd w:val="0"/>
              <w:ind w:firstLine="0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3676" w:rsidRDefault="00543676" w:rsidP="00543676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Администрация района,</w:t>
            </w:r>
          </w:p>
          <w:p w:rsidR="008A5B43" w:rsidRDefault="00543676" w:rsidP="0054367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Администрация городского поселения Гаврилов-Ям, администрации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B43" w:rsidRDefault="00706E66" w:rsidP="00ED300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 – 2030 годы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B43" w:rsidRDefault="008A5B43" w:rsidP="00706E66">
            <w:pPr>
              <w:ind w:firstLine="0"/>
              <w:jc w:val="center"/>
              <w:rPr>
                <w:iCs/>
                <w:sz w:val="24"/>
                <w:szCs w:val="24"/>
              </w:rPr>
            </w:pPr>
          </w:p>
          <w:p w:rsidR="00F57DAD" w:rsidRDefault="00F57DAD" w:rsidP="00706E66">
            <w:pPr>
              <w:ind w:firstLine="0"/>
              <w:jc w:val="center"/>
              <w:rPr>
                <w:iCs/>
                <w:sz w:val="24"/>
                <w:szCs w:val="24"/>
              </w:rPr>
            </w:pPr>
          </w:p>
          <w:p w:rsidR="00F57DAD" w:rsidRDefault="00F57DAD" w:rsidP="00706E66">
            <w:pPr>
              <w:ind w:firstLine="0"/>
              <w:jc w:val="center"/>
              <w:rPr>
                <w:iCs/>
                <w:sz w:val="24"/>
                <w:szCs w:val="24"/>
              </w:rPr>
            </w:pPr>
          </w:p>
          <w:p w:rsidR="00F57DAD" w:rsidRDefault="00F57DAD" w:rsidP="00706E66">
            <w:pPr>
              <w:ind w:firstLine="0"/>
              <w:jc w:val="center"/>
              <w:rPr>
                <w:iCs/>
                <w:sz w:val="24"/>
                <w:szCs w:val="24"/>
              </w:rPr>
            </w:pPr>
          </w:p>
          <w:p w:rsidR="00F57DAD" w:rsidRDefault="00F57DAD" w:rsidP="00706E66">
            <w:pPr>
              <w:ind w:firstLine="0"/>
              <w:jc w:val="center"/>
              <w:rPr>
                <w:iCs/>
                <w:sz w:val="24"/>
                <w:szCs w:val="24"/>
              </w:rPr>
            </w:pPr>
            <w:r w:rsidRPr="00706E66">
              <w:rPr>
                <w:sz w:val="24"/>
                <w:szCs w:val="24"/>
              </w:rPr>
              <w:t>повышение качества услуг, предоставляемых инвалидам</w:t>
            </w:r>
            <w:r w:rsidR="0012522C"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</w:t>
            </w:r>
          </w:p>
        </w:tc>
      </w:tr>
      <w:tr w:rsidR="00706E66" w:rsidRPr="00C42FFA" w:rsidTr="00183F72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6E66" w:rsidRDefault="007F28FB" w:rsidP="0054367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3.2. </w:t>
            </w:r>
            <w:r w:rsidR="00F611EA">
              <w:rPr>
                <w:sz w:val="24"/>
                <w:szCs w:val="24"/>
              </w:rPr>
              <w:t xml:space="preserve">Приобретение звуковых сигнализаторов для светофорных объектов города для создания доступной среды для инвалидов по </w:t>
            </w:r>
            <w:r w:rsidR="00F611EA">
              <w:rPr>
                <w:sz w:val="24"/>
                <w:szCs w:val="24"/>
              </w:rPr>
              <w:lastRenderedPageBreak/>
              <w:t>зрению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11EA" w:rsidRDefault="00F611EA" w:rsidP="00F611EA">
            <w:pPr>
              <w:autoSpaceDE w:val="0"/>
              <w:autoSpaceDN w:val="0"/>
              <w:adjustRightInd w:val="0"/>
              <w:ind w:firstLine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lastRenderedPageBreak/>
              <w:t xml:space="preserve">ФЗ от 24.11.1995 г. </w:t>
            </w:r>
          </w:p>
          <w:p w:rsidR="00706E66" w:rsidRPr="008A5B43" w:rsidRDefault="00F611EA" w:rsidP="00F611EA">
            <w:pPr>
              <w:autoSpaceDE w:val="0"/>
              <w:autoSpaceDN w:val="0"/>
              <w:adjustRightInd w:val="0"/>
              <w:ind w:firstLine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№ 181-ФЗ «О социальной защите инвалидов в Российской федерации»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6E66" w:rsidRDefault="00F611EA" w:rsidP="00706E66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Администрация городского поселения Гаврилов-Ям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6E66" w:rsidRDefault="00F611EA" w:rsidP="00ED300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 – 2030 годы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6E66" w:rsidRPr="00706E66" w:rsidRDefault="00F611EA" w:rsidP="007F28F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беспрепятственного доступа инвалидам по зрению</w:t>
            </w:r>
          </w:p>
        </w:tc>
      </w:tr>
      <w:tr w:rsidR="007F28FB" w:rsidRPr="00C42FFA" w:rsidTr="00183F72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8FB" w:rsidRDefault="000B2934" w:rsidP="0054367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3.3</w:t>
            </w:r>
            <w:r w:rsidR="00F57DAD">
              <w:rPr>
                <w:sz w:val="24"/>
                <w:szCs w:val="24"/>
              </w:rPr>
              <w:t xml:space="preserve"> Создание условий в образовательных организациях для инклюзивного образования детей-инвалидов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7DAD" w:rsidRDefault="00F57DAD" w:rsidP="00F57DAD">
            <w:pPr>
              <w:autoSpaceDE w:val="0"/>
              <w:autoSpaceDN w:val="0"/>
              <w:adjustRightInd w:val="0"/>
              <w:ind w:firstLine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ФЗ от 24.11.1995 г. </w:t>
            </w:r>
          </w:p>
          <w:p w:rsidR="007F28FB" w:rsidRDefault="00F57DAD" w:rsidP="00F57DAD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№ 181-ФЗ «О социальной защите инвалидов в Российской федерации»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8FB" w:rsidRDefault="00F57DAD" w:rsidP="00706E66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УО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8FB" w:rsidRDefault="00F57DAD" w:rsidP="00ED300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 – 2030 годы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8FB" w:rsidRDefault="005C65A2" w:rsidP="00B15B79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</w:t>
            </w:r>
            <w:r w:rsidR="00F57DAD">
              <w:rPr>
                <w:rFonts w:cs="Times New Roman"/>
                <w:sz w:val="24"/>
                <w:szCs w:val="24"/>
              </w:rPr>
              <w:t>беспечение доступности предоставляемых услуг инвалидам</w:t>
            </w:r>
          </w:p>
        </w:tc>
      </w:tr>
      <w:tr w:rsidR="000B2934" w:rsidRPr="00C42FFA" w:rsidTr="00183F72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934" w:rsidRDefault="00191631" w:rsidP="0054367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3.4. </w:t>
            </w:r>
            <w:r w:rsidR="005C65A2">
              <w:rPr>
                <w:sz w:val="24"/>
                <w:szCs w:val="24"/>
              </w:rPr>
              <w:t>Создание условий в учреждениях культуры для инвалидов по зрению и слуху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5A2" w:rsidRDefault="005C65A2" w:rsidP="005C65A2">
            <w:pPr>
              <w:autoSpaceDE w:val="0"/>
              <w:autoSpaceDN w:val="0"/>
              <w:adjustRightInd w:val="0"/>
              <w:ind w:firstLine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ФЗ от 24.11.1995 г. </w:t>
            </w:r>
          </w:p>
          <w:p w:rsidR="000B2934" w:rsidRDefault="005C65A2" w:rsidP="005C65A2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№ 181-ФЗ «О социальной защите инвалидов в Российской федерации»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934" w:rsidRDefault="005C65A2" w:rsidP="00706E66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УКТС и МП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934" w:rsidRDefault="005C65A2" w:rsidP="00ED300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 – 2030 годы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934" w:rsidRDefault="005C65A2" w:rsidP="007F28FB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обеспечение доступности предоставляемых услуг инвалидам</w:t>
            </w:r>
          </w:p>
        </w:tc>
      </w:tr>
      <w:tr w:rsidR="000B2934" w:rsidRPr="00C42FFA" w:rsidTr="00183F72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934" w:rsidRDefault="00870E86" w:rsidP="0064498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3.5. </w:t>
            </w:r>
            <w:r w:rsidR="00644981">
              <w:rPr>
                <w:sz w:val="24"/>
                <w:szCs w:val="24"/>
              </w:rPr>
              <w:t xml:space="preserve">Создание условий на объектах предоставления муниципальных услуг для инвалидов по зрению и слуху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981" w:rsidRDefault="00644981" w:rsidP="00644981">
            <w:pPr>
              <w:autoSpaceDE w:val="0"/>
              <w:autoSpaceDN w:val="0"/>
              <w:adjustRightInd w:val="0"/>
              <w:ind w:firstLine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ФЗ от 24.11.1995 г. </w:t>
            </w:r>
          </w:p>
          <w:p w:rsidR="000B2934" w:rsidRDefault="00644981" w:rsidP="00644981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№ 181-ФЗ «О социальной защите инвалидов в Российской федерации»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981" w:rsidRDefault="00644981" w:rsidP="00644981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Администрация района,</w:t>
            </w:r>
          </w:p>
          <w:p w:rsidR="000B2934" w:rsidRDefault="00644981" w:rsidP="00644981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Администрация городского поселения Гаврилов-Ям, администрации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934" w:rsidRDefault="00644981" w:rsidP="00ED300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 – 2030 годы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934" w:rsidRDefault="00BC246B" w:rsidP="0008640E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обеспечение доступности предоставляемых услуг инвалидам</w:t>
            </w:r>
          </w:p>
        </w:tc>
      </w:tr>
      <w:tr w:rsidR="00322BD4" w:rsidRPr="00C42FFA" w:rsidTr="00183F72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2BD4" w:rsidRDefault="00AA1F23" w:rsidP="0064498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="00644981">
              <w:rPr>
                <w:sz w:val="24"/>
                <w:szCs w:val="24"/>
              </w:rPr>
              <w:t>6</w:t>
            </w:r>
            <w:r w:rsidR="00322BD4">
              <w:rPr>
                <w:sz w:val="24"/>
                <w:szCs w:val="24"/>
              </w:rPr>
              <w:t xml:space="preserve">. </w:t>
            </w:r>
            <w:r w:rsidR="00322BD4" w:rsidRPr="00481174">
              <w:rPr>
                <w:rFonts w:cs="Times New Roman"/>
                <w:sz w:val="24"/>
                <w:szCs w:val="24"/>
              </w:rPr>
              <w:t xml:space="preserve">Организация и проведение </w:t>
            </w:r>
            <w:r w:rsidR="00322BD4" w:rsidRPr="00210B1B">
              <w:rPr>
                <w:rFonts w:cs="Times New Roman"/>
                <w:sz w:val="24"/>
                <w:szCs w:val="24"/>
                <w:lang w:eastAsia="ru-RU"/>
              </w:rPr>
              <w:t>культурно-массовых</w:t>
            </w:r>
            <w:r w:rsidR="00322BD4">
              <w:rPr>
                <w:rFonts w:cs="Times New Roman"/>
                <w:sz w:val="24"/>
                <w:szCs w:val="24"/>
                <w:lang w:eastAsia="ru-RU"/>
              </w:rPr>
              <w:t xml:space="preserve">, спортивных и иных </w:t>
            </w:r>
            <w:r w:rsidR="00322BD4" w:rsidRPr="00210B1B">
              <w:rPr>
                <w:rFonts w:cs="Times New Roman"/>
                <w:sz w:val="24"/>
                <w:szCs w:val="24"/>
                <w:lang w:eastAsia="ru-RU"/>
              </w:rPr>
              <w:t xml:space="preserve"> мероприятий при совместном участии инвалидов и граждан, не являющихся инвалидами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2BD4" w:rsidRDefault="00A83462" w:rsidP="00F611E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sz w:val="24"/>
                <w:szCs w:val="24"/>
              </w:rPr>
            </w:pPr>
            <w:r w:rsidRPr="008A5B43">
              <w:rPr>
                <w:iCs/>
                <w:sz w:val="24"/>
                <w:szCs w:val="24"/>
              </w:rPr>
              <w:t>Федеральный закон от 01.12.2014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2BD4" w:rsidRDefault="00A83462" w:rsidP="00706E66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УО, </w:t>
            </w:r>
            <w:r>
              <w:rPr>
                <w:sz w:val="24"/>
                <w:szCs w:val="24"/>
                <w:lang w:eastAsia="ru-RU"/>
              </w:rPr>
              <w:t xml:space="preserve">УКТС и МП, </w:t>
            </w:r>
            <w:proofErr w:type="spellStart"/>
            <w:r>
              <w:rPr>
                <w:sz w:val="24"/>
                <w:szCs w:val="24"/>
                <w:lang w:eastAsia="ru-RU"/>
              </w:rPr>
              <w:t>УСЗНиТ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2BD4" w:rsidRDefault="00322BD4" w:rsidP="00ED300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 – 2030 годы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2BD4" w:rsidRDefault="00322BD4" w:rsidP="00F22218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проведены мероприятия по социальной интеграции инвалидов в общество </w:t>
            </w:r>
          </w:p>
        </w:tc>
      </w:tr>
    </w:tbl>
    <w:p w:rsidR="00EA2370" w:rsidRDefault="00EA2370" w:rsidP="00510B09">
      <w:pPr>
        <w:widowControl w:val="0"/>
        <w:autoSpaceDE w:val="0"/>
        <w:autoSpaceDN w:val="0"/>
        <w:adjustRightInd w:val="0"/>
        <w:ind w:firstLine="0"/>
        <w:jc w:val="both"/>
        <w:rPr>
          <w:rFonts w:cs="Times New Roman"/>
          <w:szCs w:val="28"/>
        </w:rPr>
      </w:pPr>
    </w:p>
    <w:p w:rsidR="00AC7CE9" w:rsidRPr="00AC7CE9" w:rsidRDefault="00AC7CE9" w:rsidP="00AC7CE9">
      <w:pPr>
        <w:widowControl w:val="0"/>
        <w:autoSpaceDE w:val="0"/>
        <w:autoSpaceDN w:val="0"/>
        <w:adjustRightInd w:val="0"/>
        <w:jc w:val="center"/>
        <w:rPr>
          <w:rFonts w:eastAsiaTheme="minorEastAsia" w:cs="Times New Roman"/>
          <w:szCs w:val="28"/>
          <w:lang w:eastAsia="ru-RU"/>
        </w:rPr>
      </w:pPr>
      <w:r w:rsidRPr="00AC7CE9">
        <w:rPr>
          <w:rFonts w:eastAsiaTheme="minorEastAsia" w:cs="Times New Roman"/>
          <w:szCs w:val="28"/>
          <w:lang w:eastAsia="ru-RU"/>
        </w:rPr>
        <w:lastRenderedPageBreak/>
        <w:t>Список используемых сокращений:</w:t>
      </w:r>
    </w:p>
    <w:p w:rsidR="00AC7CE9" w:rsidRPr="00210B1B" w:rsidRDefault="00AC7CE9" w:rsidP="00AC7CE9">
      <w:pPr>
        <w:widowControl w:val="0"/>
        <w:autoSpaceDE w:val="0"/>
        <w:autoSpaceDN w:val="0"/>
        <w:adjustRightInd w:val="0"/>
        <w:jc w:val="center"/>
        <w:rPr>
          <w:rFonts w:eastAsiaTheme="minorEastAsia" w:cs="Times New Roman"/>
          <w:sz w:val="24"/>
          <w:szCs w:val="24"/>
          <w:lang w:eastAsia="ru-RU"/>
        </w:rPr>
      </w:pPr>
    </w:p>
    <w:p w:rsidR="00244C3D" w:rsidRDefault="00BC246B" w:rsidP="00AC7CE9">
      <w:pPr>
        <w:widowControl w:val="0"/>
        <w:autoSpaceDE w:val="0"/>
        <w:autoSpaceDN w:val="0"/>
        <w:adjustRightInd w:val="0"/>
        <w:rPr>
          <w:rFonts w:eastAsiaTheme="minorEastAsia" w:cs="Times New Roman"/>
          <w:szCs w:val="28"/>
          <w:lang w:eastAsia="ru-RU"/>
        </w:rPr>
      </w:pPr>
      <w:proofErr w:type="spellStart"/>
      <w:r>
        <w:rPr>
          <w:rFonts w:eastAsiaTheme="minorEastAsia" w:cs="Times New Roman"/>
          <w:szCs w:val="28"/>
          <w:lang w:eastAsia="ru-RU"/>
        </w:rPr>
        <w:t>УСЗНиТ</w:t>
      </w:r>
      <w:proofErr w:type="spellEnd"/>
      <w:r w:rsidR="00244C3D">
        <w:rPr>
          <w:rFonts w:eastAsiaTheme="minorEastAsia" w:cs="Times New Roman"/>
          <w:szCs w:val="28"/>
          <w:lang w:eastAsia="ru-RU"/>
        </w:rPr>
        <w:t xml:space="preserve"> – </w:t>
      </w:r>
      <w:r>
        <w:rPr>
          <w:rFonts w:eastAsiaTheme="minorEastAsia" w:cs="Times New Roman"/>
          <w:szCs w:val="28"/>
          <w:lang w:eastAsia="ru-RU"/>
        </w:rPr>
        <w:t>Управление социальной защиты населения и труда Администрации Гаврилов-Ямского муниципального района</w:t>
      </w:r>
    </w:p>
    <w:p w:rsidR="00AC7CE9" w:rsidRPr="00AC7CE9" w:rsidRDefault="00BC246B" w:rsidP="00AC7CE9">
      <w:pPr>
        <w:widowControl w:val="0"/>
        <w:autoSpaceDE w:val="0"/>
        <w:autoSpaceDN w:val="0"/>
        <w:adjustRightInd w:val="0"/>
        <w:rPr>
          <w:rFonts w:eastAsiaTheme="minorEastAsia" w:cs="Times New Roman"/>
          <w:szCs w:val="28"/>
          <w:lang w:eastAsia="ru-RU"/>
        </w:rPr>
      </w:pPr>
      <w:r>
        <w:rPr>
          <w:rFonts w:eastAsiaTheme="minorEastAsia" w:cs="Times New Roman"/>
          <w:szCs w:val="28"/>
          <w:lang w:eastAsia="ru-RU"/>
        </w:rPr>
        <w:t>УО</w:t>
      </w:r>
      <w:r w:rsidR="00AC7CE9" w:rsidRPr="00AC7CE9">
        <w:rPr>
          <w:rFonts w:eastAsiaTheme="minorEastAsia" w:cs="Times New Roman"/>
          <w:szCs w:val="28"/>
          <w:lang w:eastAsia="ru-RU"/>
        </w:rPr>
        <w:t xml:space="preserve"> – </w:t>
      </w:r>
      <w:r>
        <w:rPr>
          <w:rFonts w:eastAsiaTheme="minorEastAsia" w:cs="Times New Roman"/>
          <w:szCs w:val="28"/>
          <w:lang w:eastAsia="ru-RU"/>
        </w:rPr>
        <w:t>Управление образования Администрации Гаврилов-Ямского муниципального района</w:t>
      </w:r>
    </w:p>
    <w:p w:rsidR="00AC7CE9" w:rsidRPr="00AC7CE9" w:rsidRDefault="00BC246B" w:rsidP="00AC7CE9">
      <w:pPr>
        <w:widowControl w:val="0"/>
        <w:autoSpaceDE w:val="0"/>
        <w:autoSpaceDN w:val="0"/>
        <w:adjustRightInd w:val="0"/>
        <w:rPr>
          <w:rFonts w:eastAsiaTheme="minorEastAsia" w:cs="Times New Roman"/>
          <w:szCs w:val="28"/>
          <w:lang w:eastAsia="ru-RU"/>
        </w:rPr>
      </w:pPr>
      <w:r>
        <w:rPr>
          <w:sz w:val="24"/>
          <w:szCs w:val="24"/>
          <w:lang w:eastAsia="ru-RU"/>
        </w:rPr>
        <w:t>УКТС и МП</w:t>
      </w:r>
      <w:r w:rsidRPr="00AC7CE9">
        <w:rPr>
          <w:rFonts w:eastAsiaTheme="minorEastAsia" w:cs="Times New Roman"/>
          <w:szCs w:val="28"/>
          <w:lang w:eastAsia="ru-RU"/>
        </w:rPr>
        <w:t xml:space="preserve"> </w:t>
      </w:r>
      <w:r w:rsidR="00AC7CE9" w:rsidRPr="00AC7CE9">
        <w:rPr>
          <w:rFonts w:eastAsiaTheme="minorEastAsia" w:cs="Times New Roman"/>
          <w:szCs w:val="28"/>
          <w:lang w:eastAsia="ru-RU"/>
        </w:rPr>
        <w:t xml:space="preserve">– </w:t>
      </w:r>
      <w:r>
        <w:rPr>
          <w:rFonts w:cs="Times New Roman"/>
          <w:szCs w:val="28"/>
        </w:rPr>
        <w:t xml:space="preserve">Управление </w:t>
      </w:r>
      <w:r w:rsidRPr="00510D0A">
        <w:rPr>
          <w:rFonts w:cs="Times New Roman"/>
          <w:szCs w:val="28"/>
        </w:rPr>
        <w:t>культуры</w:t>
      </w:r>
      <w:r>
        <w:rPr>
          <w:rFonts w:cs="Times New Roman"/>
          <w:szCs w:val="28"/>
        </w:rPr>
        <w:t xml:space="preserve">, туризма, спорта и молодежной политики </w:t>
      </w:r>
      <w:r>
        <w:rPr>
          <w:rFonts w:eastAsiaTheme="minorEastAsia" w:cs="Times New Roman"/>
          <w:szCs w:val="28"/>
          <w:lang w:eastAsia="ru-RU"/>
        </w:rPr>
        <w:t>Администрации Гаврилов-Ямского муниципального района</w:t>
      </w:r>
    </w:p>
    <w:p w:rsidR="00104DC8" w:rsidRPr="00AC7CE9" w:rsidRDefault="00104DC8" w:rsidP="00AC7CE9">
      <w:pPr>
        <w:widowControl w:val="0"/>
        <w:autoSpaceDE w:val="0"/>
        <w:autoSpaceDN w:val="0"/>
        <w:adjustRightInd w:val="0"/>
        <w:rPr>
          <w:rFonts w:eastAsiaTheme="minorEastAsia" w:cs="Times New Roman"/>
          <w:szCs w:val="28"/>
          <w:lang w:eastAsia="ru-RU"/>
        </w:rPr>
      </w:pPr>
    </w:p>
    <w:p w:rsidR="00AC7CE9" w:rsidRPr="00510B09" w:rsidRDefault="00AC7CE9" w:rsidP="00510B09">
      <w:pPr>
        <w:widowControl w:val="0"/>
        <w:autoSpaceDE w:val="0"/>
        <w:autoSpaceDN w:val="0"/>
        <w:adjustRightInd w:val="0"/>
        <w:ind w:firstLine="0"/>
        <w:jc w:val="both"/>
        <w:rPr>
          <w:rFonts w:cs="Times New Roman"/>
          <w:szCs w:val="28"/>
        </w:rPr>
      </w:pPr>
    </w:p>
    <w:sectPr w:rsidR="00AC7CE9" w:rsidRPr="00510B09" w:rsidSect="00773DEF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6838" w:h="11906" w:orient="landscape"/>
      <w:pgMar w:top="712" w:right="1134" w:bottom="566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7714" w:rsidRDefault="009C7714" w:rsidP="00E30EA9">
      <w:r>
        <w:separator/>
      </w:r>
    </w:p>
  </w:endnote>
  <w:endnote w:type="continuationSeparator" w:id="0">
    <w:p w:rsidR="009C7714" w:rsidRDefault="009C7714" w:rsidP="00E30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D3F" w:rsidRDefault="00407D3F">
    <w:pPr>
      <w:pStyle w:val="a5"/>
      <w:jc w:val="center"/>
    </w:pPr>
  </w:p>
  <w:p w:rsidR="00407D3F" w:rsidRDefault="00407D3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D3F" w:rsidRDefault="00407D3F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D3F" w:rsidRDefault="00407D3F">
    <w:pPr>
      <w:pStyle w:val="a5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D3F" w:rsidRDefault="00407D3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7714" w:rsidRDefault="009C7714" w:rsidP="00E30EA9">
      <w:r>
        <w:separator/>
      </w:r>
    </w:p>
  </w:footnote>
  <w:footnote w:type="continuationSeparator" w:id="0">
    <w:p w:rsidR="009C7714" w:rsidRDefault="009C7714" w:rsidP="00E30E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4518622"/>
      <w:docPartObj>
        <w:docPartGallery w:val="Page Numbers (Top of Page)"/>
        <w:docPartUnique/>
      </w:docPartObj>
    </w:sdtPr>
    <w:sdtEndPr/>
    <w:sdtContent>
      <w:p w:rsidR="00407D3F" w:rsidRDefault="00407D3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4F60">
          <w:rPr>
            <w:noProof/>
          </w:rPr>
          <w:t>8</w:t>
        </w:r>
        <w:r>
          <w:fldChar w:fldCharType="end"/>
        </w:r>
      </w:p>
    </w:sdtContent>
  </w:sdt>
  <w:p w:rsidR="00407D3F" w:rsidRPr="00532191" w:rsidRDefault="00407D3F" w:rsidP="00DA49A5">
    <w:pPr>
      <w:pStyle w:val="a3"/>
      <w:jc w:val="center"/>
      <w:rPr>
        <w:rFonts w:cs="Times New Roman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8955455"/>
      <w:docPartObj>
        <w:docPartGallery w:val="Page Numbers (Top of Page)"/>
        <w:docPartUnique/>
      </w:docPartObj>
    </w:sdtPr>
    <w:sdtEndPr/>
    <w:sdtContent>
      <w:p w:rsidR="00407D3F" w:rsidRDefault="00407D3F" w:rsidP="00C36FDB">
        <w:pPr>
          <w:pStyle w:val="a3"/>
          <w:tabs>
            <w:tab w:val="clear" w:pos="4677"/>
          </w:tabs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4F60">
          <w:rPr>
            <w:noProof/>
          </w:rPr>
          <w:t>1</w:t>
        </w:r>
        <w:r>
          <w:fldChar w:fldCharType="end"/>
        </w:r>
      </w:p>
    </w:sdtContent>
  </w:sdt>
  <w:p w:rsidR="00407D3F" w:rsidRDefault="00407D3F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D3F" w:rsidRDefault="00407D3F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D3F" w:rsidRDefault="00407D3F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164F60">
      <w:rPr>
        <w:noProof/>
      </w:rPr>
      <w:t>30</w:t>
    </w:r>
    <w:r>
      <w:fldChar w:fldCharType="end"/>
    </w:r>
  </w:p>
  <w:p w:rsidR="00407D3F" w:rsidRDefault="00407D3F">
    <w:pPr>
      <w:pStyle w:val="a3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D3F" w:rsidRPr="00773DEF" w:rsidRDefault="00407D3F" w:rsidP="00773DE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631D49"/>
    <w:multiLevelType w:val="hybridMultilevel"/>
    <w:tmpl w:val="E264BDF8"/>
    <w:lvl w:ilvl="0" w:tplc="50D8F036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ACA3D40"/>
    <w:multiLevelType w:val="hybridMultilevel"/>
    <w:tmpl w:val="EAF2DA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C7F4A8A"/>
    <w:multiLevelType w:val="multilevel"/>
    <w:tmpl w:val="BCACA5D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3">
    <w:nsid w:val="7C6B570F"/>
    <w:multiLevelType w:val="multilevel"/>
    <w:tmpl w:val="494411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1B2"/>
    <w:rsid w:val="00005C30"/>
    <w:rsid w:val="0001178B"/>
    <w:rsid w:val="0006063B"/>
    <w:rsid w:val="00061339"/>
    <w:rsid w:val="00064332"/>
    <w:rsid w:val="00077AAC"/>
    <w:rsid w:val="0008640E"/>
    <w:rsid w:val="00091050"/>
    <w:rsid w:val="000B2934"/>
    <w:rsid w:val="000B73DA"/>
    <w:rsid w:val="000C1897"/>
    <w:rsid w:val="000C3530"/>
    <w:rsid w:val="000C79EF"/>
    <w:rsid w:val="000D5733"/>
    <w:rsid w:val="000D5A24"/>
    <w:rsid w:val="000F7F26"/>
    <w:rsid w:val="00104DC8"/>
    <w:rsid w:val="001156A5"/>
    <w:rsid w:val="0012007A"/>
    <w:rsid w:val="0012522C"/>
    <w:rsid w:val="00125D3A"/>
    <w:rsid w:val="00133D0F"/>
    <w:rsid w:val="001402B9"/>
    <w:rsid w:val="00145174"/>
    <w:rsid w:val="0014554F"/>
    <w:rsid w:val="00154556"/>
    <w:rsid w:val="001560A9"/>
    <w:rsid w:val="00164F60"/>
    <w:rsid w:val="0016609E"/>
    <w:rsid w:val="00166F74"/>
    <w:rsid w:val="00181BA7"/>
    <w:rsid w:val="00181DB4"/>
    <w:rsid w:val="00183F72"/>
    <w:rsid w:val="00191631"/>
    <w:rsid w:val="00191E8D"/>
    <w:rsid w:val="001C78DA"/>
    <w:rsid w:val="001C79FF"/>
    <w:rsid w:val="001F6B12"/>
    <w:rsid w:val="00202DB9"/>
    <w:rsid w:val="002306C4"/>
    <w:rsid w:val="00234216"/>
    <w:rsid w:val="002408EB"/>
    <w:rsid w:val="00242F25"/>
    <w:rsid w:val="00244C3D"/>
    <w:rsid w:val="00265C0E"/>
    <w:rsid w:val="00287BB6"/>
    <w:rsid w:val="002A17CB"/>
    <w:rsid w:val="002A3825"/>
    <w:rsid w:val="002C717B"/>
    <w:rsid w:val="002C7873"/>
    <w:rsid w:val="002D60B5"/>
    <w:rsid w:val="002D66F0"/>
    <w:rsid w:val="002E1EF7"/>
    <w:rsid w:val="002E6F47"/>
    <w:rsid w:val="002F4C6C"/>
    <w:rsid w:val="002F57DA"/>
    <w:rsid w:val="00300C01"/>
    <w:rsid w:val="00303A21"/>
    <w:rsid w:val="00307590"/>
    <w:rsid w:val="00310E54"/>
    <w:rsid w:val="00322BD4"/>
    <w:rsid w:val="00347D12"/>
    <w:rsid w:val="0035761A"/>
    <w:rsid w:val="00364609"/>
    <w:rsid w:val="0038047A"/>
    <w:rsid w:val="003857F9"/>
    <w:rsid w:val="003914AC"/>
    <w:rsid w:val="00394334"/>
    <w:rsid w:val="003A2DCC"/>
    <w:rsid w:val="003A7D0D"/>
    <w:rsid w:val="003D1E8D"/>
    <w:rsid w:val="003D3C71"/>
    <w:rsid w:val="003D6C05"/>
    <w:rsid w:val="003D72A9"/>
    <w:rsid w:val="003E20DD"/>
    <w:rsid w:val="003E71D8"/>
    <w:rsid w:val="003F5C05"/>
    <w:rsid w:val="0040656C"/>
    <w:rsid w:val="00407487"/>
    <w:rsid w:val="00407D3F"/>
    <w:rsid w:val="00411A69"/>
    <w:rsid w:val="0045552C"/>
    <w:rsid w:val="00457516"/>
    <w:rsid w:val="00460EAF"/>
    <w:rsid w:val="004B2C92"/>
    <w:rsid w:val="004C077F"/>
    <w:rsid w:val="004C38F8"/>
    <w:rsid w:val="005060E7"/>
    <w:rsid w:val="005101F9"/>
    <w:rsid w:val="00510B09"/>
    <w:rsid w:val="00510D0A"/>
    <w:rsid w:val="00514F07"/>
    <w:rsid w:val="005337CF"/>
    <w:rsid w:val="00542B84"/>
    <w:rsid w:val="00543676"/>
    <w:rsid w:val="00544401"/>
    <w:rsid w:val="00551904"/>
    <w:rsid w:val="00586928"/>
    <w:rsid w:val="005A1D81"/>
    <w:rsid w:val="005B18B7"/>
    <w:rsid w:val="005C65A2"/>
    <w:rsid w:val="005E5245"/>
    <w:rsid w:val="005E621E"/>
    <w:rsid w:val="005F24A9"/>
    <w:rsid w:val="005F69D6"/>
    <w:rsid w:val="00605F74"/>
    <w:rsid w:val="00617C28"/>
    <w:rsid w:val="00620B0F"/>
    <w:rsid w:val="0063015E"/>
    <w:rsid w:val="00631DD1"/>
    <w:rsid w:val="006422E2"/>
    <w:rsid w:val="00644981"/>
    <w:rsid w:val="0067401D"/>
    <w:rsid w:val="00681D5A"/>
    <w:rsid w:val="00694467"/>
    <w:rsid w:val="006A44B5"/>
    <w:rsid w:val="006B0167"/>
    <w:rsid w:val="006E73AF"/>
    <w:rsid w:val="006F1059"/>
    <w:rsid w:val="00706E66"/>
    <w:rsid w:val="00707FF7"/>
    <w:rsid w:val="00731FBE"/>
    <w:rsid w:val="00733AB9"/>
    <w:rsid w:val="0074044F"/>
    <w:rsid w:val="007469DF"/>
    <w:rsid w:val="007668C9"/>
    <w:rsid w:val="00773DEF"/>
    <w:rsid w:val="007766E1"/>
    <w:rsid w:val="0079796E"/>
    <w:rsid w:val="007A0501"/>
    <w:rsid w:val="007A38BD"/>
    <w:rsid w:val="007B2BAB"/>
    <w:rsid w:val="007E517D"/>
    <w:rsid w:val="007F17FF"/>
    <w:rsid w:val="007F28FB"/>
    <w:rsid w:val="007F2964"/>
    <w:rsid w:val="007F7EE1"/>
    <w:rsid w:val="008007C8"/>
    <w:rsid w:val="00863517"/>
    <w:rsid w:val="008707EC"/>
    <w:rsid w:val="00870E86"/>
    <w:rsid w:val="008A2482"/>
    <w:rsid w:val="008A434A"/>
    <w:rsid w:val="008A5B43"/>
    <w:rsid w:val="00921255"/>
    <w:rsid w:val="00930932"/>
    <w:rsid w:val="00930E3D"/>
    <w:rsid w:val="00961FF0"/>
    <w:rsid w:val="00962CA4"/>
    <w:rsid w:val="00984C21"/>
    <w:rsid w:val="00997B13"/>
    <w:rsid w:val="009A3282"/>
    <w:rsid w:val="009A5D99"/>
    <w:rsid w:val="009B5FA4"/>
    <w:rsid w:val="009C3952"/>
    <w:rsid w:val="009C4777"/>
    <w:rsid w:val="009C73EB"/>
    <w:rsid w:val="009C7714"/>
    <w:rsid w:val="00A04195"/>
    <w:rsid w:val="00A0662D"/>
    <w:rsid w:val="00A219BA"/>
    <w:rsid w:val="00A248F6"/>
    <w:rsid w:val="00A417AD"/>
    <w:rsid w:val="00A50284"/>
    <w:rsid w:val="00A51465"/>
    <w:rsid w:val="00A64C68"/>
    <w:rsid w:val="00A75221"/>
    <w:rsid w:val="00A76709"/>
    <w:rsid w:val="00A77FA6"/>
    <w:rsid w:val="00A83462"/>
    <w:rsid w:val="00A95759"/>
    <w:rsid w:val="00A9633B"/>
    <w:rsid w:val="00AA1F23"/>
    <w:rsid w:val="00AA1FB1"/>
    <w:rsid w:val="00AA342A"/>
    <w:rsid w:val="00AB2166"/>
    <w:rsid w:val="00AC243F"/>
    <w:rsid w:val="00AC4421"/>
    <w:rsid w:val="00AC7CE9"/>
    <w:rsid w:val="00AD308E"/>
    <w:rsid w:val="00AD3500"/>
    <w:rsid w:val="00AD534C"/>
    <w:rsid w:val="00AE3646"/>
    <w:rsid w:val="00AF696D"/>
    <w:rsid w:val="00B12E55"/>
    <w:rsid w:val="00B15B79"/>
    <w:rsid w:val="00B3469A"/>
    <w:rsid w:val="00B353A0"/>
    <w:rsid w:val="00B6242B"/>
    <w:rsid w:val="00B731CB"/>
    <w:rsid w:val="00BB1812"/>
    <w:rsid w:val="00BB5716"/>
    <w:rsid w:val="00BC246B"/>
    <w:rsid w:val="00BD0815"/>
    <w:rsid w:val="00BF3366"/>
    <w:rsid w:val="00BF4A30"/>
    <w:rsid w:val="00C04D78"/>
    <w:rsid w:val="00C200C9"/>
    <w:rsid w:val="00C227FE"/>
    <w:rsid w:val="00C36FDB"/>
    <w:rsid w:val="00C52710"/>
    <w:rsid w:val="00C62076"/>
    <w:rsid w:val="00C63B6A"/>
    <w:rsid w:val="00C70A69"/>
    <w:rsid w:val="00C733C6"/>
    <w:rsid w:val="00C73902"/>
    <w:rsid w:val="00C80D81"/>
    <w:rsid w:val="00C85D25"/>
    <w:rsid w:val="00C86F83"/>
    <w:rsid w:val="00C909D4"/>
    <w:rsid w:val="00CA5544"/>
    <w:rsid w:val="00CC0D2A"/>
    <w:rsid w:val="00CC5D61"/>
    <w:rsid w:val="00CE37DC"/>
    <w:rsid w:val="00D00EFB"/>
    <w:rsid w:val="00D12582"/>
    <w:rsid w:val="00D21646"/>
    <w:rsid w:val="00D33EE7"/>
    <w:rsid w:val="00D5426C"/>
    <w:rsid w:val="00D67F82"/>
    <w:rsid w:val="00D721D4"/>
    <w:rsid w:val="00D72C55"/>
    <w:rsid w:val="00DA49A5"/>
    <w:rsid w:val="00DB6E59"/>
    <w:rsid w:val="00DD1035"/>
    <w:rsid w:val="00DD617F"/>
    <w:rsid w:val="00DE71B2"/>
    <w:rsid w:val="00DF2C2A"/>
    <w:rsid w:val="00DF3002"/>
    <w:rsid w:val="00DF5377"/>
    <w:rsid w:val="00E013E1"/>
    <w:rsid w:val="00E01F2F"/>
    <w:rsid w:val="00E03920"/>
    <w:rsid w:val="00E043B2"/>
    <w:rsid w:val="00E047CC"/>
    <w:rsid w:val="00E1407E"/>
    <w:rsid w:val="00E202EE"/>
    <w:rsid w:val="00E27A12"/>
    <w:rsid w:val="00E30EA9"/>
    <w:rsid w:val="00E314F2"/>
    <w:rsid w:val="00E45093"/>
    <w:rsid w:val="00E52D01"/>
    <w:rsid w:val="00E5422F"/>
    <w:rsid w:val="00E67D99"/>
    <w:rsid w:val="00E75E06"/>
    <w:rsid w:val="00E84E2C"/>
    <w:rsid w:val="00EA2370"/>
    <w:rsid w:val="00EA3536"/>
    <w:rsid w:val="00EA6A17"/>
    <w:rsid w:val="00EC4A4C"/>
    <w:rsid w:val="00ED300C"/>
    <w:rsid w:val="00ED5AEF"/>
    <w:rsid w:val="00EE4D85"/>
    <w:rsid w:val="00EE5F9B"/>
    <w:rsid w:val="00F02FC2"/>
    <w:rsid w:val="00F106D5"/>
    <w:rsid w:val="00F21F0E"/>
    <w:rsid w:val="00F22218"/>
    <w:rsid w:val="00F22AD0"/>
    <w:rsid w:val="00F241C3"/>
    <w:rsid w:val="00F2689D"/>
    <w:rsid w:val="00F45AFB"/>
    <w:rsid w:val="00F47C6A"/>
    <w:rsid w:val="00F5275D"/>
    <w:rsid w:val="00F57DAD"/>
    <w:rsid w:val="00F611EA"/>
    <w:rsid w:val="00F6657D"/>
    <w:rsid w:val="00F824DB"/>
    <w:rsid w:val="00F85555"/>
    <w:rsid w:val="00F87977"/>
    <w:rsid w:val="00F975BA"/>
    <w:rsid w:val="00FA7061"/>
    <w:rsid w:val="00FB46FC"/>
    <w:rsid w:val="00FB5E46"/>
    <w:rsid w:val="00FC393F"/>
    <w:rsid w:val="00FD01DF"/>
    <w:rsid w:val="00FD0441"/>
    <w:rsid w:val="00FF3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3E1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paragraph" w:styleId="1">
    <w:name w:val="heading 1"/>
    <w:basedOn w:val="a"/>
    <w:next w:val="a"/>
    <w:link w:val="10"/>
    <w:uiPriority w:val="9"/>
    <w:qFormat/>
    <w:rsid w:val="00731FB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31FB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31FB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731FB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731FB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731FB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731FBE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rsid w:val="00731FB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30EA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0EA9"/>
    <w:rPr>
      <w:rFonts w:ascii="Calibri" w:eastAsia="Times New Roman" w:hAnsi="Calibri" w:cs="Calibri"/>
    </w:rPr>
  </w:style>
  <w:style w:type="paragraph" w:styleId="a5">
    <w:name w:val="footer"/>
    <w:basedOn w:val="a"/>
    <w:link w:val="a6"/>
    <w:uiPriority w:val="99"/>
    <w:unhideWhenUsed/>
    <w:rsid w:val="00E30EA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30EA9"/>
    <w:rPr>
      <w:rFonts w:ascii="Calibri" w:eastAsia="Times New Roman" w:hAnsi="Calibri" w:cs="Calibri"/>
    </w:rPr>
  </w:style>
  <w:style w:type="paragraph" w:styleId="a7">
    <w:name w:val="List Paragraph"/>
    <w:basedOn w:val="a"/>
    <w:uiPriority w:val="34"/>
    <w:qFormat/>
    <w:rsid w:val="0038047A"/>
    <w:pPr>
      <w:ind w:left="720"/>
      <w:contextualSpacing/>
    </w:pPr>
  </w:style>
  <w:style w:type="paragraph" w:customStyle="1" w:styleId="ConsPlusNormal">
    <w:name w:val="ConsPlusNormal"/>
    <w:rsid w:val="000D573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8">
    <w:name w:val="Placeholder Text"/>
    <w:basedOn w:val="a0"/>
    <w:uiPriority w:val="99"/>
    <w:semiHidden/>
    <w:rsid w:val="00AD308E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AD308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D308E"/>
    <w:rPr>
      <w:rFonts w:ascii="Tahoma" w:eastAsia="Times New Roman" w:hAnsi="Tahoma" w:cs="Tahoma"/>
      <w:sz w:val="16"/>
      <w:szCs w:val="16"/>
    </w:rPr>
  </w:style>
  <w:style w:type="paragraph" w:styleId="ab">
    <w:name w:val="No Spacing"/>
    <w:uiPriority w:val="1"/>
    <w:qFormat/>
    <w:rsid w:val="00731FBE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customStyle="1" w:styleId="10">
    <w:name w:val="Заголовок 1 Знак"/>
    <w:basedOn w:val="a0"/>
    <w:link w:val="1"/>
    <w:uiPriority w:val="9"/>
    <w:rsid w:val="00731FB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731FB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731FBE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character" w:customStyle="1" w:styleId="40">
    <w:name w:val="Заголовок 4 Знак"/>
    <w:basedOn w:val="a0"/>
    <w:link w:val="4"/>
    <w:uiPriority w:val="9"/>
    <w:rsid w:val="00731FBE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character" w:customStyle="1" w:styleId="50">
    <w:name w:val="Заголовок 5 Знак"/>
    <w:basedOn w:val="a0"/>
    <w:link w:val="5"/>
    <w:uiPriority w:val="9"/>
    <w:rsid w:val="00731FBE"/>
    <w:rPr>
      <w:rFonts w:asciiTheme="majorHAnsi" w:eastAsiaTheme="majorEastAsia" w:hAnsiTheme="majorHAnsi" w:cstheme="majorBidi"/>
      <w:color w:val="243F60" w:themeColor="accent1" w:themeShade="7F"/>
      <w:sz w:val="28"/>
    </w:rPr>
  </w:style>
  <w:style w:type="character" w:customStyle="1" w:styleId="60">
    <w:name w:val="Заголовок 6 Знак"/>
    <w:basedOn w:val="a0"/>
    <w:link w:val="6"/>
    <w:uiPriority w:val="9"/>
    <w:rsid w:val="00731FBE"/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character" w:customStyle="1" w:styleId="70">
    <w:name w:val="Заголовок 7 Знак"/>
    <w:basedOn w:val="a0"/>
    <w:link w:val="7"/>
    <w:uiPriority w:val="9"/>
    <w:rsid w:val="00731FBE"/>
    <w:rPr>
      <w:rFonts w:asciiTheme="majorHAnsi" w:eastAsiaTheme="majorEastAsia" w:hAnsiTheme="majorHAnsi" w:cstheme="majorBidi"/>
      <w:i/>
      <w:iCs/>
      <w:color w:val="404040" w:themeColor="text1" w:themeTint="BF"/>
      <w:sz w:val="28"/>
    </w:rPr>
  </w:style>
  <w:style w:type="character" w:customStyle="1" w:styleId="80">
    <w:name w:val="Заголовок 8 Знак"/>
    <w:basedOn w:val="a0"/>
    <w:link w:val="8"/>
    <w:uiPriority w:val="9"/>
    <w:rsid w:val="00731FB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3E1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paragraph" w:styleId="1">
    <w:name w:val="heading 1"/>
    <w:basedOn w:val="a"/>
    <w:next w:val="a"/>
    <w:link w:val="10"/>
    <w:uiPriority w:val="9"/>
    <w:qFormat/>
    <w:rsid w:val="00731FB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31FB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31FB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731FB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731FB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731FB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731FBE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rsid w:val="00731FB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30EA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0EA9"/>
    <w:rPr>
      <w:rFonts w:ascii="Calibri" w:eastAsia="Times New Roman" w:hAnsi="Calibri" w:cs="Calibri"/>
    </w:rPr>
  </w:style>
  <w:style w:type="paragraph" w:styleId="a5">
    <w:name w:val="footer"/>
    <w:basedOn w:val="a"/>
    <w:link w:val="a6"/>
    <w:uiPriority w:val="99"/>
    <w:unhideWhenUsed/>
    <w:rsid w:val="00E30EA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30EA9"/>
    <w:rPr>
      <w:rFonts w:ascii="Calibri" w:eastAsia="Times New Roman" w:hAnsi="Calibri" w:cs="Calibri"/>
    </w:rPr>
  </w:style>
  <w:style w:type="paragraph" w:styleId="a7">
    <w:name w:val="List Paragraph"/>
    <w:basedOn w:val="a"/>
    <w:uiPriority w:val="34"/>
    <w:qFormat/>
    <w:rsid w:val="0038047A"/>
    <w:pPr>
      <w:ind w:left="720"/>
      <w:contextualSpacing/>
    </w:pPr>
  </w:style>
  <w:style w:type="paragraph" w:customStyle="1" w:styleId="ConsPlusNormal">
    <w:name w:val="ConsPlusNormal"/>
    <w:rsid w:val="000D573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8">
    <w:name w:val="Placeholder Text"/>
    <w:basedOn w:val="a0"/>
    <w:uiPriority w:val="99"/>
    <w:semiHidden/>
    <w:rsid w:val="00AD308E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AD308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D308E"/>
    <w:rPr>
      <w:rFonts w:ascii="Tahoma" w:eastAsia="Times New Roman" w:hAnsi="Tahoma" w:cs="Tahoma"/>
      <w:sz w:val="16"/>
      <w:szCs w:val="16"/>
    </w:rPr>
  </w:style>
  <w:style w:type="paragraph" w:styleId="ab">
    <w:name w:val="No Spacing"/>
    <w:uiPriority w:val="1"/>
    <w:qFormat/>
    <w:rsid w:val="00731FBE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customStyle="1" w:styleId="10">
    <w:name w:val="Заголовок 1 Знак"/>
    <w:basedOn w:val="a0"/>
    <w:link w:val="1"/>
    <w:uiPriority w:val="9"/>
    <w:rsid w:val="00731FB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731FB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731FBE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character" w:customStyle="1" w:styleId="40">
    <w:name w:val="Заголовок 4 Знак"/>
    <w:basedOn w:val="a0"/>
    <w:link w:val="4"/>
    <w:uiPriority w:val="9"/>
    <w:rsid w:val="00731FBE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character" w:customStyle="1" w:styleId="50">
    <w:name w:val="Заголовок 5 Знак"/>
    <w:basedOn w:val="a0"/>
    <w:link w:val="5"/>
    <w:uiPriority w:val="9"/>
    <w:rsid w:val="00731FBE"/>
    <w:rPr>
      <w:rFonts w:asciiTheme="majorHAnsi" w:eastAsiaTheme="majorEastAsia" w:hAnsiTheme="majorHAnsi" w:cstheme="majorBidi"/>
      <w:color w:val="243F60" w:themeColor="accent1" w:themeShade="7F"/>
      <w:sz w:val="28"/>
    </w:rPr>
  </w:style>
  <w:style w:type="character" w:customStyle="1" w:styleId="60">
    <w:name w:val="Заголовок 6 Знак"/>
    <w:basedOn w:val="a0"/>
    <w:link w:val="6"/>
    <w:uiPriority w:val="9"/>
    <w:rsid w:val="00731FBE"/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character" w:customStyle="1" w:styleId="70">
    <w:name w:val="Заголовок 7 Знак"/>
    <w:basedOn w:val="a0"/>
    <w:link w:val="7"/>
    <w:uiPriority w:val="9"/>
    <w:rsid w:val="00731FBE"/>
    <w:rPr>
      <w:rFonts w:asciiTheme="majorHAnsi" w:eastAsiaTheme="majorEastAsia" w:hAnsiTheme="majorHAnsi" w:cstheme="majorBidi"/>
      <w:i/>
      <w:iCs/>
      <w:color w:val="404040" w:themeColor="text1" w:themeTint="BF"/>
      <w:sz w:val="28"/>
    </w:rPr>
  </w:style>
  <w:style w:type="character" w:customStyle="1" w:styleId="80">
    <w:name w:val="Заголовок 8 Знак"/>
    <w:basedOn w:val="a0"/>
    <w:link w:val="8"/>
    <w:uiPriority w:val="9"/>
    <w:rsid w:val="00731FB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microsoft.com/office/2007/relationships/stylesWithEffects" Target="stylesWithEffects.xml"/><Relationship Id="rId12" Type="http://schemas.openxmlformats.org/officeDocument/2006/relationships/hyperlink" Target="consultantplus://offline/ref=C1A2196ACA15BC9125C835480BA8C4DFA4DDB6FC0D0E084EA240BD60t166N" TargetMode="Externa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ilov\Documents\TMP\&#1064;&#1072;&#1073;&#1083;&#1086;&#1085;&#1099;%20&#1076;&#1086;&#1082;&#1091;&#1084;&#1077;&#1085;&#1090;&#1086;&#1074;\&#1064;&#1072;&#1073;&#1083;&#1086;&#1085;%20&#1087;&#1088;&#1080;&#1083;&#1086;&#1078;&#1077;&#1085;&#1080;&#1103;%20&#1082;%20&#1087;&#1086;&#1089;&#1090;&#1072;&#1085;&#1086;&#1074;&#1083;&#1077;&#1085;&#1080;&#1102;%20&#1055;&#1088;&#1072;&#1074;&#1080;&#1090;&#1077;&#1083;&#1100;&#1089;&#1090;&#1074;&#1072;%20&#1086;&#1073;&#1083;&#1072;&#1089;&#109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63272269BFFD142A93A6734AABA9537" ma:contentTypeVersion="18" ma:contentTypeDescription="Создание документа." ma:contentTypeScope="" ma:versionID="c02a2ad080dad0cdc05407edd876250b">
  <xsd:schema xmlns:xsd="http://www.w3.org/2001/XMLSchema" xmlns:p="http://schemas.microsoft.com/office/2006/metadata/properties" xmlns:ns2="b468e2e6-0af2-49b6-8148-798aa515d8d2" targetNamespace="http://schemas.microsoft.com/office/2006/metadata/properties" ma:root="true" ma:fieldsID="39d21eb1a141014b0269d201403fdb49" ns2:_="">
    <xsd:import namespace="b468e2e6-0af2-49b6-8148-798aa515d8d2"/>
    <xsd:element name="properties">
      <xsd:complexType>
        <xsd:sequence>
          <xsd:element name="documentManagement">
            <xsd:complexType>
              <xsd:all>
                <xsd:element ref="ns2:_x041f__x043e__x043a__x0430__x0437__x044b__x0432__x0430__x0442__x044c__x0020__x0432__x0020__x043f__x043e__x0441__x043b__x0435__x0434__x043d__x0438__x0445__x0020__x043f__x043e__x0441__x0442__x0443__x043f__x043b__x0435__x043d__x0438__x044f__x0445_" minOccurs="0"/>
                <xsd:element ref="ns2:_x041a__x0440__x0430__x0442__x043a__x043e__x0435__x0020__x043e__x043f__x0438__x0441__x0430__x043d__x0438__x0435_" minOccurs="0"/>
                <xsd:element ref="ns2:_x041a__x043b__x044e__x0447__x0435__x0432__x044b__x0435__x0020__x0441__x043b__x043e__x0432__x0430_" minOccurs="0"/>
                <xsd:element ref="ns2:_x0414__x0430__x0442__x0430__x0020__x043f__x0443__x0431__x043b__x0438__x043a__x0430__x0446__x0438__x0438_"/>
                <xsd:element ref="ns2:_x041d__x0430__x0438__x043c__x0430__x043d__x043e__x0432__x0430__x043d__x0438__x0435__x0020__x0438__x0441__x0442__x043e__x0447__x043d__x0438__x043a__x0430_" minOccurs="0"/>
                <xsd:element ref="ns2:_x0412__x0438__x0434__x0020__x043c__x0430__x044c__x0442__x0435__x0440__x0438__x0430__x043b__x0430_" minOccurs="0"/>
                <xsd:element ref="ns2:_x0422__x0435__x043c__x0430_" minOccurs="0"/>
                <xsd:element ref="ns2:_x0424__x043e__x043d__x0434_" minOccurs="0"/>
                <xsd:element ref="ns2:_x0422__x044d__x0433__x0438_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b468e2e6-0af2-49b6-8148-798aa515d8d2" elementFormDefault="qualified">
    <xsd:import namespace="http://schemas.microsoft.com/office/2006/documentManagement/types"/>
    <xsd:element name="_x041f__x043e__x043a__x0430__x0437__x044b__x0432__x0430__x0442__x044c__x0020__x0432__x0020__x043f__x043e__x0441__x043b__x0435__x0434__x043d__x0438__x0445__x0020__x043f__x043e__x0441__x0442__x0443__x043f__x043b__x0435__x043d__x0438__x044f__x0445_" ma:index="8" nillable="true" ma:displayName="Показывать в последних поступлениях" ma:default="1" ma:internalName="_x041f__x043e__x043a__x0430__x0437__x044b__x0432__x0430__x0442__x044c__x0020__x0432__x0020__x043f__x043e__x0441__x043b__x0435__x0434__x043d__x0438__x0445__x0020__x043f__x043e__x0441__x0442__x0443__x043f__x043b__x0435__x043d__x0438__x044f__x0445_">
      <xsd:simpleType>
        <xsd:restriction base="dms:Boolean"/>
      </xsd:simpleType>
    </xsd:element>
    <xsd:element name="_x041a__x0440__x0430__x0442__x043a__x043e__x0435__x0020__x043e__x043f__x0438__x0441__x0430__x043d__x0438__x0435_" ma:index="9" nillable="true" ma:displayName="Краткое описание" ma:default="" ma:internalName="_x041a__x0440__x0430__x0442__x043a__x043e__x0435__x0020__x043e__x043f__x0438__x0441__x0430__x043d__x0438__x0435_">
      <xsd:simpleType>
        <xsd:restriction base="dms:Note"/>
      </xsd:simpleType>
    </xsd:element>
    <xsd:element name="_x041a__x043b__x044e__x0447__x0435__x0432__x044b__x0435__x0020__x0441__x043b__x043e__x0432__x0430_" ma:index="10" nillable="true" ma:displayName="Ключевая фраза" ma:default="" ma:format="Dropdown" ma:internalName="_x041a__x043b__x044e__x0447__x0435__x0432__x044b__x0435__x0020__x0441__x043b__x043e__x0432__x0430_">
      <xsd:simpleType>
        <xsd:restriction base="dms:Choice">
          <xsd:enumeration value="Business Intelligence"/>
          <xsd:enumeration value="Data Mining"/>
          <xsd:enumeration value="администрация города"/>
          <xsd:enumeration value="администрация области"/>
          <xsd:enumeration value="администрация поселения"/>
          <xsd:enumeration value="администрация района"/>
          <xsd:enumeration value="аналитическая обработка"/>
          <xsd:enumeration value="антикризисные меры"/>
          <xsd:enumeration value="антитеррористический"/>
          <xsd:enumeration value="АОШ НАК"/>
          <xsd:enumeration value="база данных"/>
          <xsd:enumeration value="база знаний"/>
          <xsd:enumeration value="ввод в действие жилых домов"/>
          <xsd:enumeration value="виды экономической деятельности"/>
          <xsd:enumeration value="влияние кризиса"/>
          <xsd:enumeration value="внешнеэкономическая деятельность"/>
          <xsd:enumeration value="генеральный совет"/>
          <xsd:enumeration value="геоинформационная система"/>
          <xsd:enumeration value="глава города"/>
          <xsd:enumeration value="глава городского округа"/>
          <xsd:enumeration value="глава городского поселения"/>
          <xsd:enumeration value="глава муниципального района"/>
          <xsd:enumeration value="глава поселения"/>
          <xsd:enumeration value="глава района"/>
          <xsd:enumeration value="глава сельского поселения"/>
          <xsd:enumeration value="городская дума"/>
          <xsd:enumeration value="государственное учреждение"/>
          <xsd:enumeration value="гражданский институт"/>
          <xsd:enumeration value="гражданское общество"/>
          <xsd:enumeration value="деловая активность"/>
          <xsd:enumeration value="демографическая ситуация"/>
          <xsd:enumeration value="денежные доходы населения"/>
          <xsd:enumeration value="жилищно-коммунальное хозяйство"/>
          <xsd:enumeration value="законодательное собрание"/>
          <xsd:enumeration value="заработная плата"/>
          <xsd:enumeration value="избирательная комиссия"/>
          <xsd:enumeration value="имитационная модель"/>
          <xsd:enumeration value="индекс потребительских цен"/>
          <xsd:enumeration value="интеллектуальная обработка текстов"/>
          <xsd:enumeration value="информационная безопасность"/>
          <xsd:enumeration value="информационная система"/>
          <xsd:enumeration value="информационное агентство"/>
          <xsd:enumeration value="информационный ресурс"/>
          <xsd:enumeration value="качество жизни"/>
          <xsd:enumeration value="ключевые индикаторы"/>
          <xsd:enumeration value="малое предпринимательство"/>
          <xsd:enumeration value="малый бизнес"/>
          <xsd:enumeration value="масовая акция"/>
          <xsd:enumeration value="мастер-класс"/>
          <xsd:enumeration value="меры поддержки"/>
          <xsd:enumeration value="местное самоуправления"/>
          <xsd:enumeration value="муниципальное образование"/>
          <xsd:enumeration value="муниципальное учреждение"/>
          <xsd:enumeration value="муниципальный совет"/>
          <xsd:enumeration value="мэр города"/>
          <xsd:enumeration value="некоммерческое партнерство"/>
          <xsd:enumeration value="общее собрание"/>
          <xsd:enumeration value="общероссийское"/>
          <xsd:enumeration value="общественная акция"/>
          <xsd:enumeration value="общественная безопасность"/>
          <xsd:enumeration value="общественная организация"/>
          <xsd:enumeration value="общественная палата"/>
          <xsd:enumeration value="общественное мероприятие"/>
          <xsd:enumeration value="общественное мнение"/>
          <xsd:enumeration value="общественное настроение"/>
          <xsd:enumeration value="общественный фонд"/>
          <xsd:enumeration value="объем инвестиций в основной капитал"/>
          <xsd:enumeration value="объем платных услуг населению"/>
          <xsd:enumeration value="орган местного самоуправления"/>
          <xsd:enumeration value="органы исполнительной власти"/>
          <xsd:enumeration value="открытое письмо"/>
          <xsd:enumeration value="оценка населения"/>
          <xsd:enumeration value="оценка эффективности деятельности органов исполнительной власти"/>
          <xsd:enumeration value="Патриоты России"/>
          <xsd:enumeration value="первичная организация"/>
          <xsd:enumeration value="первичное отделение"/>
          <xsd:enumeration value="поиск информации"/>
          <xsd:enumeration value="политическая акция"/>
          <xsd:enumeration value="политическая позиция"/>
          <xsd:enumeration value="политическая программа"/>
          <xsd:enumeration value="политический конфликт"/>
          <xsd:enumeration value="политический процесс"/>
          <xsd:enumeration value="политический совет"/>
          <xsd:enumeration value="политическое заявление"/>
          <xsd:enumeration value="политическое мероприятие"/>
          <xsd:enumeration value="политическое событие"/>
          <xsd:enumeration value="правительство области"/>
          <xsd:enumeration value="Правое дело"/>
          <xsd:enumeration value="предпринимательская уверенность"/>
          <xsd:enumeration value="председатель городской думы"/>
          <xsd:enumeration value="председатель думы"/>
          <xsd:enumeration value="председатель районной думы"/>
          <xsd:enumeration value="председатель совета"/>
          <xsd:enumeration value="приоритетный национальный проект"/>
          <xsd:enumeration value="просроченная задолженность по заработной плате"/>
          <xsd:enumeration value="протестная активность"/>
          <xsd:enumeration value="протестная акция"/>
          <xsd:enumeration value="протестные настроения"/>
          <xsd:enumeration value="публичное мероприятие"/>
          <xsd:enumeration value="районная дума"/>
          <xsd:enumeration value="резервное копирование"/>
          <xsd:enumeration value="религиозная организация"/>
          <xsd:enumeration value="рынок труда"/>
          <xsd:enumeration value="семантическая информация"/>
          <xsd:enumeration value="системный администратор"/>
          <xsd:enumeration value="следственный комитет"/>
          <xsd:enumeration value="служебная программа"/>
          <xsd:enumeration value="совет города"/>
          <xsd:enumeration value="совет района"/>
          <xsd:enumeration value="социальная напряженность"/>
          <xsd:enumeration value="социальное самочувствие"/>
          <xsd:enumeration value="Справедливая Россия"/>
          <xsd:enumeration value="средства массовой информации"/>
          <xsd:enumeration value="статистическая модель"/>
          <xsd:enumeration value="технические условия"/>
          <xsd:enumeration value="техническое задание"/>
          <xsd:enumeration value="указ 825"/>
          <xsd:enumeration value="уровень доверия"/>
          <xsd:enumeration value="уровень жизни"/>
          <xsd:enumeration value="уровень удовлетворенности"/>
          <xsd:enumeration value="учетная запись"/>
          <xsd:enumeration value="функциональная модель"/>
          <xsd:enumeration value="численность безработных"/>
          <xsd:enumeration value="член избирательной комиссии"/>
          <xsd:enumeration value="электоральный рейтинг"/>
          <xsd:enumeration value="электронная почта"/>
          <xsd:enumeration value="электронная цифровая подпись"/>
          <xsd:enumeration value="электронный вид"/>
          <xsd:enumeration value="Ярославская областная дума"/>
          <xsd:enumeration value="Ярославская область"/>
          <xsd:enumeration value="ярославское региональное отделение"/>
        </xsd:restriction>
      </xsd:simpleType>
    </xsd:element>
    <xsd:element name="_x0414__x0430__x0442__x0430__x0020__x043f__x0443__x0431__x043b__x0438__x043a__x0430__x0446__x0438__x0438_" ma:index="11" ma:displayName="Дата публикации" ma:default="[today]" ma:format="DateTime" ma:internalName="_x0414__x0430__x0442__x0430__x0020__x043f__x0443__x0431__x043b__x0438__x043a__x0430__x0446__x0438__x0438_">
      <xsd:simpleType>
        <xsd:restriction base="dms:DateTime"/>
      </xsd:simpleType>
    </xsd:element>
    <xsd:element name="_x041d__x0430__x0438__x043c__x0430__x043d__x043e__x0432__x0430__x043d__x0438__x0435__x0020__x0438__x0441__x0442__x043e__x0447__x043d__x0438__x043a__x0430_" ma:index="12" nillable="true" ma:displayName="Источник" ma:default="ОИВ ЯО" ma:format="Dropdown" ma:internalName="_x041d__x0430__x0438__x043c__x0430__x043d__x043e__x0432__x0430__x043d__x0438__x0435__x0020__x0438__x0441__x0442__x043e__x0447__x043d__x0438__x043a__x0430_">
      <xsd:simpleType>
        <xsd:restriction base="dms:Choice">
          <xsd:enumeration value="ОИВ ЯО"/>
          <xsd:enumeration value="Внешний"/>
        </xsd:restriction>
      </xsd:simpleType>
    </xsd:element>
    <xsd:element name="_x0412__x0438__x0434__x0020__x043c__x0430__x044c__x0442__x0435__x0440__x0438__x0430__x043b__x0430_" ma:index="13" nillable="true" ma:displayName="Вид материала" ma:default="" ma:format="Dropdown" ma:internalName="_x0412__x0438__x0434__x0020__x043c__x0430__x044c__x0442__x0435__x0440__x0438__x0430__x043b__x0430_">
      <xsd:simpleType>
        <xsd:restriction base="dms:Choice">
          <xsd:enumeration value="информационно-аналитический продукт"/>
          <xsd:enumeration value="публикация"/>
          <xsd:enumeration value="книга"/>
          <xsd:enumeration value="государственная статистика"/>
          <xsd:enumeration value="ведомственная статистика"/>
          <xsd:enumeration value="презентация"/>
          <xsd:enumeration value="отчет"/>
          <xsd:enumeration value="доклад"/>
          <xsd:enumeration value="регламент"/>
          <xsd:enumeration value="стратегия, программа"/>
          <xsd:enumeration value="методика"/>
          <xsd:enumeration value="письмо"/>
        </xsd:restriction>
      </xsd:simpleType>
    </xsd:element>
    <xsd:element name="_x0422__x0435__x043c__x0430_" ma:index="14" nillable="true" ma:displayName="Тема" ma:format="Dropdown" ma:internalName="_x0422__x0435__x043c__x0430_">
      <xsd:simpleType>
        <xsd:restriction base="dms:Choice">
          <xsd:enumeration value="антикризисные меры"/>
          <xsd:enumeration value="безопасность и правопорядок"/>
          <xsd:enumeration value="государственное управление"/>
          <xsd:enumeration value="гражданское общество и общественные организации"/>
          <xsd:enumeration value="ЖКХ и инфраструктура"/>
          <xsd:enumeration value="здравоохранение"/>
          <xsd:enumeration value="инвестии"/>
          <xsd:enumeration value="инновации"/>
          <xsd:enumeration value="информационно-коммуникационные технологии"/>
          <xsd:enumeration value="кадры"/>
          <xsd:enumeration value="культура"/>
          <xsd:enumeration value="лучшие практики в различные сферах"/>
          <xsd:enumeration value="малое предпринимательство"/>
          <xsd:enumeration value="менеджемент"/>
          <xsd:enumeration value="местное самоуправление"/>
          <xsd:enumeration value="образование"/>
          <xsd:enumeration value="общественно-политические процессы"/>
          <xsd:enumeration value="потребительский рынок"/>
          <xsd:enumeration value="право"/>
          <xsd:enumeration value="приоритетные национальные проекты"/>
          <xsd:enumeration value="промышленность"/>
          <xsd:enumeration value="рынок труда и занятость"/>
          <xsd:enumeration value="сельское хозяйство"/>
          <xsd:enumeration value="СМИ и общественное мнение"/>
          <xsd:enumeration value="социальная защита"/>
          <xsd:enumeration value="социально-экономическая комплексная"/>
          <xsd:enumeration value="строительство"/>
          <xsd:enumeration value="ТЭК"/>
          <xsd:enumeration value="финансовые институты и бюджетный процесс"/>
          <xsd:enumeration value="экология"/>
          <xsd:enumeration value="энциклопедические материалы о ЯО"/>
          <xsd:enumeration value="электронное правительство"/>
        </xsd:restriction>
      </xsd:simpleType>
    </xsd:element>
    <xsd:element name="_x0424__x043e__x043d__x0434_" ma:index="15" nillable="true" ma:displayName="Фонд" ma:format="Dropdown" ma:internalName="_x0424__x043e__x043d__x0434_">
      <xsd:simpleType>
        <xsd:restriction base="dms:Choice">
          <xsd:enumeration value="Печатный"/>
          <xsd:enumeration value="Электронный"/>
          <xsd:enumeration value="Медиатека"/>
        </xsd:restriction>
      </xsd:simpleType>
    </xsd:element>
    <xsd:element name="_x0422__x044d__x0433__x0438_" ma:index="16" nillable="true" ma:displayName="Тэги" ma:internalName="_x0422__x044d__x0433__x0438_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x041a__x0440__x0430__x0442__x043a__x043e__x0435__x0020__x043e__x043f__x0438__x0441__x0430__x043d__x0438__x0435_ xmlns="b468e2e6-0af2-49b6-8148-798aa515d8d2" xsi:nil="true"/>
    <_x041a__x043b__x044e__x0447__x0435__x0432__x044b__x0435__x0020__x0441__x043b__x043e__x0432__x0430_ xmlns="b468e2e6-0af2-49b6-8148-798aa515d8d2" xsi:nil="true"/>
    <_x041f__x043e__x043a__x0430__x0437__x044b__x0432__x0430__x0442__x044c__x0020__x0432__x0020__x043f__x043e__x0441__x043b__x0435__x0434__x043d__x0438__x0445__x0020__x043f__x043e__x0441__x0442__x0443__x043f__x043b__x0435__x043d__x0438__x044f__x0445_ xmlns="b468e2e6-0af2-49b6-8148-798aa515d8d2">true</_x041f__x043e__x043a__x0430__x0437__x044b__x0432__x0430__x0442__x044c__x0020__x0432__x0020__x043f__x043e__x0441__x043b__x0435__x0434__x043d__x0438__x0445__x0020__x043f__x043e__x0441__x0442__x0443__x043f__x043b__x0435__x043d__x0438__x044f__x0445_>
    <_x0422__x044d__x0433__x0438_ xmlns="b468e2e6-0af2-49b6-8148-798aa515d8d2" xsi:nil="true"/>
    <_x041d__x0430__x0438__x043c__x0430__x043d__x043e__x0432__x0430__x043d__x0438__x0435__x0020__x0438__x0441__x0442__x043e__x0447__x043d__x0438__x043a__x0430_ xmlns="b468e2e6-0af2-49b6-8148-798aa515d8d2">ОИВ ЯО</_x041d__x0430__x0438__x043c__x0430__x043d__x043e__x0432__x0430__x043d__x0438__x0435__x0020__x0438__x0441__x0442__x043e__x0447__x043d__x0438__x043a__x0430_>
    <_x0414__x0430__x0442__x0430__x0020__x043f__x0443__x0431__x043b__x0438__x043a__x0430__x0446__x0438__x0438_ xmlns="b468e2e6-0af2-49b6-8148-798aa515d8d2">2011-05-30T14:02:53+00:00</_x0414__x0430__x0442__x0430__x0020__x043f__x0443__x0431__x043b__x0438__x043a__x0430__x0446__x0438__x0438_>
    <_x0412__x0438__x0434__x0020__x043c__x0430__x044c__x0442__x0435__x0440__x0438__x0430__x043b__x0430_ xmlns="b468e2e6-0af2-49b6-8148-798aa515d8d2" xsi:nil="true"/>
    <_x0422__x0435__x043c__x0430_ xmlns="b468e2e6-0af2-49b6-8148-798aa515d8d2" xsi:nil="true"/>
    <_x0424__x043e__x043d__x0434_ xmlns="b468e2e6-0af2-49b6-8148-798aa515d8d2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717CA8-E102-4693-B961-FD4C40B0FF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8e2e6-0af2-49b6-8148-798aa515d8d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E385051-7873-431D-BE4C-21DD81ED08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A37336-449C-4141-AD46-D2A4EF0A9FB8}">
  <ds:schemaRefs>
    <ds:schemaRef ds:uri="http://schemas.microsoft.com/office/2006/metadata/properties"/>
    <ds:schemaRef ds:uri="b468e2e6-0af2-49b6-8148-798aa515d8d2"/>
  </ds:schemaRefs>
</ds:datastoreItem>
</file>

<file path=customXml/itemProps4.xml><?xml version="1.0" encoding="utf-8"?>
<ds:datastoreItem xmlns:ds="http://schemas.openxmlformats.org/officeDocument/2006/customXml" ds:itemID="{791B21CD-8171-4904-B6C8-9BF89E9A6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приложения к постановлению Правительства области</Template>
  <TotalTime>0</TotalTime>
  <Pages>31</Pages>
  <Words>6673</Words>
  <Characters>38040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ДИА</Company>
  <LinksUpToDate>false</LinksUpToDate>
  <CharactersWithSpaces>44624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Усилов</dc:creator>
  <cp:lastModifiedBy>Smto_3</cp:lastModifiedBy>
  <cp:revision>2</cp:revision>
  <cp:lastPrinted>2015-12-30T13:36:00Z</cp:lastPrinted>
  <dcterms:created xsi:type="dcterms:W3CDTF">2015-12-30T13:36:00Z</dcterms:created>
  <dcterms:modified xsi:type="dcterms:W3CDTF">2015-12-30T13:36:00Z</dcterms:modified>
</cp:coreProperties>
</file>