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33C" w:rsidRPr="008A6BA9" w:rsidRDefault="008A6BA9" w:rsidP="008B533C">
      <w:pPr>
        <w:pStyle w:val="4"/>
        <w:jc w:val="right"/>
        <w:rPr>
          <w:sz w:val="24"/>
        </w:rPr>
      </w:pPr>
      <w:r w:rsidRPr="008A6BA9">
        <w:rPr>
          <w:sz w:val="24"/>
        </w:rPr>
        <w:t>проект</w:t>
      </w:r>
    </w:p>
    <w:p w:rsidR="008B533C" w:rsidRDefault="00415736" w:rsidP="008B533C">
      <w:pPr>
        <w:pStyle w:val="4"/>
        <w:rPr>
          <w:b/>
          <w:szCs w:val="36"/>
        </w:rPr>
      </w:pPr>
      <w:r>
        <w:rPr>
          <w:b/>
          <w:noProof/>
          <w:szCs w:val="3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-635</wp:posOffset>
            </wp:positionV>
            <wp:extent cx="425450" cy="483870"/>
            <wp:effectExtent l="0" t="0" r="0" b="0"/>
            <wp:wrapNone/>
            <wp:docPr id="4" name="Рисунок 4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533C" w:rsidRDefault="008B533C" w:rsidP="008B533C">
      <w:pPr>
        <w:pStyle w:val="4"/>
        <w:rPr>
          <w:b/>
          <w:szCs w:val="36"/>
        </w:rPr>
      </w:pPr>
    </w:p>
    <w:p w:rsidR="008B533C" w:rsidRDefault="008B533C" w:rsidP="008B533C">
      <w:pPr>
        <w:pStyle w:val="1"/>
        <w:jc w:val="center"/>
        <w:rPr>
          <w:sz w:val="30"/>
          <w:szCs w:val="30"/>
        </w:rPr>
      </w:pPr>
      <w:r>
        <w:rPr>
          <w:sz w:val="30"/>
          <w:szCs w:val="30"/>
        </w:rPr>
        <w:t>СОБРАНИЕ  ПРЕДСТАВИТЕЛЕЙ</w:t>
      </w:r>
    </w:p>
    <w:p w:rsidR="008B533C" w:rsidRDefault="008B533C" w:rsidP="008B533C">
      <w:pPr>
        <w:jc w:val="center"/>
        <w:rPr>
          <w:sz w:val="30"/>
          <w:szCs w:val="30"/>
        </w:rPr>
      </w:pPr>
      <w:r>
        <w:rPr>
          <w:sz w:val="30"/>
          <w:szCs w:val="30"/>
        </w:rPr>
        <w:t>ГАВРИЛОВ-ЯМСКОГО  МУНИЦИПАЛЬНОГО  РАЙОНА</w:t>
      </w:r>
    </w:p>
    <w:p w:rsidR="006F0154" w:rsidRDefault="006F0154" w:rsidP="008B533C">
      <w:pPr>
        <w:pStyle w:val="4"/>
        <w:rPr>
          <w:b/>
          <w:sz w:val="40"/>
          <w:szCs w:val="40"/>
        </w:rPr>
      </w:pPr>
    </w:p>
    <w:p w:rsidR="008B533C" w:rsidRPr="00913164" w:rsidRDefault="008B533C" w:rsidP="008B533C">
      <w:pPr>
        <w:pStyle w:val="4"/>
        <w:rPr>
          <w:b/>
          <w:sz w:val="40"/>
          <w:szCs w:val="40"/>
        </w:rPr>
      </w:pPr>
      <w:r w:rsidRPr="00913164">
        <w:rPr>
          <w:b/>
          <w:sz w:val="40"/>
          <w:szCs w:val="40"/>
        </w:rPr>
        <w:t>ПОСТАНОВЛЕНИЕ</w:t>
      </w:r>
    </w:p>
    <w:p w:rsidR="00B41B8A" w:rsidRDefault="00B41B8A"/>
    <w:p w:rsidR="00C36B5E" w:rsidRDefault="008A6BA9" w:rsidP="00C36B5E">
      <w:pPr>
        <w:rPr>
          <w:sz w:val="28"/>
        </w:rPr>
      </w:pPr>
      <w:r>
        <w:rPr>
          <w:sz w:val="28"/>
        </w:rPr>
        <w:t>_____</w:t>
      </w:r>
      <w:r w:rsidR="00F229A7">
        <w:rPr>
          <w:sz w:val="28"/>
        </w:rPr>
        <w:t>_____</w:t>
      </w:r>
      <w:r w:rsidR="00CB7F1B">
        <w:rPr>
          <w:sz w:val="28"/>
        </w:rPr>
        <w:t>201</w:t>
      </w:r>
      <w:r w:rsidR="006B2229">
        <w:rPr>
          <w:sz w:val="28"/>
        </w:rPr>
        <w:t>6</w:t>
      </w:r>
      <w:r w:rsidR="00C36B5E">
        <w:rPr>
          <w:sz w:val="28"/>
        </w:rPr>
        <w:t xml:space="preserve"> </w:t>
      </w:r>
      <w:r w:rsidR="00C36B5E">
        <w:rPr>
          <w:sz w:val="28"/>
        </w:rPr>
        <w:tab/>
      </w:r>
      <w:r w:rsidR="005921FB">
        <w:rPr>
          <w:sz w:val="28"/>
        </w:rPr>
        <w:tab/>
      </w:r>
      <w:r w:rsidR="005921FB">
        <w:rPr>
          <w:sz w:val="28"/>
        </w:rPr>
        <w:tab/>
      </w:r>
      <w:r w:rsidR="005921FB">
        <w:rPr>
          <w:sz w:val="28"/>
        </w:rPr>
        <w:tab/>
      </w:r>
      <w:r w:rsidR="005921FB">
        <w:rPr>
          <w:sz w:val="28"/>
        </w:rPr>
        <w:tab/>
      </w:r>
      <w:r w:rsidR="005921FB">
        <w:rPr>
          <w:sz w:val="28"/>
        </w:rPr>
        <w:tab/>
      </w:r>
      <w:r w:rsidR="005921FB">
        <w:rPr>
          <w:sz w:val="28"/>
        </w:rPr>
        <w:tab/>
      </w:r>
      <w:r w:rsidR="005921FB">
        <w:rPr>
          <w:sz w:val="28"/>
        </w:rPr>
        <w:tab/>
      </w:r>
      <w:r w:rsidR="00C36B5E">
        <w:rPr>
          <w:sz w:val="28"/>
        </w:rPr>
        <w:tab/>
        <w:t xml:space="preserve">№ </w:t>
      </w:r>
      <w:r>
        <w:rPr>
          <w:sz w:val="28"/>
        </w:rPr>
        <w:t>_____</w:t>
      </w:r>
    </w:p>
    <w:p w:rsidR="0041316A" w:rsidRPr="004C4BAB" w:rsidRDefault="0041316A" w:rsidP="0041316A">
      <w:pPr>
        <w:rPr>
          <w:sz w:val="28"/>
          <w:szCs w:val="28"/>
        </w:rPr>
      </w:pPr>
    </w:p>
    <w:p w:rsidR="00307411" w:rsidRPr="00307411" w:rsidRDefault="00307411" w:rsidP="00307411">
      <w:pPr>
        <w:rPr>
          <w:color w:val="000000"/>
          <w:sz w:val="28"/>
          <w:szCs w:val="28"/>
        </w:rPr>
      </w:pPr>
      <w:r w:rsidRPr="00307411">
        <w:rPr>
          <w:color w:val="000000"/>
          <w:sz w:val="28"/>
          <w:szCs w:val="28"/>
        </w:rPr>
        <w:t xml:space="preserve">Об утверждении </w:t>
      </w:r>
      <w:r w:rsidR="00306C85">
        <w:rPr>
          <w:color w:val="000000"/>
          <w:sz w:val="28"/>
          <w:szCs w:val="28"/>
        </w:rPr>
        <w:t xml:space="preserve">требований к закупаемым </w:t>
      </w:r>
      <w:r w:rsidRPr="00307411">
        <w:rPr>
          <w:color w:val="000000"/>
          <w:sz w:val="28"/>
          <w:szCs w:val="28"/>
        </w:rPr>
        <w:t>Контрольно-счетной комисси</w:t>
      </w:r>
      <w:r w:rsidR="00306C85">
        <w:rPr>
          <w:color w:val="000000"/>
          <w:sz w:val="28"/>
          <w:szCs w:val="28"/>
        </w:rPr>
        <w:t>ей</w:t>
      </w:r>
      <w:r w:rsidRPr="00307411">
        <w:rPr>
          <w:color w:val="000000"/>
          <w:sz w:val="28"/>
          <w:szCs w:val="28"/>
        </w:rPr>
        <w:t xml:space="preserve"> Гаврилов-Ямского муниципального района </w:t>
      </w:r>
      <w:r w:rsidR="00306C85">
        <w:rPr>
          <w:color w:val="000000"/>
          <w:sz w:val="28"/>
          <w:szCs w:val="28"/>
        </w:rPr>
        <w:t>отдельным видам товаров, работ, услуг</w:t>
      </w:r>
      <w:r w:rsidR="00782250">
        <w:rPr>
          <w:color w:val="000000"/>
          <w:sz w:val="28"/>
          <w:szCs w:val="28"/>
        </w:rPr>
        <w:t xml:space="preserve"> </w:t>
      </w:r>
      <w:r w:rsidR="00306C85">
        <w:rPr>
          <w:color w:val="000000"/>
          <w:sz w:val="28"/>
          <w:szCs w:val="28"/>
        </w:rPr>
        <w:t>(в том числе предельные цены товаров, работ, услуг)</w:t>
      </w:r>
    </w:p>
    <w:p w:rsidR="00A3038C" w:rsidRDefault="00A3038C" w:rsidP="005921FB">
      <w:pPr>
        <w:pStyle w:val="20"/>
        <w:ind w:firstLine="0"/>
        <w:rPr>
          <w:sz w:val="28"/>
        </w:rPr>
      </w:pPr>
    </w:p>
    <w:p w:rsidR="00C56155" w:rsidRDefault="001B36A1" w:rsidP="001B36A1">
      <w:pPr>
        <w:tabs>
          <w:tab w:val="left" w:pos="567"/>
        </w:tabs>
        <w:autoSpaceDE w:val="0"/>
        <w:autoSpaceDN w:val="0"/>
        <w:adjustRightInd w:val="0"/>
        <w:ind w:right="-63" w:firstLine="567"/>
        <w:jc w:val="both"/>
        <w:rPr>
          <w:sz w:val="28"/>
        </w:rPr>
      </w:pPr>
      <w:proofErr w:type="gramStart"/>
      <w:r>
        <w:rPr>
          <w:spacing w:val="1"/>
          <w:sz w:val="28"/>
          <w:szCs w:val="28"/>
          <w:lang w:eastAsia="en-US"/>
        </w:rPr>
        <w:t xml:space="preserve">Руководствуясь </w:t>
      </w:r>
      <w:r w:rsidR="00D02556" w:rsidRPr="00D02556">
        <w:rPr>
          <w:spacing w:val="1"/>
          <w:sz w:val="28"/>
          <w:szCs w:val="28"/>
          <w:lang w:eastAsia="en-US"/>
        </w:rPr>
        <w:t xml:space="preserve">частью 5 статьи 19 </w:t>
      </w:r>
      <w:r w:rsidR="00D02556" w:rsidRPr="00D02556">
        <w:rPr>
          <w:sz w:val="28"/>
          <w:szCs w:val="28"/>
          <w:lang w:eastAsia="en-US"/>
        </w:rPr>
        <w:t xml:space="preserve">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постановлением Администрации </w:t>
      </w:r>
      <w:r w:rsidR="00D02556">
        <w:rPr>
          <w:sz w:val="28"/>
          <w:szCs w:val="28"/>
          <w:lang w:eastAsia="en-US"/>
        </w:rPr>
        <w:t>Гаврилов-Ямского</w:t>
      </w:r>
      <w:r w:rsidR="00D02556" w:rsidRPr="00D02556">
        <w:rPr>
          <w:sz w:val="28"/>
          <w:szCs w:val="28"/>
          <w:lang w:eastAsia="en-US"/>
        </w:rPr>
        <w:t xml:space="preserve"> муниципального района от 2</w:t>
      </w:r>
      <w:r w:rsidR="00D02556">
        <w:rPr>
          <w:sz w:val="28"/>
          <w:szCs w:val="28"/>
          <w:lang w:eastAsia="en-US"/>
        </w:rPr>
        <w:t>4</w:t>
      </w:r>
      <w:r w:rsidR="00D02556" w:rsidRPr="00D02556">
        <w:rPr>
          <w:sz w:val="28"/>
          <w:szCs w:val="28"/>
          <w:lang w:eastAsia="en-US"/>
        </w:rPr>
        <w:t>.0</w:t>
      </w:r>
      <w:r w:rsidR="00D02556">
        <w:rPr>
          <w:sz w:val="28"/>
          <w:szCs w:val="28"/>
          <w:lang w:eastAsia="en-US"/>
        </w:rPr>
        <w:t>5</w:t>
      </w:r>
      <w:r w:rsidR="00D02556" w:rsidRPr="00D02556">
        <w:rPr>
          <w:sz w:val="28"/>
          <w:szCs w:val="28"/>
          <w:lang w:eastAsia="en-US"/>
        </w:rPr>
        <w:t xml:space="preserve">.2016 № </w:t>
      </w:r>
      <w:r w:rsidR="00D02556">
        <w:rPr>
          <w:sz w:val="28"/>
          <w:szCs w:val="28"/>
          <w:lang w:eastAsia="en-US"/>
        </w:rPr>
        <w:t>542</w:t>
      </w:r>
      <w:r w:rsidR="00D02556" w:rsidRPr="00D02556">
        <w:rPr>
          <w:sz w:val="28"/>
          <w:szCs w:val="28"/>
          <w:lang w:eastAsia="en-US"/>
        </w:rPr>
        <w:t xml:space="preserve"> «Об утверждении правил определения требований к закупаемым муниципальными органами </w:t>
      </w:r>
      <w:r w:rsidR="00D02556">
        <w:rPr>
          <w:sz w:val="28"/>
          <w:szCs w:val="28"/>
          <w:lang w:eastAsia="en-US"/>
        </w:rPr>
        <w:t>и</w:t>
      </w:r>
      <w:r w:rsidR="00D02556" w:rsidRPr="00D02556">
        <w:rPr>
          <w:sz w:val="28"/>
          <w:szCs w:val="28"/>
          <w:lang w:eastAsia="en-US"/>
        </w:rPr>
        <w:t xml:space="preserve"> подведомственными указанным органам казенными учреждениями и бюджетными учреждениями отдельным видам товаров, работ, услуг</w:t>
      </w:r>
      <w:proofErr w:type="gramEnd"/>
      <w:r w:rsidR="00D02556" w:rsidRPr="00D02556">
        <w:rPr>
          <w:sz w:val="28"/>
          <w:szCs w:val="28"/>
          <w:lang w:eastAsia="en-US"/>
        </w:rPr>
        <w:t xml:space="preserve"> (в том числе предельные цены товаров, работ, услуг)</w:t>
      </w:r>
      <w:r w:rsidR="00D02556" w:rsidRPr="00D02556">
        <w:rPr>
          <w:rFonts w:ascii="Arial" w:hAnsi="Arial" w:cs="Arial"/>
          <w:bCs/>
          <w:sz w:val="20"/>
          <w:szCs w:val="20"/>
          <w:lang w:eastAsia="en-US"/>
        </w:rPr>
        <w:t>»</w:t>
      </w:r>
      <w:r>
        <w:rPr>
          <w:rFonts w:ascii="Arial" w:hAnsi="Arial" w:cs="Arial"/>
          <w:bCs/>
          <w:sz w:val="20"/>
          <w:szCs w:val="20"/>
          <w:lang w:eastAsia="en-US"/>
        </w:rPr>
        <w:t xml:space="preserve">, </w:t>
      </w:r>
      <w:r w:rsidR="00C56155" w:rsidRPr="00C56155">
        <w:rPr>
          <w:sz w:val="28"/>
        </w:rPr>
        <w:t>статьей 22 Устава Гаврилов-Ямского муниципального района</w:t>
      </w:r>
      <w:r w:rsidR="00343F3E">
        <w:rPr>
          <w:sz w:val="28"/>
        </w:rPr>
        <w:t>,</w:t>
      </w:r>
    </w:p>
    <w:p w:rsidR="00A3038C" w:rsidRDefault="00A3038C" w:rsidP="002A1910">
      <w:pPr>
        <w:pStyle w:val="20"/>
        <w:rPr>
          <w:sz w:val="28"/>
        </w:rPr>
      </w:pPr>
    </w:p>
    <w:p w:rsidR="002A1910" w:rsidRPr="002A1910" w:rsidRDefault="002A1910" w:rsidP="002A1910">
      <w:pPr>
        <w:pStyle w:val="20"/>
        <w:rPr>
          <w:sz w:val="28"/>
        </w:rPr>
      </w:pPr>
      <w:r w:rsidRPr="002A1910">
        <w:rPr>
          <w:sz w:val="28"/>
        </w:rPr>
        <w:t>Собрание представителей Гаврилов-Ямского муниципального района</w:t>
      </w:r>
    </w:p>
    <w:p w:rsidR="002A1910" w:rsidRPr="002A1910" w:rsidRDefault="002A1910" w:rsidP="002A1910">
      <w:pPr>
        <w:pStyle w:val="20"/>
        <w:ind w:firstLine="0"/>
        <w:rPr>
          <w:sz w:val="28"/>
        </w:rPr>
      </w:pPr>
      <w:r w:rsidRPr="002A1910">
        <w:rPr>
          <w:sz w:val="28"/>
        </w:rPr>
        <w:t>ПОСТАНОВ</w:t>
      </w:r>
      <w:r>
        <w:rPr>
          <w:sz w:val="28"/>
        </w:rPr>
        <w:t>ЛЯЕТ</w:t>
      </w:r>
      <w:r w:rsidRPr="002A1910">
        <w:rPr>
          <w:sz w:val="28"/>
        </w:rPr>
        <w:t>:</w:t>
      </w:r>
    </w:p>
    <w:p w:rsidR="002A1910" w:rsidRPr="002A1910" w:rsidRDefault="002A1910" w:rsidP="002A1910">
      <w:pPr>
        <w:ind w:firstLine="720"/>
        <w:jc w:val="both"/>
        <w:rPr>
          <w:sz w:val="28"/>
          <w:szCs w:val="28"/>
        </w:rPr>
      </w:pPr>
    </w:p>
    <w:p w:rsidR="001B36A1" w:rsidRPr="001B36A1" w:rsidRDefault="002A1910" w:rsidP="001B36A1">
      <w:pPr>
        <w:ind w:firstLine="708"/>
        <w:jc w:val="both"/>
        <w:rPr>
          <w:color w:val="000000"/>
          <w:sz w:val="28"/>
          <w:szCs w:val="28"/>
        </w:rPr>
      </w:pPr>
      <w:r w:rsidRPr="002A1910">
        <w:rPr>
          <w:sz w:val="28"/>
          <w:szCs w:val="28"/>
        </w:rPr>
        <w:t xml:space="preserve">1. Принять решение </w:t>
      </w:r>
      <w:r w:rsidRPr="002A1910">
        <w:rPr>
          <w:color w:val="000000"/>
          <w:sz w:val="28"/>
          <w:szCs w:val="28"/>
        </w:rPr>
        <w:t>«</w:t>
      </w:r>
      <w:r w:rsidR="002C35C9" w:rsidRPr="002C35C9">
        <w:rPr>
          <w:color w:val="000000"/>
          <w:sz w:val="28"/>
          <w:szCs w:val="28"/>
        </w:rPr>
        <w:t xml:space="preserve">Об утверждении </w:t>
      </w:r>
      <w:r w:rsidR="001B36A1" w:rsidRPr="001B36A1">
        <w:rPr>
          <w:color w:val="000000"/>
          <w:sz w:val="28"/>
          <w:szCs w:val="28"/>
        </w:rPr>
        <w:t>требований к закупаемым Контрольно-счетной комиссией Гаврилов-Ямского муниципального района отдельным видам товаров, работ, услуг</w:t>
      </w:r>
      <w:r w:rsidR="001B36A1">
        <w:rPr>
          <w:color w:val="000000"/>
          <w:sz w:val="28"/>
          <w:szCs w:val="28"/>
        </w:rPr>
        <w:t xml:space="preserve"> </w:t>
      </w:r>
      <w:r w:rsidR="001B36A1" w:rsidRPr="001B36A1">
        <w:rPr>
          <w:color w:val="000000"/>
          <w:sz w:val="28"/>
          <w:szCs w:val="28"/>
        </w:rPr>
        <w:t>(в том числе предельные цены товаров, работ, услуг)</w:t>
      </w:r>
      <w:r w:rsidR="001B36A1">
        <w:rPr>
          <w:color w:val="000000"/>
          <w:sz w:val="28"/>
          <w:szCs w:val="28"/>
        </w:rPr>
        <w:t>.</w:t>
      </w:r>
    </w:p>
    <w:p w:rsidR="002A1910" w:rsidRPr="002A1910" w:rsidRDefault="002A1910" w:rsidP="00A3038C">
      <w:pPr>
        <w:ind w:firstLine="720"/>
        <w:jc w:val="both"/>
        <w:rPr>
          <w:sz w:val="28"/>
          <w:szCs w:val="28"/>
        </w:rPr>
      </w:pPr>
      <w:r w:rsidRPr="002A1910">
        <w:rPr>
          <w:sz w:val="28"/>
          <w:szCs w:val="28"/>
        </w:rPr>
        <w:t>2. Направить указанное решение Глав</w:t>
      </w:r>
      <w:r w:rsidR="00EF2083">
        <w:rPr>
          <w:sz w:val="28"/>
          <w:szCs w:val="28"/>
        </w:rPr>
        <w:t>е</w:t>
      </w:r>
      <w:r w:rsidRPr="002A1910">
        <w:rPr>
          <w:sz w:val="28"/>
          <w:szCs w:val="28"/>
        </w:rPr>
        <w:t xml:space="preserve"> Гаврилов-Ямского муниципального района  для подписания и </w:t>
      </w:r>
      <w:r w:rsidR="00EF2083">
        <w:rPr>
          <w:sz w:val="28"/>
          <w:szCs w:val="28"/>
        </w:rPr>
        <w:t xml:space="preserve">официального </w:t>
      </w:r>
      <w:r w:rsidRPr="002A1910">
        <w:rPr>
          <w:sz w:val="28"/>
          <w:szCs w:val="28"/>
        </w:rPr>
        <w:t>опубликования.</w:t>
      </w:r>
    </w:p>
    <w:p w:rsidR="0041316A" w:rsidRDefault="0041316A" w:rsidP="00A3038C">
      <w:pPr>
        <w:jc w:val="both"/>
        <w:rPr>
          <w:sz w:val="28"/>
          <w:szCs w:val="28"/>
        </w:rPr>
      </w:pPr>
    </w:p>
    <w:p w:rsidR="0041316A" w:rsidRDefault="0041316A" w:rsidP="0041316A">
      <w:pPr>
        <w:rPr>
          <w:sz w:val="28"/>
          <w:szCs w:val="28"/>
        </w:rPr>
      </w:pPr>
    </w:p>
    <w:p w:rsidR="00A3038C" w:rsidRPr="004C4BAB" w:rsidRDefault="00A3038C" w:rsidP="0041316A">
      <w:pPr>
        <w:rPr>
          <w:sz w:val="28"/>
          <w:szCs w:val="28"/>
        </w:rPr>
      </w:pPr>
    </w:p>
    <w:p w:rsidR="0041316A" w:rsidRPr="004C4BAB" w:rsidRDefault="0041316A" w:rsidP="0041316A">
      <w:pPr>
        <w:jc w:val="both"/>
        <w:rPr>
          <w:sz w:val="28"/>
          <w:szCs w:val="28"/>
        </w:rPr>
      </w:pPr>
      <w:r w:rsidRPr="004C4BAB">
        <w:rPr>
          <w:sz w:val="28"/>
          <w:szCs w:val="28"/>
        </w:rPr>
        <w:t xml:space="preserve">Председатель Собрания представителей </w:t>
      </w:r>
    </w:p>
    <w:p w:rsidR="0041316A" w:rsidRDefault="0041316A" w:rsidP="0041316A">
      <w:pPr>
        <w:jc w:val="both"/>
        <w:rPr>
          <w:sz w:val="28"/>
          <w:szCs w:val="28"/>
        </w:rPr>
      </w:pPr>
      <w:r w:rsidRPr="004C4BAB">
        <w:rPr>
          <w:sz w:val="28"/>
          <w:szCs w:val="28"/>
        </w:rPr>
        <w:t xml:space="preserve">Гаврилов-Ямского  муниципального района      </w:t>
      </w:r>
      <w:r w:rsidR="00E6223F">
        <w:rPr>
          <w:sz w:val="28"/>
          <w:szCs w:val="28"/>
        </w:rPr>
        <w:t xml:space="preserve">                 </w:t>
      </w:r>
      <w:r w:rsidR="00CC3EFF">
        <w:rPr>
          <w:sz w:val="28"/>
          <w:szCs w:val="28"/>
        </w:rPr>
        <w:t>А.Н.</w:t>
      </w:r>
      <w:r w:rsidR="00E6223F">
        <w:rPr>
          <w:sz w:val="28"/>
          <w:szCs w:val="28"/>
        </w:rPr>
        <w:t xml:space="preserve"> </w:t>
      </w:r>
      <w:r w:rsidR="00CC3EFF">
        <w:rPr>
          <w:sz w:val="28"/>
          <w:szCs w:val="28"/>
        </w:rPr>
        <w:t>Артемичев</w:t>
      </w:r>
    </w:p>
    <w:p w:rsidR="0041316A" w:rsidRDefault="0041316A" w:rsidP="0041316A">
      <w:pPr>
        <w:jc w:val="both"/>
        <w:rPr>
          <w:sz w:val="28"/>
          <w:szCs w:val="28"/>
        </w:rPr>
      </w:pPr>
    </w:p>
    <w:p w:rsidR="0041316A" w:rsidRDefault="0041316A" w:rsidP="0041316A">
      <w:pPr>
        <w:jc w:val="both"/>
        <w:rPr>
          <w:sz w:val="28"/>
          <w:szCs w:val="28"/>
        </w:rPr>
      </w:pPr>
    </w:p>
    <w:p w:rsidR="0041316A" w:rsidRDefault="0041316A" w:rsidP="0041316A">
      <w:pPr>
        <w:jc w:val="both"/>
        <w:rPr>
          <w:sz w:val="28"/>
          <w:szCs w:val="28"/>
        </w:rPr>
      </w:pPr>
    </w:p>
    <w:p w:rsidR="0041316A" w:rsidRDefault="0041316A" w:rsidP="0041316A">
      <w:pPr>
        <w:jc w:val="both"/>
        <w:rPr>
          <w:sz w:val="28"/>
          <w:szCs w:val="28"/>
        </w:rPr>
      </w:pPr>
    </w:p>
    <w:p w:rsidR="0041316A" w:rsidRDefault="0041316A" w:rsidP="0041316A">
      <w:pPr>
        <w:jc w:val="both"/>
        <w:rPr>
          <w:sz w:val="28"/>
          <w:szCs w:val="28"/>
        </w:rPr>
      </w:pPr>
      <w:bookmarkStart w:id="0" w:name="_GoBack"/>
      <w:bookmarkEnd w:id="0"/>
    </w:p>
    <w:p w:rsidR="0041316A" w:rsidRDefault="0041316A" w:rsidP="0041316A">
      <w:pPr>
        <w:jc w:val="both"/>
        <w:rPr>
          <w:sz w:val="28"/>
          <w:szCs w:val="28"/>
        </w:rPr>
      </w:pPr>
    </w:p>
    <w:p w:rsidR="006F0154" w:rsidRDefault="00C56155" w:rsidP="00CB7F1B">
      <w:pPr>
        <w:jc w:val="right"/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FA74A0">
        <w:rPr>
          <w:sz w:val="20"/>
          <w:szCs w:val="20"/>
        </w:rPr>
        <w:lastRenderedPageBreak/>
        <w:t>проект</w:t>
      </w:r>
    </w:p>
    <w:p w:rsidR="008B533C" w:rsidRDefault="00415736" w:rsidP="008B533C">
      <w:pPr>
        <w:pStyle w:val="4"/>
        <w:rPr>
          <w:b/>
          <w:szCs w:val="36"/>
        </w:rPr>
      </w:pPr>
      <w:r>
        <w:rPr>
          <w:b/>
          <w:noProof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-635</wp:posOffset>
            </wp:positionV>
            <wp:extent cx="425450" cy="483870"/>
            <wp:effectExtent l="0" t="0" r="0" b="0"/>
            <wp:wrapNone/>
            <wp:docPr id="3" name="Рисунок 3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533C" w:rsidRDefault="008B533C" w:rsidP="008B533C">
      <w:pPr>
        <w:pStyle w:val="4"/>
        <w:rPr>
          <w:b/>
          <w:szCs w:val="36"/>
        </w:rPr>
      </w:pPr>
    </w:p>
    <w:p w:rsidR="008B533C" w:rsidRDefault="008B533C" w:rsidP="008B533C">
      <w:pPr>
        <w:pStyle w:val="1"/>
        <w:jc w:val="center"/>
        <w:rPr>
          <w:sz w:val="30"/>
          <w:szCs w:val="30"/>
        </w:rPr>
      </w:pPr>
      <w:r>
        <w:rPr>
          <w:sz w:val="30"/>
          <w:szCs w:val="30"/>
        </w:rPr>
        <w:t>СОБРАНИЕ  ПРЕДСТАВИТЕЛЕЙ</w:t>
      </w:r>
    </w:p>
    <w:p w:rsidR="008B533C" w:rsidRDefault="008B533C" w:rsidP="008B533C">
      <w:pPr>
        <w:jc w:val="center"/>
        <w:rPr>
          <w:sz w:val="30"/>
          <w:szCs w:val="30"/>
        </w:rPr>
      </w:pPr>
      <w:r>
        <w:rPr>
          <w:sz w:val="30"/>
          <w:szCs w:val="30"/>
        </w:rPr>
        <w:t>ГАВРИЛОВ-ЯМСКОГО  МУНИЦИПАЛЬНОГО  РАЙОНА</w:t>
      </w:r>
    </w:p>
    <w:p w:rsidR="008B533C" w:rsidRPr="0025338E" w:rsidRDefault="008B533C" w:rsidP="008B533C">
      <w:pPr>
        <w:pStyle w:val="4"/>
        <w:rPr>
          <w:sz w:val="16"/>
          <w:szCs w:val="16"/>
        </w:rPr>
      </w:pPr>
    </w:p>
    <w:p w:rsidR="008B533C" w:rsidRPr="00B15AD1" w:rsidRDefault="00B15AD1" w:rsidP="008B533C">
      <w:pPr>
        <w:pStyle w:val="4"/>
        <w:rPr>
          <w:b/>
          <w:sz w:val="40"/>
          <w:szCs w:val="40"/>
        </w:rPr>
      </w:pPr>
      <w:r w:rsidRPr="00B15AD1">
        <w:rPr>
          <w:b/>
          <w:sz w:val="40"/>
          <w:szCs w:val="40"/>
        </w:rPr>
        <w:t>РЕШЕНИЕ</w:t>
      </w:r>
    </w:p>
    <w:p w:rsidR="008B533C" w:rsidRDefault="008B533C" w:rsidP="008B533C">
      <w:pPr>
        <w:pStyle w:val="1"/>
        <w:rPr>
          <w:szCs w:val="28"/>
        </w:rPr>
      </w:pPr>
    </w:p>
    <w:p w:rsidR="00782250" w:rsidRPr="00307411" w:rsidRDefault="00C667AF" w:rsidP="00782250">
      <w:pPr>
        <w:rPr>
          <w:color w:val="000000"/>
          <w:sz w:val="28"/>
          <w:szCs w:val="28"/>
        </w:rPr>
      </w:pPr>
      <w:r w:rsidRPr="005B39AA">
        <w:rPr>
          <w:color w:val="000000"/>
          <w:sz w:val="28"/>
          <w:szCs w:val="28"/>
        </w:rPr>
        <w:t xml:space="preserve">Об утверждении </w:t>
      </w:r>
      <w:r w:rsidR="00782250">
        <w:rPr>
          <w:color w:val="000000"/>
          <w:sz w:val="28"/>
          <w:szCs w:val="28"/>
        </w:rPr>
        <w:t xml:space="preserve">требований к закупаемым </w:t>
      </w:r>
      <w:r w:rsidR="00782250" w:rsidRPr="00307411">
        <w:rPr>
          <w:color w:val="000000"/>
          <w:sz w:val="28"/>
          <w:szCs w:val="28"/>
        </w:rPr>
        <w:t>Контрольно-счетной комисси</w:t>
      </w:r>
      <w:r w:rsidR="00782250">
        <w:rPr>
          <w:color w:val="000000"/>
          <w:sz w:val="28"/>
          <w:szCs w:val="28"/>
        </w:rPr>
        <w:t>ей</w:t>
      </w:r>
      <w:r w:rsidR="00782250" w:rsidRPr="00307411">
        <w:rPr>
          <w:color w:val="000000"/>
          <w:sz w:val="28"/>
          <w:szCs w:val="28"/>
        </w:rPr>
        <w:t xml:space="preserve"> Гаврилов-Ямского муниципального района </w:t>
      </w:r>
      <w:r w:rsidR="00782250">
        <w:rPr>
          <w:color w:val="000000"/>
          <w:sz w:val="28"/>
          <w:szCs w:val="28"/>
        </w:rPr>
        <w:t>отдельным видам товаров, работ, услуг</w:t>
      </w:r>
      <w:r w:rsidR="00782250">
        <w:rPr>
          <w:color w:val="000000"/>
          <w:sz w:val="28"/>
          <w:szCs w:val="28"/>
        </w:rPr>
        <w:t xml:space="preserve"> </w:t>
      </w:r>
      <w:r w:rsidR="00782250">
        <w:rPr>
          <w:color w:val="000000"/>
          <w:sz w:val="28"/>
          <w:szCs w:val="28"/>
        </w:rPr>
        <w:t>(в том числе предельные цены товаров, работ, услуг)</w:t>
      </w:r>
    </w:p>
    <w:p w:rsidR="008062E9" w:rsidRPr="005B39AA" w:rsidRDefault="008062E9" w:rsidP="00C667AF">
      <w:pPr>
        <w:pStyle w:val="20"/>
        <w:ind w:firstLine="0"/>
        <w:rPr>
          <w:sz w:val="28"/>
        </w:rPr>
      </w:pPr>
    </w:p>
    <w:p w:rsidR="002A1910" w:rsidRPr="005B39AA" w:rsidRDefault="002A1910" w:rsidP="002A1910">
      <w:pPr>
        <w:jc w:val="both"/>
        <w:rPr>
          <w:sz w:val="28"/>
          <w:szCs w:val="28"/>
        </w:rPr>
      </w:pPr>
      <w:r w:rsidRPr="005B39AA">
        <w:rPr>
          <w:sz w:val="28"/>
          <w:szCs w:val="28"/>
        </w:rPr>
        <w:t>Принято Собранием представителей</w:t>
      </w:r>
    </w:p>
    <w:p w:rsidR="002A1910" w:rsidRPr="005B39AA" w:rsidRDefault="002A1910" w:rsidP="002A1910">
      <w:pPr>
        <w:jc w:val="both"/>
        <w:rPr>
          <w:sz w:val="28"/>
          <w:szCs w:val="28"/>
        </w:rPr>
      </w:pPr>
      <w:r w:rsidRPr="005B39AA">
        <w:rPr>
          <w:sz w:val="28"/>
          <w:szCs w:val="28"/>
        </w:rPr>
        <w:t xml:space="preserve">Гаврилов-Ямского муниципального </w:t>
      </w:r>
    </w:p>
    <w:p w:rsidR="002A1910" w:rsidRPr="005B39AA" w:rsidRDefault="002A1910" w:rsidP="002A1910">
      <w:pPr>
        <w:jc w:val="both"/>
        <w:rPr>
          <w:sz w:val="28"/>
          <w:szCs w:val="28"/>
        </w:rPr>
      </w:pPr>
      <w:r w:rsidRPr="005B39AA">
        <w:rPr>
          <w:sz w:val="28"/>
          <w:szCs w:val="28"/>
        </w:rPr>
        <w:t xml:space="preserve">района </w:t>
      </w:r>
      <w:r w:rsidR="00575464" w:rsidRPr="005B39AA">
        <w:rPr>
          <w:sz w:val="28"/>
          <w:szCs w:val="28"/>
        </w:rPr>
        <w:t>______</w:t>
      </w:r>
      <w:r w:rsidR="00EF2083" w:rsidRPr="005B39AA">
        <w:rPr>
          <w:sz w:val="28"/>
          <w:szCs w:val="28"/>
        </w:rPr>
        <w:t>____</w:t>
      </w:r>
      <w:r w:rsidRPr="005B39AA">
        <w:rPr>
          <w:sz w:val="28"/>
          <w:szCs w:val="28"/>
        </w:rPr>
        <w:t>201</w:t>
      </w:r>
      <w:r w:rsidR="006D404B">
        <w:rPr>
          <w:sz w:val="28"/>
          <w:szCs w:val="28"/>
        </w:rPr>
        <w:t>6</w:t>
      </w:r>
      <w:r w:rsidRPr="005B39AA">
        <w:rPr>
          <w:sz w:val="28"/>
          <w:szCs w:val="28"/>
        </w:rPr>
        <w:t>г.</w:t>
      </w:r>
    </w:p>
    <w:p w:rsidR="002A1910" w:rsidRPr="005B39AA" w:rsidRDefault="002A1910" w:rsidP="002A1910">
      <w:pPr>
        <w:jc w:val="both"/>
        <w:rPr>
          <w:sz w:val="28"/>
          <w:szCs w:val="28"/>
        </w:rPr>
      </w:pPr>
    </w:p>
    <w:p w:rsidR="00565289" w:rsidRDefault="00565289" w:rsidP="00565289">
      <w:pPr>
        <w:tabs>
          <w:tab w:val="left" w:pos="567"/>
        </w:tabs>
        <w:autoSpaceDE w:val="0"/>
        <w:autoSpaceDN w:val="0"/>
        <w:adjustRightInd w:val="0"/>
        <w:ind w:right="-63" w:firstLine="567"/>
        <w:jc w:val="both"/>
        <w:rPr>
          <w:sz w:val="28"/>
        </w:rPr>
      </w:pPr>
      <w:proofErr w:type="gramStart"/>
      <w:r>
        <w:rPr>
          <w:spacing w:val="1"/>
          <w:sz w:val="28"/>
          <w:szCs w:val="28"/>
          <w:lang w:eastAsia="en-US"/>
        </w:rPr>
        <w:t xml:space="preserve">Руководствуясь </w:t>
      </w:r>
      <w:r w:rsidRPr="00D02556">
        <w:rPr>
          <w:spacing w:val="1"/>
          <w:sz w:val="28"/>
          <w:szCs w:val="28"/>
          <w:lang w:eastAsia="en-US"/>
        </w:rPr>
        <w:t xml:space="preserve">частью 5 статьи 19 </w:t>
      </w:r>
      <w:r w:rsidRPr="00D02556">
        <w:rPr>
          <w:sz w:val="28"/>
          <w:szCs w:val="28"/>
          <w:lang w:eastAsia="en-US"/>
        </w:rPr>
        <w:t xml:space="preserve">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постановлением Администрации </w:t>
      </w:r>
      <w:r>
        <w:rPr>
          <w:sz w:val="28"/>
          <w:szCs w:val="28"/>
          <w:lang w:eastAsia="en-US"/>
        </w:rPr>
        <w:t>Гаврилов-Ямского</w:t>
      </w:r>
      <w:r w:rsidRPr="00D02556">
        <w:rPr>
          <w:sz w:val="28"/>
          <w:szCs w:val="28"/>
          <w:lang w:eastAsia="en-US"/>
        </w:rPr>
        <w:t xml:space="preserve"> муниципального района от 2</w:t>
      </w:r>
      <w:r>
        <w:rPr>
          <w:sz w:val="28"/>
          <w:szCs w:val="28"/>
          <w:lang w:eastAsia="en-US"/>
        </w:rPr>
        <w:t>4</w:t>
      </w:r>
      <w:r w:rsidRPr="00D02556">
        <w:rPr>
          <w:sz w:val="28"/>
          <w:szCs w:val="28"/>
          <w:lang w:eastAsia="en-US"/>
        </w:rPr>
        <w:t>.0</w:t>
      </w:r>
      <w:r>
        <w:rPr>
          <w:sz w:val="28"/>
          <w:szCs w:val="28"/>
          <w:lang w:eastAsia="en-US"/>
        </w:rPr>
        <w:t>5</w:t>
      </w:r>
      <w:r w:rsidRPr="00D02556">
        <w:rPr>
          <w:sz w:val="28"/>
          <w:szCs w:val="28"/>
          <w:lang w:eastAsia="en-US"/>
        </w:rPr>
        <w:t xml:space="preserve">.2016 № </w:t>
      </w:r>
      <w:r>
        <w:rPr>
          <w:sz w:val="28"/>
          <w:szCs w:val="28"/>
          <w:lang w:eastAsia="en-US"/>
        </w:rPr>
        <w:t>542</w:t>
      </w:r>
      <w:r w:rsidRPr="00D02556">
        <w:rPr>
          <w:sz w:val="28"/>
          <w:szCs w:val="28"/>
          <w:lang w:eastAsia="en-US"/>
        </w:rPr>
        <w:t xml:space="preserve"> «Об утверждении правил определения требований к закупаемым муниципальными органами </w:t>
      </w:r>
      <w:r>
        <w:rPr>
          <w:sz w:val="28"/>
          <w:szCs w:val="28"/>
          <w:lang w:eastAsia="en-US"/>
        </w:rPr>
        <w:t>и</w:t>
      </w:r>
      <w:r w:rsidRPr="00D02556">
        <w:rPr>
          <w:sz w:val="28"/>
          <w:szCs w:val="28"/>
          <w:lang w:eastAsia="en-US"/>
        </w:rPr>
        <w:t xml:space="preserve"> подведомственными указанным органам казенными учреждениями и бюджетными учреждениями отдельным видам товаров, работ, услуг</w:t>
      </w:r>
      <w:proofErr w:type="gramEnd"/>
      <w:r w:rsidRPr="00D02556">
        <w:rPr>
          <w:sz w:val="28"/>
          <w:szCs w:val="28"/>
          <w:lang w:eastAsia="en-US"/>
        </w:rPr>
        <w:t xml:space="preserve"> (в том числе предельные цены товаров, работ, услуг)</w:t>
      </w:r>
      <w:r w:rsidRPr="00D02556">
        <w:rPr>
          <w:rFonts w:ascii="Arial" w:hAnsi="Arial" w:cs="Arial"/>
          <w:bCs/>
          <w:sz w:val="20"/>
          <w:szCs w:val="20"/>
          <w:lang w:eastAsia="en-US"/>
        </w:rPr>
        <w:t>»</w:t>
      </w:r>
      <w:r>
        <w:rPr>
          <w:rFonts w:ascii="Arial" w:hAnsi="Arial" w:cs="Arial"/>
          <w:bCs/>
          <w:sz w:val="20"/>
          <w:szCs w:val="20"/>
          <w:lang w:eastAsia="en-US"/>
        </w:rPr>
        <w:t xml:space="preserve">, </w:t>
      </w:r>
      <w:r w:rsidRPr="00C56155">
        <w:rPr>
          <w:sz w:val="28"/>
        </w:rPr>
        <w:t>статьей 22 Устава Гаврилов-Ямского муниципального района</w:t>
      </w:r>
      <w:r>
        <w:rPr>
          <w:sz w:val="28"/>
        </w:rPr>
        <w:t>,</w:t>
      </w:r>
    </w:p>
    <w:p w:rsidR="00565289" w:rsidRDefault="00565289" w:rsidP="00565289">
      <w:pPr>
        <w:pStyle w:val="20"/>
        <w:rPr>
          <w:sz w:val="28"/>
        </w:rPr>
      </w:pPr>
    </w:p>
    <w:p w:rsidR="002A1910" w:rsidRPr="005B39AA" w:rsidRDefault="002A1910" w:rsidP="002A1910">
      <w:pPr>
        <w:ind w:firstLine="720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Собрание представителей Гаврилов-Ямского муниципального района РЕШИЛО:</w:t>
      </w:r>
    </w:p>
    <w:p w:rsidR="008062E9" w:rsidRPr="005B39AA" w:rsidRDefault="008062E9" w:rsidP="002A1910">
      <w:pPr>
        <w:ind w:firstLine="720"/>
        <w:jc w:val="both"/>
        <w:rPr>
          <w:sz w:val="28"/>
          <w:szCs w:val="28"/>
        </w:rPr>
      </w:pPr>
    </w:p>
    <w:p w:rsidR="008062E9" w:rsidRPr="005B39AA" w:rsidRDefault="002A1910" w:rsidP="008062E9">
      <w:pPr>
        <w:ind w:firstLine="708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1.</w:t>
      </w:r>
      <w:r w:rsidR="00575464" w:rsidRPr="005B39AA">
        <w:rPr>
          <w:sz w:val="28"/>
          <w:szCs w:val="28"/>
        </w:rPr>
        <w:t xml:space="preserve"> </w:t>
      </w:r>
      <w:r w:rsidRPr="005B39AA">
        <w:rPr>
          <w:sz w:val="28"/>
          <w:szCs w:val="28"/>
        </w:rPr>
        <w:t>Утвер</w:t>
      </w:r>
      <w:r w:rsidR="006064F3" w:rsidRPr="005B39AA">
        <w:rPr>
          <w:sz w:val="28"/>
          <w:szCs w:val="28"/>
        </w:rPr>
        <w:t xml:space="preserve">дить </w:t>
      </w:r>
      <w:r w:rsidR="00565289" w:rsidRPr="001B36A1">
        <w:rPr>
          <w:color w:val="000000"/>
          <w:sz w:val="28"/>
          <w:szCs w:val="28"/>
        </w:rPr>
        <w:t>требовани</w:t>
      </w:r>
      <w:r w:rsidR="00565289">
        <w:rPr>
          <w:color w:val="000000"/>
          <w:sz w:val="28"/>
          <w:szCs w:val="28"/>
        </w:rPr>
        <w:t>я</w:t>
      </w:r>
      <w:r w:rsidR="00565289" w:rsidRPr="001B36A1">
        <w:rPr>
          <w:color w:val="000000"/>
          <w:sz w:val="28"/>
          <w:szCs w:val="28"/>
        </w:rPr>
        <w:t xml:space="preserve"> к закупаемым Контрольно-счетной комиссией Гаврилов-Ямского муниципального района отдельным видам товаров, работ, услуг</w:t>
      </w:r>
      <w:r w:rsidR="00565289">
        <w:rPr>
          <w:color w:val="000000"/>
          <w:sz w:val="28"/>
          <w:szCs w:val="28"/>
        </w:rPr>
        <w:t xml:space="preserve"> </w:t>
      </w:r>
      <w:r w:rsidR="00565289" w:rsidRPr="001B36A1">
        <w:rPr>
          <w:color w:val="000000"/>
          <w:sz w:val="28"/>
          <w:szCs w:val="28"/>
        </w:rPr>
        <w:t>(в том числе предельные цены товаров, работ, услуг)</w:t>
      </w:r>
      <w:r w:rsidR="00FB53A7" w:rsidRPr="005B39AA">
        <w:rPr>
          <w:sz w:val="28"/>
          <w:szCs w:val="28"/>
        </w:rPr>
        <w:t xml:space="preserve"> </w:t>
      </w:r>
      <w:r w:rsidR="008062E9" w:rsidRPr="005B39AA">
        <w:rPr>
          <w:sz w:val="28"/>
          <w:szCs w:val="28"/>
        </w:rPr>
        <w:t xml:space="preserve">(Приложение </w:t>
      </w:r>
      <w:r w:rsidR="00BD0198" w:rsidRPr="005B39AA">
        <w:rPr>
          <w:sz w:val="28"/>
          <w:szCs w:val="28"/>
        </w:rPr>
        <w:t>1</w:t>
      </w:r>
      <w:r w:rsidR="008062E9" w:rsidRPr="005B39AA">
        <w:rPr>
          <w:sz w:val="28"/>
          <w:szCs w:val="28"/>
        </w:rPr>
        <w:t>)</w:t>
      </w:r>
      <w:r w:rsidR="00FA74A0" w:rsidRPr="005B39AA">
        <w:rPr>
          <w:sz w:val="28"/>
          <w:szCs w:val="28"/>
        </w:rPr>
        <w:t>.</w:t>
      </w:r>
    </w:p>
    <w:p w:rsidR="002A1910" w:rsidRPr="005B39AA" w:rsidRDefault="00B64DFC" w:rsidP="002A19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1910" w:rsidRPr="005B39AA">
        <w:rPr>
          <w:sz w:val="28"/>
          <w:szCs w:val="28"/>
        </w:rPr>
        <w:t xml:space="preserve">. </w:t>
      </w:r>
      <w:r w:rsidR="008062E9" w:rsidRPr="005B39AA">
        <w:rPr>
          <w:sz w:val="28"/>
          <w:szCs w:val="28"/>
        </w:rPr>
        <w:t>Ре</w:t>
      </w:r>
      <w:r w:rsidR="002A1910" w:rsidRPr="005B39AA">
        <w:rPr>
          <w:sz w:val="28"/>
          <w:szCs w:val="28"/>
        </w:rPr>
        <w:t xml:space="preserve">шение опубликовать в </w:t>
      </w:r>
      <w:r w:rsidR="008062E9" w:rsidRPr="005B39AA">
        <w:rPr>
          <w:sz w:val="28"/>
          <w:szCs w:val="28"/>
        </w:rPr>
        <w:t xml:space="preserve">официальном печатном источнике </w:t>
      </w:r>
      <w:r w:rsidR="002A1910" w:rsidRPr="005B39AA">
        <w:rPr>
          <w:sz w:val="28"/>
          <w:szCs w:val="28"/>
        </w:rPr>
        <w:t xml:space="preserve">и </w:t>
      </w:r>
      <w:r w:rsidR="008062E9" w:rsidRPr="005B39AA">
        <w:rPr>
          <w:sz w:val="28"/>
          <w:szCs w:val="28"/>
        </w:rPr>
        <w:t xml:space="preserve">разместить </w:t>
      </w:r>
      <w:r w:rsidR="002A1910" w:rsidRPr="005B39AA">
        <w:rPr>
          <w:sz w:val="28"/>
          <w:szCs w:val="28"/>
        </w:rPr>
        <w:t xml:space="preserve">на официальном сайте Администрации Гаврилов-Ямского </w:t>
      </w:r>
      <w:r w:rsidR="0066452D" w:rsidRPr="005B39AA">
        <w:rPr>
          <w:sz w:val="28"/>
          <w:szCs w:val="28"/>
        </w:rPr>
        <w:t xml:space="preserve">муниципального </w:t>
      </w:r>
      <w:r w:rsidR="002A1910" w:rsidRPr="005B39AA">
        <w:rPr>
          <w:sz w:val="28"/>
          <w:szCs w:val="28"/>
        </w:rPr>
        <w:t>района в сети Интернет.</w:t>
      </w:r>
    </w:p>
    <w:p w:rsidR="00343F3E" w:rsidRPr="005B39AA" w:rsidRDefault="00B64DFC" w:rsidP="002A19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43F3E" w:rsidRPr="005B39AA">
        <w:rPr>
          <w:sz w:val="28"/>
          <w:szCs w:val="28"/>
        </w:rPr>
        <w:t xml:space="preserve">. Решение вступает в силу с момента </w:t>
      </w:r>
      <w:r w:rsidR="008C1937">
        <w:rPr>
          <w:sz w:val="28"/>
          <w:szCs w:val="28"/>
        </w:rPr>
        <w:t>подписания</w:t>
      </w:r>
      <w:r w:rsidR="00343F3E" w:rsidRPr="005B39AA">
        <w:rPr>
          <w:sz w:val="28"/>
          <w:szCs w:val="28"/>
        </w:rPr>
        <w:t>.</w:t>
      </w:r>
    </w:p>
    <w:p w:rsidR="008062E9" w:rsidRPr="005B39AA" w:rsidRDefault="008062E9" w:rsidP="002A1910">
      <w:pPr>
        <w:tabs>
          <w:tab w:val="left" w:pos="1530"/>
        </w:tabs>
        <w:rPr>
          <w:sz w:val="28"/>
          <w:szCs w:val="28"/>
        </w:rPr>
      </w:pPr>
    </w:p>
    <w:p w:rsidR="00EF2083" w:rsidRPr="005B39AA" w:rsidRDefault="00EF2083" w:rsidP="00EF2083">
      <w:pPr>
        <w:tabs>
          <w:tab w:val="left" w:pos="1530"/>
        </w:tabs>
        <w:rPr>
          <w:sz w:val="28"/>
          <w:szCs w:val="28"/>
        </w:rPr>
      </w:pPr>
      <w:r w:rsidRPr="005B39AA">
        <w:rPr>
          <w:sz w:val="28"/>
          <w:szCs w:val="28"/>
        </w:rPr>
        <w:tab/>
      </w:r>
      <w:r w:rsidRPr="005B39AA">
        <w:rPr>
          <w:sz w:val="28"/>
          <w:szCs w:val="28"/>
        </w:rPr>
        <w:tab/>
      </w:r>
      <w:r w:rsidRPr="005B39AA">
        <w:rPr>
          <w:sz w:val="28"/>
          <w:szCs w:val="28"/>
        </w:rPr>
        <w:tab/>
      </w:r>
    </w:p>
    <w:p w:rsidR="00EF2083" w:rsidRPr="005B39AA" w:rsidRDefault="00EF2083" w:rsidP="002A1910">
      <w:pPr>
        <w:tabs>
          <w:tab w:val="left" w:pos="1530"/>
        </w:tabs>
        <w:rPr>
          <w:sz w:val="28"/>
          <w:szCs w:val="28"/>
        </w:rPr>
      </w:pPr>
    </w:p>
    <w:p w:rsidR="002A1910" w:rsidRPr="005B39AA" w:rsidRDefault="002A1910" w:rsidP="002A1910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Глава Гаврилов-Ямского </w:t>
      </w:r>
    </w:p>
    <w:p w:rsidR="002A1910" w:rsidRPr="005B39AA" w:rsidRDefault="002A1910" w:rsidP="002A1910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муниципального района                                          </w:t>
      </w:r>
      <w:r w:rsidR="00F229A7" w:rsidRPr="005B39AA">
        <w:rPr>
          <w:sz w:val="28"/>
          <w:szCs w:val="28"/>
        </w:rPr>
        <w:t xml:space="preserve">               </w:t>
      </w:r>
      <w:r w:rsidR="00EF2083" w:rsidRPr="005B39AA">
        <w:rPr>
          <w:sz w:val="28"/>
          <w:szCs w:val="28"/>
        </w:rPr>
        <w:t xml:space="preserve">  </w:t>
      </w:r>
      <w:r w:rsidR="00E92E86">
        <w:rPr>
          <w:sz w:val="28"/>
          <w:szCs w:val="28"/>
        </w:rPr>
        <w:t>В.И. Серебряков</w:t>
      </w:r>
      <w:r w:rsidR="00F229A7" w:rsidRPr="005B39AA">
        <w:rPr>
          <w:sz w:val="28"/>
          <w:szCs w:val="28"/>
        </w:rPr>
        <w:t xml:space="preserve">     </w:t>
      </w:r>
    </w:p>
    <w:p w:rsidR="002A1910" w:rsidRPr="005B39AA" w:rsidRDefault="002A1910" w:rsidP="002A1910">
      <w:pPr>
        <w:rPr>
          <w:sz w:val="28"/>
          <w:szCs w:val="28"/>
        </w:rPr>
      </w:pPr>
    </w:p>
    <w:p w:rsidR="001746FC" w:rsidRPr="005B39AA" w:rsidRDefault="001746FC" w:rsidP="001746FC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Председатель Собрания представителей </w:t>
      </w:r>
    </w:p>
    <w:p w:rsidR="001746FC" w:rsidRPr="005B39AA" w:rsidRDefault="001746FC" w:rsidP="001746FC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Гаврилов-Ямского  </w:t>
      </w:r>
      <w:proofErr w:type="gramStart"/>
      <w:r w:rsidRPr="005B39AA">
        <w:rPr>
          <w:sz w:val="28"/>
          <w:szCs w:val="28"/>
        </w:rPr>
        <w:t>муниципального</w:t>
      </w:r>
      <w:proofErr w:type="gramEnd"/>
      <w:r w:rsidRPr="005B39AA">
        <w:rPr>
          <w:sz w:val="28"/>
          <w:szCs w:val="28"/>
        </w:rPr>
        <w:t xml:space="preserve">                                         А.Н. Артемичев</w:t>
      </w:r>
    </w:p>
    <w:p w:rsidR="008062E9" w:rsidRPr="005B39AA" w:rsidRDefault="001746FC" w:rsidP="001746FC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района                               </w:t>
      </w:r>
    </w:p>
    <w:p w:rsidR="001746FC" w:rsidRPr="005B39AA" w:rsidRDefault="001746FC" w:rsidP="002A1910">
      <w:pPr>
        <w:rPr>
          <w:sz w:val="28"/>
          <w:szCs w:val="28"/>
        </w:rPr>
      </w:pPr>
    </w:p>
    <w:p w:rsidR="00183F49" w:rsidRPr="005B39AA" w:rsidRDefault="00183F49" w:rsidP="002A1910">
      <w:pPr>
        <w:rPr>
          <w:sz w:val="28"/>
          <w:szCs w:val="28"/>
        </w:rPr>
      </w:pPr>
    </w:p>
    <w:p w:rsidR="002A1910" w:rsidRPr="005B39AA" w:rsidRDefault="00575464" w:rsidP="002A1910">
      <w:pPr>
        <w:rPr>
          <w:sz w:val="28"/>
          <w:szCs w:val="28"/>
        </w:rPr>
      </w:pPr>
      <w:r w:rsidRPr="005B39AA">
        <w:rPr>
          <w:sz w:val="28"/>
          <w:szCs w:val="28"/>
        </w:rPr>
        <w:t>____</w:t>
      </w:r>
      <w:r w:rsidR="008062E9" w:rsidRPr="005B39AA">
        <w:rPr>
          <w:sz w:val="28"/>
          <w:szCs w:val="28"/>
        </w:rPr>
        <w:t>.</w:t>
      </w:r>
      <w:r w:rsidR="00B64DFC">
        <w:rPr>
          <w:sz w:val="28"/>
          <w:szCs w:val="28"/>
        </w:rPr>
        <w:t>0</w:t>
      </w:r>
      <w:r w:rsidR="00B547E4">
        <w:rPr>
          <w:sz w:val="28"/>
          <w:szCs w:val="28"/>
        </w:rPr>
        <w:t>6</w:t>
      </w:r>
      <w:r w:rsidR="002A1910" w:rsidRPr="005B39AA">
        <w:rPr>
          <w:sz w:val="28"/>
          <w:szCs w:val="28"/>
        </w:rPr>
        <w:t>.201</w:t>
      </w:r>
      <w:r w:rsidR="00B64DFC">
        <w:rPr>
          <w:sz w:val="28"/>
          <w:szCs w:val="28"/>
        </w:rPr>
        <w:t>6</w:t>
      </w:r>
      <w:r w:rsidR="002A1910" w:rsidRPr="005B39AA">
        <w:rPr>
          <w:sz w:val="28"/>
          <w:szCs w:val="28"/>
        </w:rPr>
        <w:t xml:space="preserve"> г.</w:t>
      </w:r>
    </w:p>
    <w:p w:rsidR="001746FC" w:rsidRPr="005B39AA" w:rsidRDefault="001746FC" w:rsidP="004A7926">
      <w:pPr>
        <w:rPr>
          <w:sz w:val="28"/>
          <w:szCs w:val="28"/>
        </w:rPr>
      </w:pPr>
    </w:p>
    <w:p w:rsidR="002F17BC" w:rsidRPr="005B39AA" w:rsidRDefault="002A1910" w:rsidP="004A7926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№ </w:t>
      </w:r>
      <w:r w:rsidR="00575464" w:rsidRPr="005B39AA">
        <w:rPr>
          <w:sz w:val="28"/>
          <w:szCs w:val="28"/>
        </w:rPr>
        <w:t>___</w:t>
      </w:r>
    </w:p>
    <w:p w:rsidR="00343F3E" w:rsidRPr="005B39AA" w:rsidRDefault="00343F3E" w:rsidP="00FD02BA">
      <w:pPr>
        <w:rPr>
          <w:sz w:val="28"/>
          <w:szCs w:val="28"/>
        </w:rPr>
      </w:pPr>
    </w:p>
    <w:p w:rsidR="0061477B" w:rsidRPr="005B39AA" w:rsidRDefault="0061477B" w:rsidP="00FD02BA">
      <w:pPr>
        <w:rPr>
          <w:sz w:val="28"/>
          <w:szCs w:val="28"/>
        </w:rPr>
      </w:pPr>
    </w:p>
    <w:p w:rsidR="00183F49" w:rsidRDefault="00183F49" w:rsidP="00FD02BA"/>
    <w:p w:rsidR="00183F49" w:rsidRDefault="00183F49" w:rsidP="00FD02BA"/>
    <w:p w:rsidR="00183F49" w:rsidRDefault="00183F49" w:rsidP="00FD02BA"/>
    <w:p w:rsidR="00FD02BA" w:rsidRDefault="00FD02BA" w:rsidP="00FD02BA">
      <w:r>
        <w:t>СОГЛАСОВАНО:</w:t>
      </w:r>
    </w:p>
    <w:p w:rsidR="00FD02BA" w:rsidRDefault="00FD02BA" w:rsidP="00FD02BA"/>
    <w:p w:rsidR="00FD02BA" w:rsidRDefault="00FD02BA" w:rsidP="00FD02BA"/>
    <w:p w:rsidR="00FD02BA" w:rsidRDefault="00FD02BA" w:rsidP="00FD02BA">
      <w:r>
        <w:t>Глав</w:t>
      </w:r>
      <w:r w:rsidR="004D7556">
        <w:t>а</w:t>
      </w:r>
      <w:r>
        <w:t xml:space="preserve"> Администрации</w:t>
      </w:r>
    </w:p>
    <w:p w:rsidR="00FD02BA" w:rsidRDefault="00FD02BA" w:rsidP="00FD02BA">
      <w:r>
        <w:t xml:space="preserve">муниципального района </w:t>
      </w:r>
      <w:r>
        <w:tab/>
      </w:r>
      <w:r>
        <w:tab/>
      </w:r>
      <w:r>
        <w:tab/>
      </w:r>
      <w:r>
        <w:tab/>
      </w:r>
      <w:r>
        <w:tab/>
        <w:t>В.И.</w:t>
      </w:r>
      <w:r w:rsidR="00CF35C3">
        <w:t xml:space="preserve"> </w:t>
      </w:r>
      <w:r>
        <w:t>Серебряков</w:t>
      </w:r>
    </w:p>
    <w:p w:rsidR="00FD02BA" w:rsidRDefault="00FD02BA" w:rsidP="00FD02BA">
      <w:r>
        <w:t xml:space="preserve"> «____»________________201</w:t>
      </w:r>
      <w:r w:rsidR="00D23BFA">
        <w:t>6</w:t>
      </w:r>
      <w:r>
        <w:t xml:space="preserve"> г.</w:t>
      </w:r>
      <w:r>
        <w:tab/>
      </w:r>
      <w:r>
        <w:tab/>
      </w:r>
      <w:r>
        <w:tab/>
      </w:r>
      <w:r>
        <w:tab/>
      </w:r>
    </w:p>
    <w:p w:rsidR="00FD02BA" w:rsidRDefault="00FD02BA" w:rsidP="00FD02BA"/>
    <w:p w:rsidR="00FD02BA" w:rsidRDefault="00FD02BA" w:rsidP="00FD02BA"/>
    <w:p w:rsidR="00FD02BA" w:rsidRDefault="00FD02BA" w:rsidP="00FD02BA">
      <w:r>
        <w:t>Нач</w:t>
      </w:r>
      <w:r w:rsidR="00CF35C3">
        <w:t>альни</w:t>
      </w:r>
      <w:r>
        <w:t>к управления финансов</w:t>
      </w:r>
      <w:r>
        <w:tab/>
      </w:r>
      <w:r>
        <w:tab/>
      </w:r>
      <w:r>
        <w:tab/>
      </w:r>
      <w:r>
        <w:tab/>
        <w:t>Е.В.</w:t>
      </w:r>
      <w:r w:rsidR="00CF35C3">
        <w:t xml:space="preserve"> </w:t>
      </w:r>
      <w:r>
        <w:t>Баранова</w:t>
      </w:r>
    </w:p>
    <w:p w:rsidR="00FD02BA" w:rsidRDefault="00FD02BA" w:rsidP="00FD02BA">
      <w:r>
        <w:t>«____»________________201</w:t>
      </w:r>
      <w:r w:rsidR="00D23BFA">
        <w:t>6</w:t>
      </w:r>
      <w:r>
        <w:t xml:space="preserve"> г.</w:t>
      </w:r>
      <w:r>
        <w:tab/>
      </w:r>
      <w:r>
        <w:tab/>
      </w:r>
      <w:r>
        <w:tab/>
      </w:r>
      <w:r>
        <w:tab/>
      </w:r>
    </w:p>
    <w:p w:rsidR="00FD02BA" w:rsidRDefault="00FD02BA" w:rsidP="00FD02BA"/>
    <w:p w:rsidR="00FD02BA" w:rsidRDefault="00FD02BA" w:rsidP="00FD02BA"/>
    <w:p w:rsidR="00FD02BA" w:rsidRDefault="00FD02BA" w:rsidP="00FD02BA">
      <w:r>
        <w:t>Управляющий делами</w:t>
      </w:r>
      <w:r>
        <w:tab/>
      </w:r>
      <w:r>
        <w:tab/>
      </w:r>
      <w:r>
        <w:tab/>
      </w:r>
      <w:r>
        <w:tab/>
      </w:r>
      <w:r>
        <w:tab/>
        <w:t>М.Ю.</w:t>
      </w:r>
      <w:r w:rsidR="00CF35C3">
        <w:t xml:space="preserve"> </w:t>
      </w:r>
      <w:proofErr w:type="spellStart"/>
      <w:r>
        <w:t>Ширшина</w:t>
      </w:r>
      <w:proofErr w:type="spellEnd"/>
    </w:p>
    <w:p w:rsidR="00FD02BA" w:rsidRDefault="00FD02BA" w:rsidP="00FD02BA">
      <w:r>
        <w:t>«____»________________201</w:t>
      </w:r>
      <w:r w:rsidR="00D23BFA">
        <w:t>6</w:t>
      </w:r>
      <w:r>
        <w:t xml:space="preserve"> г.</w:t>
      </w:r>
    </w:p>
    <w:p w:rsidR="00FD02BA" w:rsidRDefault="00FD02BA" w:rsidP="00FD02BA"/>
    <w:p w:rsidR="00FD02BA" w:rsidRDefault="00FD02BA" w:rsidP="00FD02BA"/>
    <w:p w:rsidR="00FD02BA" w:rsidRDefault="00FD02BA" w:rsidP="00FD02BA">
      <w:r>
        <w:t>Нач</w:t>
      </w:r>
      <w:r w:rsidR="00CF35C3">
        <w:t>альни</w:t>
      </w:r>
      <w:r>
        <w:t>к юридического отдела</w:t>
      </w:r>
      <w:r>
        <w:tab/>
      </w:r>
      <w:r>
        <w:tab/>
      </w:r>
      <w:r>
        <w:tab/>
      </w:r>
      <w:r>
        <w:tab/>
      </w:r>
      <w:r w:rsidR="00B547E4">
        <w:t>М.А. Трофимова</w:t>
      </w:r>
    </w:p>
    <w:p w:rsidR="00FD02BA" w:rsidRDefault="00FD02BA" w:rsidP="00FD02BA">
      <w:r>
        <w:t>«____»________________201</w:t>
      </w:r>
      <w:r w:rsidR="00D23BFA">
        <w:t>6</w:t>
      </w:r>
      <w:r>
        <w:t xml:space="preserve"> г.</w:t>
      </w:r>
    </w:p>
    <w:p w:rsidR="00FD02BA" w:rsidRDefault="00FD02BA" w:rsidP="00FD02BA"/>
    <w:p w:rsidR="00FD02BA" w:rsidRDefault="00FD02BA" w:rsidP="00FD02BA"/>
    <w:p w:rsidR="00FD02BA" w:rsidRDefault="00FD02BA" w:rsidP="00FD02BA"/>
    <w:p w:rsidR="00CF35C3" w:rsidRDefault="00FD02BA" w:rsidP="00FD02BA">
      <w:r>
        <w:t>Исполнитель: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02BA" w:rsidRDefault="00CF35C3" w:rsidP="005E65B9">
      <w:pPr>
        <w:tabs>
          <w:tab w:val="left" w:pos="5925"/>
        </w:tabs>
      </w:pPr>
      <w:r>
        <w:t xml:space="preserve"> </w:t>
      </w:r>
      <w:r w:rsidR="00FD02BA">
        <w:t>«____»________________201</w:t>
      </w:r>
      <w:r w:rsidR="00D23BFA">
        <w:t>6</w:t>
      </w:r>
      <w:r w:rsidR="00FD02BA">
        <w:t xml:space="preserve"> г.</w:t>
      </w:r>
      <w:r w:rsidR="005E65B9">
        <w:tab/>
        <w:t>Е.Р. Бурдова</w:t>
      </w:r>
    </w:p>
    <w:p w:rsidR="00FD02BA" w:rsidRDefault="00FD02BA" w:rsidP="00FD02BA"/>
    <w:p w:rsidR="00CF35C3" w:rsidRDefault="00CF35C3" w:rsidP="00FD02BA"/>
    <w:p w:rsidR="00FD02BA" w:rsidRDefault="00FD02BA" w:rsidP="00FD02BA">
      <w:r>
        <w:t xml:space="preserve">Направить: </w:t>
      </w:r>
    </w:p>
    <w:p w:rsidR="00FD02BA" w:rsidRDefault="00FD02BA" w:rsidP="00FD02BA">
      <w:r>
        <w:t>в дело</w:t>
      </w:r>
    </w:p>
    <w:p w:rsidR="00FD02BA" w:rsidRDefault="00FD02BA" w:rsidP="00FD02BA">
      <w:r>
        <w:t>юридический отдел</w:t>
      </w:r>
    </w:p>
    <w:p w:rsidR="00FD02BA" w:rsidRDefault="00B76A87" w:rsidP="00FD02BA">
      <w:r>
        <w:t>Контрольно-счетная комиссия</w:t>
      </w:r>
    </w:p>
    <w:p w:rsidR="00B76A87" w:rsidRDefault="00B76A87" w:rsidP="00FD02BA">
      <w:r>
        <w:t>поселения</w:t>
      </w:r>
    </w:p>
    <w:p w:rsidR="00FD02BA" w:rsidRDefault="00B547E4" w:rsidP="00FD02BA">
      <w:r>
        <w:t>Отдел по муниципальным закупкам</w:t>
      </w:r>
    </w:p>
    <w:p w:rsidR="00B76A87" w:rsidRPr="0025338E" w:rsidRDefault="00BC64A9" w:rsidP="00FD02BA">
      <w:r>
        <w:t>редакция</w:t>
      </w:r>
    </w:p>
    <w:sectPr w:rsidR="00B76A87" w:rsidRPr="0025338E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26BE7"/>
    <w:multiLevelType w:val="hybridMultilevel"/>
    <w:tmpl w:val="4336C198"/>
    <w:lvl w:ilvl="0" w:tplc="041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22560D"/>
    <w:multiLevelType w:val="hybridMultilevel"/>
    <w:tmpl w:val="06DEAD1A"/>
    <w:lvl w:ilvl="0" w:tplc="ABB49D1E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451E56"/>
    <w:multiLevelType w:val="hybridMultilevel"/>
    <w:tmpl w:val="67045BA6"/>
    <w:lvl w:ilvl="0" w:tplc="339AE964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0A5"/>
    <w:rsid w:val="00010642"/>
    <w:rsid w:val="000B1C76"/>
    <w:rsid w:val="0016464C"/>
    <w:rsid w:val="001746FC"/>
    <w:rsid w:val="0018169B"/>
    <w:rsid w:val="00183F49"/>
    <w:rsid w:val="001B36A1"/>
    <w:rsid w:val="001F1EFB"/>
    <w:rsid w:val="002108C2"/>
    <w:rsid w:val="002306E4"/>
    <w:rsid w:val="00232479"/>
    <w:rsid w:val="00251FB5"/>
    <w:rsid w:val="0025338E"/>
    <w:rsid w:val="002661F4"/>
    <w:rsid w:val="0027548D"/>
    <w:rsid w:val="00294A9F"/>
    <w:rsid w:val="002A1910"/>
    <w:rsid w:val="002A2D0B"/>
    <w:rsid w:val="002C35C9"/>
    <w:rsid w:val="002E3B6C"/>
    <w:rsid w:val="002F17BC"/>
    <w:rsid w:val="00301A9E"/>
    <w:rsid w:val="00306C85"/>
    <w:rsid w:val="00307411"/>
    <w:rsid w:val="00343F3E"/>
    <w:rsid w:val="003D0F4C"/>
    <w:rsid w:val="003D5DE1"/>
    <w:rsid w:val="0041316A"/>
    <w:rsid w:val="00415736"/>
    <w:rsid w:val="00422FD8"/>
    <w:rsid w:val="004360D0"/>
    <w:rsid w:val="004A280B"/>
    <w:rsid w:val="004A7926"/>
    <w:rsid w:val="004B2229"/>
    <w:rsid w:val="004C3ED7"/>
    <w:rsid w:val="004D7556"/>
    <w:rsid w:val="004E083F"/>
    <w:rsid w:val="004F7EF8"/>
    <w:rsid w:val="00544070"/>
    <w:rsid w:val="00565289"/>
    <w:rsid w:val="00572343"/>
    <w:rsid w:val="00575464"/>
    <w:rsid w:val="005921FB"/>
    <w:rsid w:val="005A0837"/>
    <w:rsid w:val="005B39AA"/>
    <w:rsid w:val="005E65B9"/>
    <w:rsid w:val="0060519E"/>
    <w:rsid w:val="006064F3"/>
    <w:rsid w:val="0061477B"/>
    <w:rsid w:val="006219B5"/>
    <w:rsid w:val="00626D16"/>
    <w:rsid w:val="00647F82"/>
    <w:rsid w:val="0066452D"/>
    <w:rsid w:val="00664E0E"/>
    <w:rsid w:val="006B2229"/>
    <w:rsid w:val="006D404B"/>
    <w:rsid w:val="006D70A5"/>
    <w:rsid w:val="006E7CD7"/>
    <w:rsid w:val="006F0154"/>
    <w:rsid w:val="007161E9"/>
    <w:rsid w:val="00731900"/>
    <w:rsid w:val="007804AB"/>
    <w:rsid w:val="00782250"/>
    <w:rsid w:val="008062E9"/>
    <w:rsid w:val="00833016"/>
    <w:rsid w:val="00860F3F"/>
    <w:rsid w:val="00866826"/>
    <w:rsid w:val="00871E6D"/>
    <w:rsid w:val="008A6BA9"/>
    <w:rsid w:val="008B533C"/>
    <w:rsid w:val="008C1937"/>
    <w:rsid w:val="00913164"/>
    <w:rsid w:val="00943E4F"/>
    <w:rsid w:val="009B4439"/>
    <w:rsid w:val="00A11C57"/>
    <w:rsid w:val="00A125F4"/>
    <w:rsid w:val="00A3038C"/>
    <w:rsid w:val="00A473F8"/>
    <w:rsid w:val="00A5164E"/>
    <w:rsid w:val="00A60EEE"/>
    <w:rsid w:val="00AA1C2D"/>
    <w:rsid w:val="00AF4C8B"/>
    <w:rsid w:val="00AF5BFC"/>
    <w:rsid w:val="00B15AD1"/>
    <w:rsid w:val="00B30CFC"/>
    <w:rsid w:val="00B41B8A"/>
    <w:rsid w:val="00B547E4"/>
    <w:rsid w:val="00B64DFC"/>
    <w:rsid w:val="00B6758E"/>
    <w:rsid w:val="00B76A87"/>
    <w:rsid w:val="00B77935"/>
    <w:rsid w:val="00B8020C"/>
    <w:rsid w:val="00B8026E"/>
    <w:rsid w:val="00B903B3"/>
    <w:rsid w:val="00BC64A9"/>
    <w:rsid w:val="00BD0198"/>
    <w:rsid w:val="00C1422C"/>
    <w:rsid w:val="00C35199"/>
    <w:rsid w:val="00C36B5E"/>
    <w:rsid w:val="00C56155"/>
    <w:rsid w:val="00C56A1E"/>
    <w:rsid w:val="00C667AF"/>
    <w:rsid w:val="00CB7F1B"/>
    <w:rsid w:val="00CC3EFF"/>
    <w:rsid w:val="00CD4E5B"/>
    <w:rsid w:val="00CF35C3"/>
    <w:rsid w:val="00D02556"/>
    <w:rsid w:val="00D23BFA"/>
    <w:rsid w:val="00D52927"/>
    <w:rsid w:val="00DA62F0"/>
    <w:rsid w:val="00DB2C7D"/>
    <w:rsid w:val="00E01E9E"/>
    <w:rsid w:val="00E33B66"/>
    <w:rsid w:val="00E35997"/>
    <w:rsid w:val="00E35E13"/>
    <w:rsid w:val="00E4263B"/>
    <w:rsid w:val="00E51FA6"/>
    <w:rsid w:val="00E6223F"/>
    <w:rsid w:val="00E66546"/>
    <w:rsid w:val="00E74AF6"/>
    <w:rsid w:val="00E92E86"/>
    <w:rsid w:val="00E9571C"/>
    <w:rsid w:val="00EA6775"/>
    <w:rsid w:val="00EE7554"/>
    <w:rsid w:val="00EF2083"/>
    <w:rsid w:val="00F10A10"/>
    <w:rsid w:val="00F229A7"/>
    <w:rsid w:val="00FA74A0"/>
    <w:rsid w:val="00FB53A7"/>
    <w:rsid w:val="00FD02BA"/>
    <w:rsid w:val="00FF1537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08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ind w:firstLine="708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60"/>
      <w:jc w:val="both"/>
    </w:pPr>
    <w:rPr>
      <w:szCs w:val="28"/>
    </w:rPr>
  </w:style>
  <w:style w:type="paragraph" w:styleId="a4">
    <w:name w:val="Title"/>
    <w:basedOn w:val="a"/>
    <w:qFormat/>
    <w:pPr>
      <w:jc w:val="center"/>
    </w:pPr>
    <w:rPr>
      <w:b/>
      <w:sz w:val="40"/>
      <w:szCs w:val="52"/>
    </w:rPr>
  </w:style>
  <w:style w:type="paragraph" w:styleId="a5">
    <w:name w:val="Body Text"/>
    <w:basedOn w:val="a"/>
    <w:pPr>
      <w:jc w:val="center"/>
    </w:pPr>
    <w:rPr>
      <w:sz w:val="32"/>
      <w:szCs w:val="40"/>
    </w:rPr>
  </w:style>
  <w:style w:type="paragraph" w:styleId="20">
    <w:name w:val="Body Text Indent 2"/>
    <w:basedOn w:val="a"/>
    <w:pPr>
      <w:ind w:firstLine="360"/>
      <w:jc w:val="both"/>
    </w:pPr>
    <w:rPr>
      <w:sz w:val="26"/>
      <w:szCs w:val="28"/>
    </w:rPr>
  </w:style>
  <w:style w:type="paragraph" w:styleId="30">
    <w:name w:val="Body Text Indent 3"/>
    <w:basedOn w:val="a"/>
    <w:pPr>
      <w:shd w:val="clear" w:color="auto" w:fill="FFFFFF"/>
      <w:spacing w:line="295" w:lineRule="exact"/>
      <w:ind w:firstLine="360"/>
      <w:jc w:val="both"/>
    </w:pPr>
    <w:rPr>
      <w:color w:val="000000"/>
      <w:spacing w:val="4"/>
      <w:sz w:val="26"/>
      <w:szCs w:val="26"/>
    </w:rPr>
  </w:style>
  <w:style w:type="paragraph" w:customStyle="1" w:styleId="31">
    <w:name w:val="Основной текст 31"/>
    <w:basedOn w:val="a"/>
    <w:rsid w:val="004C3ED7"/>
    <w:pPr>
      <w:suppressAutoHyphens/>
      <w:spacing w:after="120"/>
    </w:pPr>
    <w:rPr>
      <w:sz w:val="16"/>
      <w:szCs w:val="16"/>
      <w:lang w:eastAsia="ar-SA"/>
    </w:rPr>
  </w:style>
  <w:style w:type="paragraph" w:styleId="a6">
    <w:name w:val="Balloon Text"/>
    <w:basedOn w:val="a"/>
    <w:link w:val="a7"/>
    <w:rsid w:val="00275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2754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08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ind w:firstLine="708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60"/>
      <w:jc w:val="both"/>
    </w:pPr>
    <w:rPr>
      <w:szCs w:val="28"/>
    </w:rPr>
  </w:style>
  <w:style w:type="paragraph" w:styleId="a4">
    <w:name w:val="Title"/>
    <w:basedOn w:val="a"/>
    <w:qFormat/>
    <w:pPr>
      <w:jc w:val="center"/>
    </w:pPr>
    <w:rPr>
      <w:b/>
      <w:sz w:val="40"/>
      <w:szCs w:val="52"/>
    </w:rPr>
  </w:style>
  <w:style w:type="paragraph" w:styleId="a5">
    <w:name w:val="Body Text"/>
    <w:basedOn w:val="a"/>
    <w:pPr>
      <w:jc w:val="center"/>
    </w:pPr>
    <w:rPr>
      <w:sz w:val="32"/>
      <w:szCs w:val="40"/>
    </w:rPr>
  </w:style>
  <w:style w:type="paragraph" w:styleId="20">
    <w:name w:val="Body Text Indent 2"/>
    <w:basedOn w:val="a"/>
    <w:pPr>
      <w:ind w:firstLine="360"/>
      <w:jc w:val="both"/>
    </w:pPr>
    <w:rPr>
      <w:sz w:val="26"/>
      <w:szCs w:val="28"/>
    </w:rPr>
  </w:style>
  <w:style w:type="paragraph" w:styleId="30">
    <w:name w:val="Body Text Indent 3"/>
    <w:basedOn w:val="a"/>
    <w:pPr>
      <w:shd w:val="clear" w:color="auto" w:fill="FFFFFF"/>
      <w:spacing w:line="295" w:lineRule="exact"/>
      <w:ind w:firstLine="360"/>
      <w:jc w:val="both"/>
    </w:pPr>
    <w:rPr>
      <w:color w:val="000000"/>
      <w:spacing w:val="4"/>
      <w:sz w:val="26"/>
      <w:szCs w:val="26"/>
    </w:rPr>
  </w:style>
  <w:style w:type="paragraph" w:customStyle="1" w:styleId="31">
    <w:name w:val="Основной текст 31"/>
    <w:basedOn w:val="a"/>
    <w:rsid w:val="004C3ED7"/>
    <w:pPr>
      <w:suppressAutoHyphens/>
      <w:spacing w:after="120"/>
    </w:pPr>
    <w:rPr>
      <w:sz w:val="16"/>
      <w:szCs w:val="16"/>
      <w:lang w:eastAsia="ar-SA"/>
    </w:rPr>
  </w:style>
  <w:style w:type="paragraph" w:styleId="a6">
    <w:name w:val="Balloon Text"/>
    <w:basedOn w:val="a"/>
    <w:link w:val="a7"/>
    <w:rsid w:val="00275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2754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5D459-E718-4F32-A16A-68047405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Ш Е Н И Е</vt:lpstr>
    </vt:vector>
  </TitlesOfParts>
  <Company/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Ш Е Н И Е</dc:title>
  <dc:creator>1</dc:creator>
  <cp:lastModifiedBy>User</cp:lastModifiedBy>
  <cp:revision>10</cp:revision>
  <cp:lastPrinted>2016-04-19T14:21:00Z</cp:lastPrinted>
  <dcterms:created xsi:type="dcterms:W3CDTF">2016-06-07T06:10:00Z</dcterms:created>
  <dcterms:modified xsi:type="dcterms:W3CDTF">2016-06-07T07:49:00Z</dcterms:modified>
</cp:coreProperties>
</file>